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CB9" w:rsidRDefault="00E16CB9" w:rsidP="000A5BB7">
      <w:pPr>
        <w:ind w:firstLine="708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1</w:t>
      </w:r>
    </w:p>
    <w:p w:rsidR="00E16CB9" w:rsidRDefault="00E16CB9" w:rsidP="000A5BB7">
      <w:pPr>
        <w:ind w:firstLine="708"/>
        <w:jc w:val="right"/>
        <w:rPr>
          <w:b/>
          <w:sz w:val="28"/>
          <w:szCs w:val="28"/>
        </w:rPr>
      </w:pPr>
    </w:p>
    <w:p w:rsidR="00E16CB9" w:rsidRDefault="00E16CB9" w:rsidP="0093786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</w:t>
      </w:r>
    </w:p>
    <w:p w:rsidR="00E16CB9" w:rsidRDefault="00E16CB9" w:rsidP="0093786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итогам проведенного социологического опроса в   </w:t>
      </w:r>
      <w:r>
        <w:rPr>
          <w:b/>
          <w:sz w:val="28"/>
          <w:szCs w:val="28"/>
        </w:rPr>
        <w:tab/>
        <w:t xml:space="preserve"> дошкольных образовательных учреждениях</w:t>
      </w:r>
    </w:p>
    <w:p w:rsidR="00E16CB9" w:rsidRDefault="00E16CB9" w:rsidP="0093786A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 за 2017 год</w:t>
      </w:r>
    </w:p>
    <w:p w:rsidR="00E16CB9" w:rsidRDefault="00E16CB9" w:rsidP="0093786A">
      <w:pPr>
        <w:jc w:val="both"/>
        <w:rPr>
          <w:b/>
        </w:rPr>
      </w:pPr>
    </w:p>
    <w:p w:rsidR="00E16CB9" w:rsidRDefault="00E16CB9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На основании постановления администрации Дальнереченского городского округа «Об утверждении Порядка изучения мнения населения о качестве оказания муниципальных услуг» от 14 апреля 2014 года № 412, приказа МКУ «Управление образования» Дальнереченского городского округа «»О проведении социологического опроса в образовательных организациях Дальнереченского городского округа» от 01 марта </w:t>
      </w:r>
      <w:smartTag w:uri="urn:schemas-microsoft-com:office:smarttags" w:element="metricconverter">
        <w:smartTagPr>
          <w:attr w:name="ProductID" w:val="2018 г"/>
        </w:smartTagPr>
        <w:r>
          <w:rPr>
            <w:sz w:val="26"/>
            <w:szCs w:val="26"/>
          </w:rPr>
          <w:t>2018 г</w:t>
        </w:r>
      </w:smartTag>
      <w:r>
        <w:rPr>
          <w:sz w:val="26"/>
          <w:szCs w:val="26"/>
        </w:rPr>
        <w:t xml:space="preserve">. № 15-А, в целях  изучения мнения населения о качестве оказания образовательными учреждениями Дальнереченского городского округа </w:t>
      </w:r>
      <w:r>
        <w:rPr>
          <w:b/>
          <w:sz w:val="26"/>
          <w:szCs w:val="26"/>
        </w:rPr>
        <w:t>муниципальных услуг по предоставлению общедоступного бесплатного дошкольного образования,</w:t>
      </w:r>
      <w:r>
        <w:rPr>
          <w:sz w:val="26"/>
          <w:szCs w:val="26"/>
        </w:rPr>
        <w:t xml:space="preserve"> с 06 по 16 марта 2018 года был проведен социологический опрос среди родителей (законных представителей) детей, посещающих дошкольные учреждения, путем письменного анкетирования.</w:t>
      </w:r>
    </w:p>
    <w:p w:rsidR="00E16CB9" w:rsidRDefault="00E16CB9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опросе приняли участие – </w:t>
      </w:r>
      <w:r>
        <w:rPr>
          <w:b/>
          <w:sz w:val="26"/>
          <w:szCs w:val="26"/>
        </w:rPr>
        <w:t xml:space="preserve">333 чел. </w:t>
      </w:r>
      <w:r>
        <w:rPr>
          <w:sz w:val="26"/>
          <w:szCs w:val="26"/>
        </w:rPr>
        <w:t>из семи муниципальных дошкольных образовательных учреждений: МБДОУ «Детский сад общеразвивающего вида № 1» , МБДОУ «ЦРР-детский сад № 4», МБДОУ «ЦРР-детский сад № 5», МБДОУ «Детский сад общеразвивающего вида № 6», МБДОУ «Детский сад общеразвивающего вида № 7», МБДОУ «ЦРР-детский сад № 10», МБДОУ «ЦРР-детский сад № 12», из них:</w:t>
      </w:r>
    </w:p>
    <w:p w:rsidR="00E16CB9" w:rsidRDefault="00E16CB9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жен. – 286 (85,9%), муж. – 47(14,1%) </w:t>
      </w:r>
    </w:p>
    <w:p w:rsidR="00E16CB9" w:rsidRDefault="00E16CB9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возрасте: менее 25 лет – 2 (0,7%), от 25-30 лет – 119(35,7 %), от 31-40 лет – 159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(47,7 %), от 41-50 лет – 48(14,4%), от 51 и более – 5(1,5%).</w:t>
      </w:r>
    </w:p>
    <w:p w:rsidR="00E16CB9" w:rsidRDefault="00E16CB9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>- имеют образование: среднее – 60(18 %), начальное профессиональное – 13(4%), среднее профессиональное – 150(45%), высшее – 110(33%);</w:t>
      </w:r>
    </w:p>
    <w:p w:rsidR="00E16CB9" w:rsidRDefault="00E16CB9" w:rsidP="0093786A">
      <w:pPr>
        <w:jc w:val="both"/>
        <w:rPr>
          <w:sz w:val="26"/>
          <w:szCs w:val="26"/>
        </w:rPr>
      </w:pPr>
      <w:r>
        <w:rPr>
          <w:sz w:val="26"/>
          <w:szCs w:val="26"/>
        </w:rPr>
        <w:t>- социальный статус: рабочие – 178(53,5%), служащие – 88(26,4%), студенты – 1 (0,3%), временно не работают – 62( 18,6%), пенсионеры – 4 (1,2%).</w:t>
      </w:r>
    </w:p>
    <w:p w:rsidR="00E16CB9" w:rsidRDefault="00E16CB9" w:rsidP="0093786A">
      <w:pPr>
        <w:jc w:val="both"/>
        <w:rPr>
          <w:b/>
        </w:rPr>
      </w:pPr>
    </w:p>
    <w:p w:rsidR="00E16CB9" w:rsidRDefault="00E16CB9" w:rsidP="0093786A">
      <w:pPr>
        <w:jc w:val="both"/>
        <w:rPr>
          <w:b/>
        </w:rPr>
      </w:pPr>
      <w:r>
        <w:rPr>
          <w:b/>
        </w:rPr>
        <w:t>Получены следующие результаты:</w:t>
      </w:r>
    </w:p>
    <w:p w:rsidR="00E16CB9" w:rsidRDefault="00E16CB9" w:rsidP="0093786A">
      <w:pPr>
        <w:jc w:val="both"/>
        <w:rPr>
          <w:b/>
        </w:rPr>
      </w:pPr>
    </w:p>
    <w:p w:rsidR="00E16CB9" w:rsidRDefault="00E16CB9" w:rsidP="0093786A">
      <w:pPr>
        <w:jc w:val="both"/>
        <w:rPr>
          <w:b/>
        </w:rPr>
      </w:pPr>
      <w:r>
        <w:rPr>
          <w:b/>
        </w:rPr>
        <w:t>Удовлетворены ли Вы?</w:t>
      </w:r>
    </w:p>
    <w:p w:rsidR="00E16CB9" w:rsidRDefault="00E16CB9" w:rsidP="0093786A">
      <w:pPr>
        <w:jc w:val="both"/>
        <w:rPr>
          <w:b/>
        </w:rPr>
      </w:pPr>
    </w:p>
    <w:p w:rsidR="00E16CB9" w:rsidRDefault="00E16CB9" w:rsidP="0093786A">
      <w:pPr>
        <w:jc w:val="both"/>
        <w:rPr>
          <w:b/>
        </w:rPr>
      </w:pPr>
      <w:r>
        <w:rPr>
          <w:b/>
        </w:rPr>
        <w:t>1. Качеством образования (обучение и воспитание) в ДОУ</w:t>
      </w:r>
    </w:p>
    <w:p w:rsidR="00E16CB9" w:rsidRDefault="00E16CB9" w:rsidP="0093786A">
      <w:pPr>
        <w:jc w:val="both"/>
      </w:pPr>
      <w:r>
        <w:t>а) совершенно не удовлетворены</w:t>
      </w:r>
      <w:r>
        <w:tab/>
      </w:r>
      <w:r>
        <w:tab/>
        <w:t xml:space="preserve">-  </w:t>
      </w:r>
      <w:r>
        <w:rPr>
          <w:b/>
        </w:rPr>
        <w:t>0</w:t>
      </w:r>
      <w:r>
        <w:tab/>
      </w:r>
    </w:p>
    <w:p w:rsidR="00E16CB9" w:rsidRDefault="00E16CB9" w:rsidP="0093786A">
      <w:pPr>
        <w:jc w:val="both"/>
      </w:pPr>
      <w:r>
        <w:t xml:space="preserve">б) скорее не удовлетворены </w:t>
      </w:r>
      <w:r>
        <w:tab/>
      </w:r>
      <w:r>
        <w:tab/>
        <w:t xml:space="preserve">–  </w:t>
      </w:r>
      <w:r w:rsidRPr="006319FB">
        <w:rPr>
          <w:b/>
        </w:rPr>
        <w:t>0</w:t>
      </w:r>
    </w:p>
    <w:p w:rsidR="00E16CB9" w:rsidRDefault="00E16CB9" w:rsidP="0093786A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>
        <w:rPr>
          <w:b/>
        </w:rPr>
        <w:t xml:space="preserve"> 331</w:t>
      </w:r>
      <w:r>
        <w:rPr>
          <w:b/>
        </w:rPr>
        <w:tab/>
        <w:t>(99,4%)</w:t>
      </w:r>
    </w:p>
    <w:p w:rsidR="00E16CB9" w:rsidRPr="0029516F" w:rsidRDefault="00E16CB9" w:rsidP="0093786A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</w:rPr>
        <w:t>2</w:t>
      </w:r>
      <w:r>
        <w:rPr>
          <w:b/>
        </w:rPr>
        <w:tab/>
        <w:t>(0,6</w:t>
      </w:r>
      <w:r w:rsidRPr="0029516F">
        <w:rPr>
          <w:b/>
        </w:rPr>
        <w:t>%)</w:t>
      </w:r>
      <w:r w:rsidRPr="0029516F">
        <w:rPr>
          <w:b/>
        </w:rPr>
        <w:tab/>
      </w:r>
    </w:p>
    <w:p w:rsidR="00E16CB9" w:rsidRDefault="00E16CB9" w:rsidP="0093786A">
      <w:pPr>
        <w:jc w:val="both"/>
      </w:pPr>
    </w:p>
    <w:p w:rsidR="00E16CB9" w:rsidRDefault="00E16CB9" w:rsidP="0093786A">
      <w:pPr>
        <w:jc w:val="both"/>
        <w:rPr>
          <w:b/>
        </w:rPr>
      </w:pPr>
      <w:r>
        <w:rPr>
          <w:b/>
        </w:rPr>
        <w:t>2. Организацией учебно-воспитательного процесса в ДОУ</w:t>
      </w:r>
    </w:p>
    <w:p w:rsidR="00E16CB9" w:rsidRDefault="00E16CB9" w:rsidP="0093786A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E16CB9" w:rsidRDefault="00E16CB9" w:rsidP="0093786A">
      <w:pPr>
        <w:jc w:val="both"/>
      </w:pPr>
      <w:r>
        <w:t>б) скорее не удовлетворены</w:t>
      </w:r>
      <w:r>
        <w:tab/>
      </w:r>
      <w:r>
        <w:tab/>
        <w:t>-  0</w:t>
      </w:r>
      <w:r>
        <w:tab/>
      </w:r>
    </w:p>
    <w:p w:rsidR="00E16CB9" w:rsidRDefault="00E16CB9" w:rsidP="0093786A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>-  331</w:t>
      </w:r>
      <w:r>
        <w:rPr>
          <w:b/>
        </w:rPr>
        <w:tab/>
        <w:t>(99,4%)</w:t>
      </w:r>
    </w:p>
    <w:p w:rsidR="00E16CB9" w:rsidRPr="0029516F" w:rsidRDefault="00E16CB9" w:rsidP="0093786A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</w:rPr>
        <w:t>2</w:t>
      </w:r>
      <w:r>
        <w:tab/>
        <w:t>(</w:t>
      </w:r>
      <w:r>
        <w:rPr>
          <w:b/>
        </w:rPr>
        <w:t>0,6</w:t>
      </w:r>
      <w:r w:rsidRPr="0029516F">
        <w:rPr>
          <w:b/>
        </w:rPr>
        <w:t>%)</w:t>
      </w:r>
    </w:p>
    <w:p w:rsidR="00E16CB9" w:rsidRDefault="00E16CB9" w:rsidP="0093786A">
      <w:pPr>
        <w:jc w:val="both"/>
      </w:pPr>
    </w:p>
    <w:p w:rsidR="00E16CB9" w:rsidRDefault="00E16CB9" w:rsidP="0093786A">
      <w:pPr>
        <w:jc w:val="both"/>
        <w:rPr>
          <w:b/>
        </w:rPr>
      </w:pPr>
      <w:r>
        <w:rPr>
          <w:b/>
        </w:rPr>
        <w:t>3. Степенью информированности о деятельности дошкольного образовательного учреждения  посредством  информационно – коммуникативных технологий (сайт, Интернет)</w:t>
      </w:r>
    </w:p>
    <w:p w:rsidR="00E16CB9" w:rsidRPr="0029516F" w:rsidRDefault="00E16CB9" w:rsidP="0093786A">
      <w:pPr>
        <w:jc w:val="both"/>
        <w:rPr>
          <w:b/>
        </w:rPr>
      </w:pPr>
      <w:r>
        <w:t>а) совершенно не удовлетворены</w:t>
      </w:r>
      <w:r>
        <w:tab/>
      </w:r>
      <w:r>
        <w:tab/>
        <w:t xml:space="preserve">-  </w:t>
      </w:r>
      <w:r>
        <w:rPr>
          <w:b/>
        </w:rPr>
        <w:t>0</w:t>
      </w:r>
      <w:r>
        <w:rPr>
          <w:b/>
        </w:rPr>
        <w:tab/>
      </w:r>
    </w:p>
    <w:p w:rsidR="00E16CB9" w:rsidRPr="0029516F" w:rsidRDefault="00E16CB9" w:rsidP="0093786A">
      <w:pPr>
        <w:jc w:val="both"/>
        <w:rPr>
          <w:b/>
        </w:rPr>
      </w:pPr>
      <w:r>
        <w:t>б) скорее не удовлетворены</w:t>
      </w:r>
      <w:r>
        <w:tab/>
      </w:r>
      <w:r>
        <w:tab/>
        <w:t xml:space="preserve">-  </w:t>
      </w:r>
      <w:r>
        <w:rPr>
          <w:b/>
        </w:rPr>
        <w:t>6</w:t>
      </w:r>
      <w:r>
        <w:rPr>
          <w:b/>
        </w:rPr>
        <w:tab/>
        <w:t>(1,8</w:t>
      </w:r>
      <w:r w:rsidRPr="0029516F">
        <w:rPr>
          <w:b/>
        </w:rPr>
        <w:t>%)</w:t>
      </w:r>
    </w:p>
    <w:p w:rsidR="00E16CB9" w:rsidRDefault="00E16CB9" w:rsidP="0093786A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301</w:t>
      </w:r>
      <w:r>
        <w:rPr>
          <w:b/>
        </w:rPr>
        <w:tab/>
        <w:t>(90,4%)</w:t>
      </w:r>
    </w:p>
    <w:p w:rsidR="00E16CB9" w:rsidRPr="0029516F" w:rsidRDefault="00E16CB9" w:rsidP="0093786A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</w:rPr>
        <w:t>26</w:t>
      </w:r>
      <w:r>
        <w:rPr>
          <w:b/>
        </w:rPr>
        <w:tab/>
        <w:t>(7,8</w:t>
      </w:r>
      <w:r w:rsidRPr="0029516F">
        <w:rPr>
          <w:b/>
        </w:rPr>
        <w:t>%)</w:t>
      </w:r>
    </w:p>
    <w:p w:rsidR="00E16CB9" w:rsidRDefault="00E16CB9" w:rsidP="0093786A">
      <w:pPr>
        <w:jc w:val="both"/>
        <w:rPr>
          <w:b/>
        </w:rPr>
      </w:pPr>
      <w:r>
        <w:rPr>
          <w:b/>
        </w:rPr>
        <w:t>4.  Состоянием материально-технической  базы дошкольного учреждения</w:t>
      </w:r>
    </w:p>
    <w:p w:rsidR="00E16CB9" w:rsidRPr="0029516F" w:rsidRDefault="00E16CB9" w:rsidP="0093786A">
      <w:pPr>
        <w:jc w:val="both"/>
        <w:rPr>
          <w:b/>
        </w:rPr>
      </w:pPr>
      <w:r>
        <w:t>а) совершенно не удовлетворены</w:t>
      </w:r>
      <w:r>
        <w:tab/>
      </w:r>
      <w:r>
        <w:tab/>
        <w:t>- 0</w:t>
      </w:r>
    </w:p>
    <w:p w:rsidR="00E16CB9" w:rsidRPr="0029516F" w:rsidRDefault="00E16CB9" w:rsidP="0093786A">
      <w:pPr>
        <w:jc w:val="both"/>
        <w:rPr>
          <w:b/>
        </w:rPr>
      </w:pPr>
      <w:r>
        <w:t>б) скорее не удовлетворены</w:t>
      </w:r>
      <w:r>
        <w:tab/>
      </w:r>
      <w:r>
        <w:tab/>
        <w:t xml:space="preserve">-  </w:t>
      </w:r>
      <w:r>
        <w:rPr>
          <w:b/>
        </w:rPr>
        <w:t>8</w:t>
      </w:r>
      <w:r>
        <w:rPr>
          <w:b/>
        </w:rPr>
        <w:tab/>
        <w:t>(3</w:t>
      </w:r>
      <w:r w:rsidRPr="0029516F">
        <w:rPr>
          <w:b/>
        </w:rPr>
        <w:t>%)</w:t>
      </w:r>
    </w:p>
    <w:p w:rsidR="00E16CB9" w:rsidRDefault="00E16CB9" w:rsidP="0093786A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301</w:t>
      </w:r>
      <w:r>
        <w:rPr>
          <w:b/>
        </w:rPr>
        <w:tab/>
        <w:t>(90,4%)</w:t>
      </w:r>
    </w:p>
    <w:p w:rsidR="00E16CB9" w:rsidRPr="0029516F" w:rsidRDefault="00E16CB9" w:rsidP="0093786A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</w:rPr>
        <w:t>22</w:t>
      </w:r>
      <w:r>
        <w:rPr>
          <w:b/>
        </w:rPr>
        <w:tab/>
        <w:t>(6,6</w:t>
      </w:r>
      <w:r w:rsidRPr="0029516F">
        <w:rPr>
          <w:b/>
        </w:rPr>
        <w:t>%)</w:t>
      </w:r>
    </w:p>
    <w:p w:rsidR="00E16CB9" w:rsidRDefault="00E16CB9" w:rsidP="0093786A">
      <w:pPr>
        <w:jc w:val="both"/>
      </w:pPr>
    </w:p>
    <w:p w:rsidR="00E16CB9" w:rsidRDefault="00E16CB9" w:rsidP="0093786A">
      <w:pPr>
        <w:jc w:val="both"/>
      </w:pPr>
      <w:r>
        <w:rPr>
          <w:b/>
        </w:rPr>
        <w:t>5. Профессионализмом воспитателей</w:t>
      </w:r>
    </w:p>
    <w:p w:rsidR="00E16CB9" w:rsidRPr="00381916" w:rsidRDefault="00E16CB9" w:rsidP="0093786A">
      <w:pPr>
        <w:jc w:val="both"/>
        <w:rPr>
          <w:b/>
        </w:rPr>
      </w:pPr>
      <w:r>
        <w:t>а) совершенно не удовлетворены</w:t>
      </w:r>
      <w:r>
        <w:tab/>
      </w:r>
      <w:r>
        <w:tab/>
        <w:t xml:space="preserve">-  </w:t>
      </w:r>
      <w:r>
        <w:rPr>
          <w:b/>
        </w:rPr>
        <w:t>0</w:t>
      </w:r>
      <w:r w:rsidRPr="00381916">
        <w:rPr>
          <w:b/>
        </w:rPr>
        <w:tab/>
      </w:r>
    </w:p>
    <w:p w:rsidR="00E16CB9" w:rsidRDefault="00E16CB9" w:rsidP="0093786A">
      <w:pPr>
        <w:jc w:val="both"/>
      </w:pPr>
      <w:r>
        <w:t>б) скорее не удовлетворены</w:t>
      </w:r>
      <w:r>
        <w:tab/>
      </w:r>
      <w:r>
        <w:tab/>
        <w:t xml:space="preserve">-  </w:t>
      </w:r>
      <w:r>
        <w:rPr>
          <w:b/>
        </w:rPr>
        <w:t>1 (0,3%)</w:t>
      </w:r>
      <w:r>
        <w:tab/>
      </w:r>
    </w:p>
    <w:p w:rsidR="00E16CB9" w:rsidRDefault="00E16CB9" w:rsidP="0093786A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>-  301</w:t>
      </w:r>
      <w:r>
        <w:rPr>
          <w:b/>
        </w:rPr>
        <w:tab/>
        <w:t>(99,4%)</w:t>
      </w:r>
    </w:p>
    <w:p w:rsidR="00E16CB9" w:rsidRDefault="00E16CB9" w:rsidP="0093786A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</w:rPr>
        <w:t>1 (0,3</w:t>
      </w:r>
      <w:r w:rsidRPr="00381916">
        <w:rPr>
          <w:b/>
        </w:rPr>
        <w:t>%)</w:t>
      </w:r>
      <w:r>
        <w:tab/>
      </w:r>
    </w:p>
    <w:p w:rsidR="00E16CB9" w:rsidRDefault="00E16CB9" w:rsidP="0093786A">
      <w:pPr>
        <w:jc w:val="both"/>
      </w:pPr>
    </w:p>
    <w:p w:rsidR="00E16CB9" w:rsidRDefault="00E16CB9" w:rsidP="0093786A">
      <w:pPr>
        <w:jc w:val="both"/>
        <w:rPr>
          <w:b/>
        </w:rPr>
      </w:pPr>
      <w:r>
        <w:rPr>
          <w:b/>
        </w:rPr>
        <w:t>6. Организацией питания в учреждении</w:t>
      </w:r>
    </w:p>
    <w:p w:rsidR="00E16CB9" w:rsidRPr="00CE3EA6" w:rsidRDefault="00E16CB9" w:rsidP="0093786A">
      <w:pPr>
        <w:jc w:val="both"/>
        <w:rPr>
          <w:b/>
        </w:rPr>
      </w:pPr>
      <w:r>
        <w:t>а) совершенно не удовлетворены</w:t>
      </w:r>
      <w:r>
        <w:tab/>
      </w:r>
      <w:r>
        <w:tab/>
        <w:t xml:space="preserve">-  </w:t>
      </w:r>
      <w:r>
        <w:rPr>
          <w:b/>
        </w:rPr>
        <w:t>0</w:t>
      </w:r>
    </w:p>
    <w:p w:rsidR="00E16CB9" w:rsidRPr="00CE3EA6" w:rsidRDefault="00E16CB9" w:rsidP="0093786A">
      <w:pPr>
        <w:jc w:val="both"/>
        <w:rPr>
          <w:b/>
        </w:rPr>
      </w:pPr>
      <w:r>
        <w:t>б) скорее не удовлетворены</w:t>
      </w:r>
      <w:r>
        <w:tab/>
      </w:r>
      <w:r>
        <w:tab/>
        <w:t xml:space="preserve">-  </w:t>
      </w:r>
      <w:r>
        <w:rPr>
          <w:b/>
        </w:rPr>
        <w:t>0</w:t>
      </w:r>
      <w:r>
        <w:rPr>
          <w:b/>
        </w:rPr>
        <w:tab/>
      </w:r>
    </w:p>
    <w:p w:rsidR="00E16CB9" w:rsidRDefault="00E16CB9" w:rsidP="0093786A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327</w:t>
      </w:r>
      <w:r>
        <w:rPr>
          <w:b/>
        </w:rPr>
        <w:tab/>
        <w:t>(98,2%)</w:t>
      </w:r>
    </w:p>
    <w:p w:rsidR="00E16CB9" w:rsidRPr="00CE3EA6" w:rsidRDefault="00E16CB9" w:rsidP="0093786A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</w:rPr>
        <w:t>6</w:t>
      </w:r>
      <w:r>
        <w:rPr>
          <w:b/>
        </w:rPr>
        <w:tab/>
        <w:t>(1,8</w:t>
      </w:r>
      <w:r w:rsidRPr="00CE3EA6">
        <w:rPr>
          <w:b/>
        </w:rPr>
        <w:t>%)</w:t>
      </w:r>
    </w:p>
    <w:p w:rsidR="00E16CB9" w:rsidRDefault="00E16CB9" w:rsidP="0093786A">
      <w:pPr>
        <w:jc w:val="both"/>
      </w:pPr>
    </w:p>
    <w:p w:rsidR="00E16CB9" w:rsidRDefault="00E16CB9" w:rsidP="0093786A">
      <w:pPr>
        <w:jc w:val="both"/>
        <w:rPr>
          <w:b/>
        </w:rPr>
      </w:pPr>
      <w:r>
        <w:rPr>
          <w:b/>
        </w:rPr>
        <w:t>7. Обеспечением литературой, наглядными пособиями, учебниками, игрушками</w:t>
      </w:r>
    </w:p>
    <w:p w:rsidR="00E16CB9" w:rsidRPr="00CE3EA6" w:rsidRDefault="00E16CB9" w:rsidP="0093786A">
      <w:pPr>
        <w:jc w:val="both"/>
        <w:rPr>
          <w:b/>
        </w:rPr>
      </w:pPr>
      <w:r>
        <w:t>а) совершенно не удовлетворены</w:t>
      </w:r>
      <w:r>
        <w:tab/>
      </w:r>
      <w:r>
        <w:tab/>
        <w:t xml:space="preserve">-  </w:t>
      </w:r>
      <w:r>
        <w:rPr>
          <w:b/>
        </w:rPr>
        <w:t>1</w:t>
      </w:r>
      <w:r>
        <w:rPr>
          <w:b/>
        </w:rPr>
        <w:tab/>
        <w:t>(0,3</w:t>
      </w:r>
      <w:r w:rsidRPr="00CE3EA6">
        <w:rPr>
          <w:b/>
        </w:rPr>
        <w:t>%)</w:t>
      </w:r>
    </w:p>
    <w:p w:rsidR="00E16CB9" w:rsidRPr="00CE3EA6" w:rsidRDefault="00E16CB9" w:rsidP="0093786A">
      <w:pPr>
        <w:jc w:val="both"/>
        <w:rPr>
          <w:b/>
        </w:rPr>
      </w:pPr>
      <w:r>
        <w:t>б) скорее не удовлетворены</w:t>
      </w:r>
      <w:r>
        <w:tab/>
      </w:r>
      <w:r>
        <w:tab/>
        <w:t xml:space="preserve">-  </w:t>
      </w:r>
      <w:r>
        <w:rPr>
          <w:b/>
        </w:rPr>
        <w:t>13</w:t>
      </w:r>
      <w:r>
        <w:rPr>
          <w:b/>
        </w:rPr>
        <w:tab/>
        <w:t>(3,9</w:t>
      </w:r>
      <w:r w:rsidRPr="00CE3EA6">
        <w:rPr>
          <w:b/>
        </w:rPr>
        <w:t>%)</w:t>
      </w:r>
    </w:p>
    <w:p w:rsidR="00E16CB9" w:rsidRDefault="00E16CB9" w:rsidP="0093786A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304</w:t>
      </w:r>
      <w:r>
        <w:rPr>
          <w:b/>
        </w:rPr>
        <w:tab/>
        <w:t>(91,3%)</w:t>
      </w:r>
    </w:p>
    <w:p w:rsidR="00E16CB9" w:rsidRPr="00CE3EA6" w:rsidRDefault="00E16CB9" w:rsidP="0093786A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</w:rPr>
        <w:t>15</w:t>
      </w:r>
      <w:r>
        <w:rPr>
          <w:b/>
        </w:rPr>
        <w:tab/>
        <w:t>(4,5</w:t>
      </w:r>
      <w:r w:rsidRPr="00CE3EA6">
        <w:rPr>
          <w:b/>
        </w:rPr>
        <w:t>%)</w:t>
      </w:r>
    </w:p>
    <w:p w:rsidR="00E16CB9" w:rsidRDefault="00E16CB9" w:rsidP="0093786A">
      <w:pPr>
        <w:jc w:val="both"/>
      </w:pPr>
    </w:p>
    <w:p w:rsidR="00E16CB9" w:rsidRDefault="00E16CB9" w:rsidP="0093786A">
      <w:pPr>
        <w:jc w:val="both"/>
      </w:pPr>
      <w:r>
        <w:rPr>
          <w:b/>
        </w:rPr>
        <w:t>8.  Санитарно – гигиеническими условиями в ДОУ</w:t>
      </w:r>
    </w:p>
    <w:p w:rsidR="00E16CB9" w:rsidRDefault="00E16CB9" w:rsidP="0093786A">
      <w:pPr>
        <w:jc w:val="both"/>
      </w:pPr>
      <w:r>
        <w:t>а) совершенно не удовлетворены</w:t>
      </w:r>
      <w:r>
        <w:tab/>
      </w:r>
      <w:r>
        <w:tab/>
        <w:t xml:space="preserve">-  </w:t>
      </w:r>
      <w:r w:rsidRPr="0068264F">
        <w:rPr>
          <w:b/>
        </w:rPr>
        <w:t>0</w:t>
      </w:r>
    </w:p>
    <w:p w:rsidR="00E16CB9" w:rsidRPr="0068264F" w:rsidRDefault="00E16CB9" w:rsidP="0093786A">
      <w:pPr>
        <w:jc w:val="both"/>
        <w:rPr>
          <w:b/>
        </w:rPr>
      </w:pPr>
      <w:r>
        <w:t>б) скорее не удовлетворены</w:t>
      </w:r>
      <w:r>
        <w:tab/>
      </w:r>
      <w:r>
        <w:tab/>
        <w:t xml:space="preserve">-  </w:t>
      </w:r>
      <w:r>
        <w:rPr>
          <w:b/>
        </w:rPr>
        <w:t>2</w:t>
      </w:r>
      <w:r>
        <w:rPr>
          <w:b/>
        </w:rPr>
        <w:tab/>
        <w:t>(0,6</w:t>
      </w:r>
      <w:r w:rsidRPr="0068264F">
        <w:rPr>
          <w:b/>
        </w:rPr>
        <w:t>%)</w:t>
      </w:r>
    </w:p>
    <w:p w:rsidR="00E16CB9" w:rsidRDefault="00E16CB9" w:rsidP="0093786A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330</w:t>
      </w:r>
      <w:r>
        <w:rPr>
          <w:b/>
        </w:rPr>
        <w:tab/>
        <w:t>(99%)</w:t>
      </w:r>
    </w:p>
    <w:p w:rsidR="00E16CB9" w:rsidRPr="0068264F" w:rsidRDefault="00E16CB9" w:rsidP="0093786A">
      <w:pPr>
        <w:jc w:val="both"/>
        <w:rPr>
          <w:b/>
        </w:rPr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>
        <w:rPr>
          <w:b/>
        </w:rPr>
        <w:t>1</w:t>
      </w:r>
      <w:r>
        <w:rPr>
          <w:b/>
        </w:rPr>
        <w:tab/>
        <w:t>(0,4</w:t>
      </w:r>
      <w:r w:rsidRPr="0068264F">
        <w:rPr>
          <w:b/>
        </w:rPr>
        <w:t>%)</w:t>
      </w:r>
    </w:p>
    <w:p w:rsidR="00E16CB9" w:rsidRDefault="00E16CB9" w:rsidP="0093786A">
      <w:pPr>
        <w:jc w:val="both"/>
      </w:pPr>
    </w:p>
    <w:p w:rsidR="00E16CB9" w:rsidRDefault="00E16CB9" w:rsidP="0093786A">
      <w:pPr>
        <w:jc w:val="both"/>
        <w:rPr>
          <w:b/>
        </w:rPr>
      </w:pPr>
      <w:r>
        <w:rPr>
          <w:b/>
        </w:rPr>
        <w:t>9. Взаимоотношениями воспитателей с воспитанниками</w:t>
      </w:r>
    </w:p>
    <w:p w:rsidR="00E16CB9" w:rsidRDefault="00E16CB9" w:rsidP="0093786A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E16CB9" w:rsidRDefault="00E16CB9" w:rsidP="0093786A">
      <w:pPr>
        <w:jc w:val="both"/>
      </w:pPr>
      <w:r>
        <w:t>б) скорее не удовлетворены</w:t>
      </w:r>
      <w:r>
        <w:tab/>
      </w:r>
      <w:r>
        <w:tab/>
        <w:t>- 0</w:t>
      </w:r>
    </w:p>
    <w:p w:rsidR="00E16CB9" w:rsidRDefault="00E16CB9" w:rsidP="0093786A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>
        <w:rPr>
          <w:b/>
        </w:rPr>
        <w:t>333</w:t>
      </w:r>
      <w:r>
        <w:rPr>
          <w:b/>
        </w:rPr>
        <w:tab/>
        <w:t>(100%)</w:t>
      </w:r>
    </w:p>
    <w:p w:rsidR="00E16CB9" w:rsidRDefault="00E16CB9" w:rsidP="0093786A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r w:rsidRPr="0068264F">
        <w:rPr>
          <w:b/>
        </w:rPr>
        <w:tab/>
      </w:r>
    </w:p>
    <w:p w:rsidR="00E16CB9" w:rsidRDefault="00E16CB9" w:rsidP="0093786A">
      <w:pPr>
        <w:jc w:val="both"/>
      </w:pPr>
    </w:p>
    <w:p w:rsidR="00E16CB9" w:rsidRDefault="00E16CB9" w:rsidP="0093786A">
      <w:pPr>
        <w:jc w:val="both"/>
        <w:rPr>
          <w:b/>
        </w:rPr>
      </w:pPr>
      <w:r>
        <w:rPr>
          <w:b/>
        </w:rPr>
        <w:t>10.Взаимоотношениями воспитателей   с родителями</w:t>
      </w:r>
    </w:p>
    <w:p w:rsidR="00E16CB9" w:rsidRDefault="00E16CB9" w:rsidP="0093786A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E16CB9" w:rsidRDefault="00E16CB9" w:rsidP="0093786A">
      <w:pPr>
        <w:jc w:val="both"/>
      </w:pPr>
      <w:r>
        <w:t>б) скорее не удовлетворены</w:t>
      </w:r>
      <w:r>
        <w:tab/>
      </w:r>
      <w:r>
        <w:tab/>
        <w:t>-  0</w:t>
      </w:r>
    </w:p>
    <w:p w:rsidR="00E16CB9" w:rsidRDefault="00E16CB9" w:rsidP="0068264F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>
        <w:rPr>
          <w:b/>
        </w:rPr>
        <w:t>-  333</w:t>
      </w:r>
      <w:r>
        <w:rPr>
          <w:b/>
        </w:rPr>
        <w:tab/>
        <w:t>(100%)</w:t>
      </w:r>
    </w:p>
    <w:p w:rsidR="00E16CB9" w:rsidRDefault="00E16CB9" w:rsidP="0093786A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 </w:t>
      </w:r>
      <w:bookmarkStart w:id="0" w:name="_GoBack"/>
      <w:bookmarkEnd w:id="0"/>
      <w:r>
        <w:rPr>
          <w:b/>
        </w:rPr>
        <w:t>0</w:t>
      </w:r>
      <w:r w:rsidRPr="0068264F">
        <w:rPr>
          <w:b/>
        </w:rPr>
        <w:tab/>
      </w:r>
    </w:p>
    <w:p w:rsidR="00E16CB9" w:rsidRDefault="00E16CB9" w:rsidP="0093786A">
      <w:pPr>
        <w:jc w:val="both"/>
        <w:rPr>
          <w:b/>
        </w:rPr>
      </w:pPr>
    </w:p>
    <w:p w:rsidR="00E16CB9" w:rsidRDefault="00E16CB9" w:rsidP="0093786A">
      <w:pPr>
        <w:jc w:val="both"/>
      </w:pPr>
      <w:r>
        <w:t>Начальник МКУ «Управление образования»                              Г.А.Балакина</w:t>
      </w:r>
    </w:p>
    <w:p w:rsidR="00E16CB9" w:rsidRDefault="00E16CB9" w:rsidP="0093786A">
      <w:pPr>
        <w:jc w:val="both"/>
      </w:pPr>
    </w:p>
    <w:p w:rsidR="00E16CB9" w:rsidRDefault="00E16CB9" w:rsidP="0093786A">
      <w:pPr>
        <w:jc w:val="both"/>
      </w:pPr>
      <w:r>
        <w:t>М.Л.Гостева</w:t>
      </w:r>
    </w:p>
    <w:p w:rsidR="00E16CB9" w:rsidRDefault="00E16CB9" w:rsidP="0093786A">
      <w:pPr>
        <w:jc w:val="both"/>
      </w:pPr>
      <w:r>
        <w:t>25-9-69</w:t>
      </w:r>
    </w:p>
    <w:sectPr w:rsidR="00E16CB9" w:rsidSect="000A5BB7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51FA"/>
    <w:rsid w:val="00031CDC"/>
    <w:rsid w:val="000954A4"/>
    <w:rsid w:val="000A5BB7"/>
    <w:rsid w:val="001B76B2"/>
    <w:rsid w:val="001F1D2F"/>
    <w:rsid w:val="00265E16"/>
    <w:rsid w:val="0029516F"/>
    <w:rsid w:val="00363084"/>
    <w:rsid w:val="00381916"/>
    <w:rsid w:val="00541D98"/>
    <w:rsid w:val="005669EE"/>
    <w:rsid w:val="005765FC"/>
    <w:rsid w:val="005A5AC4"/>
    <w:rsid w:val="005D7A60"/>
    <w:rsid w:val="006319FB"/>
    <w:rsid w:val="0068264F"/>
    <w:rsid w:val="006E434C"/>
    <w:rsid w:val="0072429E"/>
    <w:rsid w:val="00772154"/>
    <w:rsid w:val="007733FD"/>
    <w:rsid w:val="007C65FA"/>
    <w:rsid w:val="007D6A57"/>
    <w:rsid w:val="00936E9F"/>
    <w:rsid w:val="0093786A"/>
    <w:rsid w:val="009902A6"/>
    <w:rsid w:val="00A41FFF"/>
    <w:rsid w:val="00A6052E"/>
    <w:rsid w:val="00A96BA3"/>
    <w:rsid w:val="00AD572F"/>
    <w:rsid w:val="00BA7AA6"/>
    <w:rsid w:val="00BD2C6B"/>
    <w:rsid w:val="00BD51FA"/>
    <w:rsid w:val="00C92FE7"/>
    <w:rsid w:val="00CA445A"/>
    <w:rsid w:val="00CC024A"/>
    <w:rsid w:val="00CE383D"/>
    <w:rsid w:val="00CE3EA6"/>
    <w:rsid w:val="00D02D5D"/>
    <w:rsid w:val="00D21269"/>
    <w:rsid w:val="00D349C9"/>
    <w:rsid w:val="00D50E0E"/>
    <w:rsid w:val="00E16CB9"/>
    <w:rsid w:val="00FC4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8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92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2FE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47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404</TotalTime>
  <Pages>2</Pages>
  <Words>609</Words>
  <Characters>3472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user33</cp:lastModifiedBy>
  <cp:revision>15</cp:revision>
  <cp:lastPrinted>2018-03-22T05:22:00Z</cp:lastPrinted>
  <dcterms:created xsi:type="dcterms:W3CDTF">2015-03-24T05:28:00Z</dcterms:created>
  <dcterms:modified xsi:type="dcterms:W3CDTF">2018-03-27T03:29:00Z</dcterms:modified>
</cp:coreProperties>
</file>