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F9" w:rsidRDefault="00C248F9" w:rsidP="00C63DE5">
      <w:pPr>
        <w:widowControl w:val="0"/>
        <w:spacing w:after="0" w:line="20" w:lineRule="atLeast"/>
        <w:ind w:firstLine="54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C248F9" w:rsidRDefault="00C248F9" w:rsidP="008D4D1F">
      <w:pPr>
        <w:widowControl w:val="0"/>
        <w:spacing w:after="0" w:line="20" w:lineRule="atLeast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C248F9" w:rsidRDefault="00C248F9" w:rsidP="008D4D1F">
      <w:pPr>
        <w:widowControl w:val="0"/>
        <w:spacing w:after="0" w:line="20" w:lineRule="atLeast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C248F9" w:rsidRDefault="00C248F9" w:rsidP="008D4D1F">
      <w:pPr>
        <w:widowControl w:val="0"/>
        <w:spacing w:after="0" w:line="20" w:lineRule="atLeast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Справка по итогам проведенного социологического опроса </w:t>
      </w:r>
    </w:p>
    <w:p w:rsidR="00C248F9" w:rsidRDefault="00C248F9" w:rsidP="008D4D1F">
      <w:pPr>
        <w:widowControl w:val="0"/>
        <w:spacing w:after="0" w:line="20" w:lineRule="atLeast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качестве оказания муниципальной услуги  по организации обучения образовательных программ дополнительного образования детей </w:t>
      </w:r>
    </w:p>
    <w:p w:rsidR="00C248F9" w:rsidRPr="008D4D1F" w:rsidRDefault="00C248F9" w:rsidP="008D4D1F">
      <w:pPr>
        <w:widowControl w:val="0"/>
        <w:spacing w:after="0" w:line="20" w:lineRule="atLeast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 сфере культуры и искусства </w:t>
      </w:r>
      <w:r w:rsidRPr="008D4D1F">
        <w:rPr>
          <w:rFonts w:ascii="Times New Roman" w:hAnsi="Times New Roman"/>
          <w:b/>
          <w:sz w:val="24"/>
          <w:szCs w:val="24"/>
        </w:rPr>
        <w:t>за 201</w:t>
      </w:r>
      <w:r>
        <w:rPr>
          <w:rFonts w:ascii="Times New Roman" w:hAnsi="Times New Roman"/>
          <w:b/>
          <w:sz w:val="24"/>
          <w:szCs w:val="24"/>
        </w:rPr>
        <w:t>7</w:t>
      </w:r>
      <w:r w:rsidRPr="008D4D1F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248F9" w:rsidRDefault="00C248F9" w:rsidP="000B752E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248F9" w:rsidRDefault="00C248F9" w:rsidP="000B752E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248F9" w:rsidRDefault="00C248F9" w:rsidP="000B752E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П</w:t>
      </w:r>
      <w:r w:rsidRPr="00155055">
        <w:rPr>
          <w:rFonts w:ascii="Times New Roman" w:hAnsi="Times New Roman"/>
          <w:sz w:val="24"/>
          <w:szCs w:val="24"/>
        </w:rPr>
        <w:t xml:space="preserve">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 с целью изучения мнения населения Дальнереченского городского округа о качестве оказания услуг </w:t>
      </w:r>
      <w:r>
        <w:rPr>
          <w:rFonts w:ascii="Times New Roman" w:hAnsi="Times New Roman"/>
          <w:sz w:val="24"/>
          <w:szCs w:val="24"/>
        </w:rPr>
        <w:t>в сфере деятельности культуры, м</w:t>
      </w:r>
      <w:r w:rsidRPr="00155055">
        <w:rPr>
          <w:rFonts w:ascii="Times New Roman" w:hAnsi="Times New Roman"/>
          <w:sz w:val="24"/>
          <w:szCs w:val="24"/>
        </w:rPr>
        <w:t>униципальным бюджетным учреждением дополнительного образования «Детская школа искусств»</w:t>
      </w:r>
      <w:r>
        <w:rPr>
          <w:rFonts w:ascii="Times New Roman" w:hAnsi="Times New Roman"/>
          <w:sz w:val="24"/>
          <w:szCs w:val="24"/>
        </w:rPr>
        <w:t>,</w:t>
      </w:r>
      <w:r w:rsidRPr="00155055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марте 2018г.</w:t>
      </w:r>
      <w:r w:rsidRPr="00155055">
        <w:rPr>
          <w:rFonts w:ascii="Times New Roman" w:hAnsi="Times New Roman"/>
          <w:sz w:val="24"/>
          <w:szCs w:val="24"/>
        </w:rPr>
        <w:t xml:space="preserve"> проводилось анкетирование среди данного населения. В анкетировании приняли участие более </w:t>
      </w:r>
      <w:r>
        <w:rPr>
          <w:rFonts w:ascii="Times New Roman" w:hAnsi="Times New Roman"/>
          <w:sz w:val="24"/>
          <w:szCs w:val="24"/>
        </w:rPr>
        <w:t>113</w:t>
      </w:r>
      <w:r w:rsidRPr="00155055">
        <w:rPr>
          <w:rFonts w:ascii="Times New Roman" w:hAnsi="Times New Roman"/>
          <w:sz w:val="24"/>
          <w:szCs w:val="24"/>
        </w:rPr>
        <w:t xml:space="preserve"> человек различных профессий, возрастов и пола. Анкетирование</w:t>
      </w:r>
      <w:r>
        <w:rPr>
          <w:rFonts w:ascii="Times New Roman" w:hAnsi="Times New Roman"/>
          <w:sz w:val="24"/>
          <w:szCs w:val="24"/>
        </w:rPr>
        <w:t xml:space="preserve"> проводилось среди родителей м</w:t>
      </w:r>
      <w:r w:rsidRPr="00155055">
        <w:rPr>
          <w:rFonts w:ascii="Times New Roman" w:hAnsi="Times New Roman"/>
          <w:sz w:val="24"/>
          <w:szCs w:val="24"/>
        </w:rPr>
        <w:t xml:space="preserve">униципального бюджетного учреждения дополнительного образования «Детская школа искусств» и среди жителей Дальнереченского городского округа. </w:t>
      </w:r>
    </w:p>
    <w:p w:rsidR="00C248F9" w:rsidRPr="00155055" w:rsidRDefault="00C248F9" w:rsidP="000B752E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155055">
        <w:rPr>
          <w:rFonts w:ascii="Times New Roman" w:hAnsi="Times New Roman"/>
          <w:sz w:val="24"/>
          <w:szCs w:val="24"/>
        </w:rPr>
        <w:t xml:space="preserve">Результат обследования показал, что </w:t>
      </w:r>
      <w:r w:rsidRPr="00FB043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5</w:t>
      </w:r>
      <w:r w:rsidRPr="00FB0435">
        <w:rPr>
          <w:rFonts w:ascii="Times New Roman" w:hAnsi="Times New Roman"/>
          <w:sz w:val="24"/>
          <w:szCs w:val="24"/>
        </w:rPr>
        <w:t>%</w:t>
      </w:r>
      <w:r w:rsidRPr="00155055">
        <w:rPr>
          <w:rFonts w:ascii="Times New Roman" w:hAnsi="Times New Roman"/>
          <w:sz w:val="24"/>
          <w:szCs w:val="24"/>
        </w:rPr>
        <w:t xml:space="preserve"> населения Дальнереченского городского округа полностью удовлетворены качеством </w:t>
      </w:r>
      <w:r>
        <w:rPr>
          <w:rFonts w:ascii="Times New Roman" w:hAnsi="Times New Roman"/>
          <w:sz w:val="24"/>
          <w:szCs w:val="24"/>
        </w:rPr>
        <w:t>оказания муниципальной услуги</w:t>
      </w:r>
      <w:r w:rsidRPr="00155055">
        <w:rPr>
          <w:rFonts w:ascii="Times New Roman" w:hAnsi="Times New Roman"/>
          <w:sz w:val="24"/>
          <w:szCs w:val="24"/>
        </w:rPr>
        <w:t xml:space="preserve"> в ДШИ, </w:t>
      </w:r>
      <w:r>
        <w:rPr>
          <w:rFonts w:ascii="Times New Roman" w:hAnsi="Times New Roman"/>
          <w:sz w:val="24"/>
          <w:szCs w:val="24"/>
        </w:rPr>
        <w:t>13</w:t>
      </w:r>
      <w:r w:rsidRPr="00FB0435">
        <w:rPr>
          <w:rFonts w:ascii="Times New Roman" w:hAnsi="Times New Roman"/>
          <w:sz w:val="24"/>
          <w:szCs w:val="24"/>
        </w:rPr>
        <w:t>%</w:t>
      </w:r>
      <w:r w:rsidRPr="00155055">
        <w:rPr>
          <w:rFonts w:ascii="Times New Roman" w:hAnsi="Times New Roman"/>
          <w:sz w:val="24"/>
          <w:szCs w:val="24"/>
        </w:rPr>
        <w:t xml:space="preserve"> респондентов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5055">
        <w:rPr>
          <w:rFonts w:ascii="Times New Roman" w:hAnsi="Times New Roman"/>
          <w:sz w:val="24"/>
          <w:szCs w:val="24"/>
        </w:rPr>
        <w:t>затруднились с ответом на данны</w:t>
      </w:r>
      <w:r>
        <w:rPr>
          <w:rFonts w:ascii="Times New Roman" w:hAnsi="Times New Roman"/>
          <w:sz w:val="24"/>
          <w:szCs w:val="24"/>
        </w:rPr>
        <w:t>е</w:t>
      </w:r>
      <w:r w:rsidRPr="00155055">
        <w:rPr>
          <w:rFonts w:ascii="Times New Roman" w:hAnsi="Times New Roman"/>
          <w:sz w:val="24"/>
          <w:szCs w:val="24"/>
        </w:rPr>
        <w:t xml:space="preserve"> вопрос</w:t>
      </w:r>
      <w:r>
        <w:rPr>
          <w:rFonts w:ascii="Times New Roman" w:hAnsi="Times New Roman"/>
          <w:sz w:val="24"/>
          <w:szCs w:val="24"/>
        </w:rPr>
        <w:t>ы</w:t>
      </w:r>
      <w:r w:rsidRPr="0015505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</w:t>
      </w:r>
      <w:r w:rsidRPr="00FB0435">
        <w:rPr>
          <w:rFonts w:ascii="Times New Roman" w:hAnsi="Times New Roman"/>
          <w:sz w:val="24"/>
          <w:szCs w:val="24"/>
        </w:rPr>
        <w:t>%</w:t>
      </w:r>
      <w:r w:rsidRPr="00155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респондентов не удовлетворены качеством оказания муниципальной услуги</w:t>
      </w:r>
      <w:r w:rsidRPr="00155055">
        <w:rPr>
          <w:rFonts w:ascii="Times New Roman" w:hAnsi="Times New Roman"/>
          <w:sz w:val="24"/>
          <w:szCs w:val="24"/>
        </w:rPr>
        <w:t>.</w:t>
      </w:r>
    </w:p>
    <w:p w:rsidR="00C248F9" w:rsidRPr="00155055" w:rsidRDefault="00C248F9" w:rsidP="000B752E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155055">
        <w:rPr>
          <w:rFonts w:ascii="Times New Roman" w:hAnsi="Times New Roman"/>
          <w:sz w:val="24"/>
          <w:szCs w:val="24"/>
        </w:rPr>
        <w:t>Оценка эффективности деятельности учреждений культуры населением Дальнереченского городского округа приведена ниже в виде свода по анкетам</w:t>
      </w:r>
      <w:r>
        <w:rPr>
          <w:rFonts w:ascii="Times New Roman" w:hAnsi="Times New Roman"/>
          <w:sz w:val="24"/>
          <w:szCs w:val="24"/>
        </w:rPr>
        <w:t>:</w:t>
      </w:r>
    </w:p>
    <w:p w:rsidR="00C248F9" w:rsidRPr="00155055" w:rsidRDefault="00C248F9" w:rsidP="000B752E">
      <w:pPr>
        <w:widowControl w:val="0"/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W w:w="9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37"/>
        <w:gridCol w:w="2552"/>
        <w:gridCol w:w="1808"/>
      </w:tblGrid>
      <w:tr w:rsidR="00C248F9" w:rsidRPr="00155055" w:rsidTr="00B42C3E">
        <w:trPr>
          <w:trHeight w:val="562"/>
        </w:trPr>
        <w:tc>
          <w:tcPr>
            <w:tcW w:w="5637" w:type="dxa"/>
          </w:tcPr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552" w:type="dxa"/>
          </w:tcPr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>Число респондентов</w:t>
            </w:r>
          </w:p>
          <w:p w:rsidR="00C248F9" w:rsidRPr="00155055" w:rsidRDefault="00C248F9" w:rsidP="00CF05BD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 xml:space="preserve"> чел.</w:t>
            </w:r>
          </w:p>
        </w:tc>
        <w:tc>
          <w:tcPr>
            <w:tcW w:w="1808" w:type="dxa"/>
            <w:vAlign w:val="center"/>
          </w:tcPr>
          <w:p w:rsidR="00C248F9" w:rsidRPr="00155055" w:rsidRDefault="00C248F9" w:rsidP="008D4D1F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0B752E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Удовлетворяет ли Вас состояние школьных помещений ДШИ?</w:t>
            </w:r>
          </w:p>
          <w:p w:rsidR="00C248F9" w:rsidRPr="00155055" w:rsidRDefault="00C248F9" w:rsidP="000B7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C248F9" w:rsidRPr="00155055" w:rsidRDefault="00C248F9" w:rsidP="000B7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C248F9" w:rsidRPr="00155055" w:rsidRDefault="00C248F9" w:rsidP="000B7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C248F9" w:rsidRPr="00155055" w:rsidRDefault="00C248F9" w:rsidP="000B752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C248F9" w:rsidRDefault="00C248F9" w:rsidP="006E3170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6E3170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6E3170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C248F9" w:rsidRDefault="00C248F9" w:rsidP="006E3170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Default="00C248F9" w:rsidP="006E3170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1%</w:t>
            </w:r>
          </w:p>
          <w:p w:rsidR="00C248F9" w:rsidRPr="00155055" w:rsidRDefault="00C248F9" w:rsidP="006E3170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</w:tr>
      <w:tr w:rsidR="00C248F9" w:rsidRPr="00155055" w:rsidTr="008D4D1F">
        <w:trPr>
          <w:trHeight w:val="871"/>
        </w:trPr>
        <w:tc>
          <w:tcPr>
            <w:tcW w:w="5637" w:type="dxa"/>
          </w:tcPr>
          <w:p w:rsidR="00C248F9" w:rsidRPr="00155055" w:rsidRDefault="00C248F9" w:rsidP="000B752E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>Устраивает ли Вас оформление учебных классов ДШИ?</w:t>
            </w:r>
          </w:p>
          <w:p w:rsidR="00C248F9" w:rsidRPr="00155055" w:rsidRDefault="00C248F9" w:rsidP="000B7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C248F9" w:rsidRPr="00155055" w:rsidRDefault="00C248F9" w:rsidP="000B7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C248F9" w:rsidRPr="00155055" w:rsidRDefault="00C248F9" w:rsidP="000B75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C248F9" w:rsidRPr="00155055" w:rsidRDefault="00C248F9" w:rsidP="000B752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0B752E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Удовлетворяет ли Вас материально-техническое обеспечение ДШИ?</w:t>
            </w:r>
          </w:p>
          <w:p w:rsidR="00C248F9" w:rsidRPr="00155055" w:rsidRDefault="00C248F9" w:rsidP="000B75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C248F9" w:rsidRPr="00155055" w:rsidRDefault="00C248F9" w:rsidP="000B75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C248F9" w:rsidRPr="00155055" w:rsidRDefault="00C248F9" w:rsidP="000B75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C248F9" w:rsidRDefault="00C248F9" w:rsidP="000B752E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  <w:p w:rsidR="00C248F9" w:rsidRDefault="00C248F9" w:rsidP="000B752E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Pr="00155055" w:rsidRDefault="00C248F9" w:rsidP="000B752E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801763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0B752E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Устраивает ли Вас качество преподавания предметов в ДШИ?</w:t>
            </w:r>
          </w:p>
          <w:p w:rsidR="00C248F9" w:rsidRPr="00155055" w:rsidRDefault="00C248F9" w:rsidP="000B75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C248F9" w:rsidRPr="00155055" w:rsidRDefault="00C248F9" w:rsidP="000B75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C248F9" w:rsidRPr="00155055" w:rsidRDefault="00C248F9" w:rsidP="000B75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C248F9" w:rsidRPr="00155055" w:rsidRDefault="00C248F9" w:rsidP="000B752E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0B752E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Каковы Ваши отношения с преподавателями ДШИ?</w:t>
            </w:r>
          </w:p>
          <w:p w:rsidR="00C248F9" w:rsidRPr="00155055" w:rsidRDefault="00C248F9" w:rsidP="000B752E">
            <w:pPr>
              <w:pStyle w:val="ListParagraph"/>
              <w:ind w:left="0"/>
            </w:pPr>
            <w:r w:rsidRPr="00155055">
              <w:t>а) хорошие</w:t>
            </w:r>
          </w:p>
          <w:p w:rsidR="00C248F9" w:rsidRPr="00155055" w:rsidRDefault="00C248F9" w:rsidP="000B752E">
            <w:pPr>
              <w:pStyle w:val="ListParagraph"/>
              <w:ind w:left="0"/>
            </w:pPr>
            <w:r w:rsidRPr="00155055">
              <w:t>б) удовлетворительные</w:t>
            </w:r>
          </w:p>
          <w:p w:rsidR="00C248F9" w:rsidRPr="00155055" w:rsidRDefault="00C248F9" w:rsidP="000B752E">
            <w:pPr>
              <w:pStyle w:val="ListParagraph"/>
              <w:ind w:left="0"/>
            </w:pPr>
            <w:r w:rsidRPr="00155055">
              <w:t xml:space="preserve">в) плохие </w:t>
            </w:r>
          </w:p>
          <w:p w:rsidR="00C248F9" w:rsidRPr="00155055" w:rsidRDefault="00C248F9" w:rsidP="000B752E">
            <w:pPr>
              <w:pStyle w:val="ListParagraph"/>
              <w:ind w:left="0"/>
            </w:pPr>
            <w:r w:rsidRPr="00155055">
              <w:t>г) затрудняюсь ответить</w:t>
            </w:r>
          </w:p>
          <w:p w:rsidR="00C248F9" w:rsidRPr="00155055" w:rsidRDefault="00C248F9" w:rsidP="00B94714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д) другое (написать свой вариант)</w:t>
            </w:r>
          </w:p>
          <w:p w:rsidR="00C248F9" w:rsidRPr="00155055" w:rsidRDefault="00C248F9" w:rsidP="00B94714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Каковы отношения Вашего ребенка с преподавателями ДШИ?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а) хорошие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б) удовлетворительные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 xml:space="preserve">в) плохие 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г) затрудняюсь ответить</w:t>
            </w:r>
          </w:p>
          <w:p w:rsidR="00C248F9" w:rsidRPr="00155055" w:rsidRDefault="00C248F9" w:rsidP="00B94714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д)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Каково отношение Вашего ребенка к школе в целом?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а) хорошее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б) удовлетворительное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 xml:space="preserve">в) плохое 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г) затрудняюсь ответить</w:t>
            </w:r>
          </w:p>
          <w:p w:rsidR="00C248F9" w:rsidRPr="00155055" w:rsidRDefault="00C248F9" w:rsidP="00B94714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д)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Pr="00155055" w:rsidRDefault="00C248F9" w:rsidP="0080176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Pr="00155055" w:rsidRDefault="00C248F9" w:rsidP="005A70A9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84"/>
            </w:pPr>
            <w:r w:rsidRPr="00155055">
              <w:rPr>
                <w:b/>
              </w:rPr>
              <w:t>Устаивает ли вас количество предложенных предметов для изучения в ДШИ?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 xml:space="preserve">а) да 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б) нет</w:t>
            </w:r>
          </w:p>
          <w:p w:rsidR="00C248F9" w:rsidRPr="00155055" w:rsidRDefault="00C248F9" w:rsidP="00B94714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в)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</w:tc>
      </w:tr>
      <w:tr w:rsidR="00C248F9" w:rsidRPr="00155055" w:rsidTr="00801763">
        <w:trPr>
          <w:trHeight w:val="1334"/>
        </w:trPr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Устраивает ли Вас компетентность, уровень профессионализма преподавателей ДШИ?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а) да</w:t>
            </w:r>
          </w:p>
          <w:p w:rsidR="00C248F9" w:rsidRPr="00155055" w:rsidRDefault="00C248F9" w:rsidP="00B94714">
            <w:pPr>
              <w:pStyle w:val="ListParagraph"/>
              <w:ind w:left="0"/>
            </w:pPr>
            <w:r w:rsidRPr="00155055">
              <w:t>б) нет</w:t>
            </w:r>
          </w:p>
          <w:p w:rsidR="00C248F9" w:rsidRPr="00155055" w:rsidRDefault="00C248F9" w:rsidP="00B947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в)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Удовлетворяет ли Вас расположение (территориальная доступность, размещение) МБУ ДО  «Детская школа искусств»?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C248F9" w:rsidRDefault="00C248F9" w:rsidP="00155055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155055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155055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155055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79%</w:t>
            </w:r>
          </w:p>
          <w:p w:rsidR="00C248F9" w:rsidRDefault="00C248F9" w:rsidP="00155055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  <w:p w:rsidR="00C248F9" w:rsidRDefault="00C248F9" w:rsidP="00155055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  <w:p w:rsidR="00C248F9" w:rsidRPr="00155055" w:rsidRDefault="00C248F9" w:rsidP="00155055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Удовлетворяет ли Вас график работы МБУ ДО «Детская школа искусств»?</w:t>
            </w:r>
          </w:p>
          <w:p w:rsidR="00C248F9" w:rsidRPr="00155055" w:rsidRDefault="00C248F9" w:rsidP="00B9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C248F9" w:rsidRPr="00155055" w:rsidRDefault="00C248F9" w:rsidP="00B9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C248F9" w:rsidRPr="00155055" w:rsidRDefault="00C248F9" w:rsidP="00B9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C248F9" w:rsidRPr="00155055" w:rsidRDefault="00C248F9" w:rsidP="00B947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95"/>
              <w:rPr>
                <w:b/>
              </w:rPr>
            </w:pPr>
            <w:r w:rsidRPr="00155055">
              <w:rPr>
                <w:b/>
              </w:rPr>
              <w:t>Ваш пол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мужской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б) женский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Ваш возраст</w:t>
            </w:r>
          </w:p>
          <w:p w:rsidR="00C248F9" w:rsidRPr="00155055" w:rsidRDefault="00C248F9" w:rsidP="00B9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18-29 лет</w:t>
            </w:r>
          </w:p>
          <w:p w:rsidR="00C248F9" w:rsidRPr="00155055" w:rsidRDefault="00C248F9" w:rsidP="00B9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б) 30-49 лет</w:t>
            </w:r>
          </w:p>
          <w:p w:rsidR="00C248F9" w:rsidRPr="00155055" w:rsidRDefault="00C248F9" w:rsidP="00B9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в) 50-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155055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C248F9" w:rsidRPr="00155055" w:rsidRDefault="00C248F9" w:rsidP="00B947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старше 60 лет</w:t>
            </w:r>
          </w:p>
        </w:tc>
        <w:tc>
          <w:tcPr>
            <w:tcW w:w="2552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  <w:p w:rsidR="00C248F9" w:rsidRPr="00155055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</w:tc>
      </w:tr>
      <w:tr w:rsidR="00C248F9" w:rsidRPr="00155055" w:rsidTr="008D4D1F">
        <w:tc>
          <w:tcPr>
            <w:tcW w:w="5637" w:type="dxa"/>
          </w:tcPr>
          <w:p w:rsidR="00C248F9" w:rsidRPr="00155055" w:rsidRDefault="00C248F9" w:rsidP="00B94714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 xml:space="preserve">Ваше образование 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неполное среднее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б) среднее (школа, ПТУ)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среднее-специальное (техникум) 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незаконченное высшее</w:t>
            </w:r>
          </w:p>
          <w:p w:rsidR="00C248F9" w:rsidRPr="00155055" w:rsidRDefault="00C248F9" w:rsidP="00B947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д) высшее</w:t>
            </w:r>
          </w:p>
        </w:tc>
        <w:tc>
          <w:tcPr>
            <w:tcW w:w="2552" w:type="dxa"/>
          </w:tcPr>
          <w:p w:rsidR="00C248F9" w:rsidRDefault="00C248F9" w:rsidP="009938EE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9938EE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48F9" w:rsidRDefault="00C248F9" w:rsidP="009938EE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C248F9" w:rsidRDefault="00C248F9" w:rsidP="009938EE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C248F9" w:rsidRDefault="00C248F9" w:rsidP="009938EE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48F9" w:rsidRPr="00155055" w:rsidRDefault="00C248F9" w:rsidP="005A70A9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808" w:type="dxa"/>
          </w:tcPr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34%</w:t>
            </w:r>
          </w:p>
          <w:p w:rsidR="00C248F9" w:rsidRDefault="00C248F9" w:rsidP="007319C3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C248F9" w:rsidRPr="00155055" w:rsidRDefault="00C248F9" w:rsidP="005A70A9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58%</w:t>
            </w:r>
          </w:p>
        </w:tc>
      </w:tr>
    </w:tbl>
    <w:p w:rsidR="00C248F9" w:rsidRPr="00CF0287" w:rsidRDefault="00C248F9" w:rsidP="000B752E">
      <w:pPr>
        <w:widowControl w:val="0"/>
        <w:spacing w:after="0" w:line="20" w:lineRule="atLeast"/>
        <w:jc w:val="center"/>
        <w:rPr>
          <w:rFonts w:ascii="Times New Roman" w:hAnsi="Times New Roman"/>
          <w:sz w:val="26"/>
          <w:szCs w:val="26"/>
        </w:rPr>
      </w:pPr>
    </w:p>
    <w:p w:rsidR="00C248F9" w:rsidRPr="00CF0287" w:rsidRDefault="00C248F9" w:rsidP="000B752E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sz w:val="26"/>
          <w:szCs w:val="26"/>
        </w:rPr>
      </w:pPr>
      <w:r w:rsidRPr="00155055">
        <w:rPr>
          <w:rFonts w:ascii="Times New Roman" w:hAnsi="Times New Roman"/>
          <w:sz w:val="24"/>
          <w:szCs w:val="24"/>
        </w:rPr>
        <w:t>В целом респондентами проставлена хорошая оценка работы Муниципального бюджетного учреждения дополнительного образования «Детская школа искусств», что выражается в удобстве режима работы учреждения, в обеспечении комфортности, и в качестве обслуживания в целом. Оценка компетентности и профессионализма сотрудников учреждения высокая. Есть некоторые претензии по поводу технического оснащения школьных помещений</w:t>
      </w:r>
      <w:r>
        <w:rPr>
          <w:rFonts w:ascii="Times New Roman" w:hAnsi="Times New Roman"/>
          <w:sz w:val="24"/>
          <w:szCs w:val="24"/>
        </w:rPr>
        <w:t>, парковочных мест и нехваткой педагогов по предмету скрипка.</w:t>
      </w:r>
      <w:r w:rsidRPr="00CF0287">
        <w:rPr>
          <w:rFonts w:ascii="Times New Roman" w:hAnsi="Times New Roman"/>
          <w:sz w:val="26"/>
          <w:szCs w:val="26"/>
        </w:rPr>
        <w:t xml:space="preserve"> </w:t>
      </w:r>
    </w:p>
    <w:p w:rsidR="00C248F9" w:rsidRDefault="00C248F9"/>
    <w:sectPr w:rsidR="00C248F9" w:rsidSect="002208FF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C334A"/>
    <w:multiLevelType w:val="hybridMultilevel"/>
    <w:tmpl w:val="B27260AA"/>
    <w:lvl w:ilvl="0" w:tplc="C8645C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52E"/>
    <w:rsid w:val="00016AC1"/>
    <w:rsid w:val="000410DD"/>
    <w:rsid w:val="00041757"/>
    <w:rsid w:val="000A471C"/>
    <w:rsid w:val="000B752E"/>
    <w:rsid w:val="00143372"/>
    <w:rsid w:val="00155055"/>
    <w:rsid w:val="0016173A"/>
    <w:rsid w:val="001E102B"/>
    <w:rsid w:val="002208FF"/>
    <w:rsid w:val="00310782"/>
    <w:rsid w:val="003B4DA8"/>
    <w:rsid w:val="00432EBA"/>
    <w:rsid w:val="005A70A9"/>
    <w:rsid w:val="005C44EE"/>
    <w:rsid w:val="005F4DE5"/>
    <w:rsid w:val="006C2A64"/>
    <w:rsid w:val="006E3170"/>
    <w:rsid w:val="006F0BAB"/>
    <w:rsid w:val="007319C3"/>
    <w:rsid w:val="007B0248"/>
    <w:rsid w:val="007E13E0"/>
    <w:rsid w:val="00801763"/>
    <w:rsid w:val="0083732E"/>
    <w:rsid w:val="008D4D1F"/>
    <w:rsid w:val="008E3128"/>
    <w:rsid w:val="00911525"/>
    <w:rsid w:val="009218AC"/>
    <w:rsid w:val="009938EE"/>
    <w:rsid w:val="00A252D7"/>
    <w:rsid w:val="00A56865"/>
    <w:rsid w:val="00B42C3E"/>
    <w:rsid w:val="00B4431E"/>
    <w:rsid w:val="00B679C4"/>
    <w:rsid w:val="00B94714"/>
    <w:rsid w:val="00C248F9"/>
    <w:rsid w:val="00C63DE5"/>
    <w:rsid w:val="00CD62AC"/>
    <w:rsid w:val="00CF0287"/>
    <w:rsid w:val="00CF05BD"/>
    <w:rsid w:val="00CF5A9F"/>
    <w:rsid w:val="00D2563F"/>
    <w:rsid w:val="00D567C2"/>
    <w:rsid w:val="00DA3EB7"/>
    <w:rsid w:val="00E177D4"/>
    <w:rsid w:val="00E71B34"/>
    <w:rsid w:val="00E74EEB"/>
    <w:rsid w:val="00F53BED"/>
    <w:rsid w:val="00F63A76"/>
    <w:rsid w:val="00FB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5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B752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8D4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A7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70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500</TotalTime>
  <Pages>3</Pages>
  <Words>615</Words>
  <Characters>3509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</cp:lastModifiedBy>
  <cp:revision>14</cp:revision>
  <cp:lastPrinted>2018-03-23T03:29:00Z</cp:lastPrinted>
  <dcterms:created xsi:type="dcterms:W3CDTF">2014-04-29T06:44:00Z</dcterms:created>
  <dcterms:modified xsi:type="dcterms:W3CDTF">2018-03-27T03:30:00Z</dcterms:modified>
</cp:coreProperties>
</file>