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E7D" w:rsidRPr="00681B9A" w:rsidRDefault="001C6E7D" w:rsidP="00A8102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Pr="00681B9A">
        <w:rPr>
          <w:sz w:val="26"/>
          <w:szCs w:val="26"/>
        </w:rPr>
        <w:t>Утверждена</w:t>
      </w:r>
    </w:p>
    <w:p w:rsidR="001C6E7D" w:rsidRPr="00681B9A" w:rsidRDefault="001C6E7D" w:rsidP="00A8102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  <w:r w:rsidRPr="00681B9A">
        <w:rPr>
          <w:sz w:val="26"/>
          <w:szCs w:val="26"/>
        </w:rPr>
        <w:t>постановлением администрации</w:t>
      </w:r>
    </w:p>
    <w:p w:rsidR="001C6E7D" w:rsidRPr="00681B9A" w:rsidRDefault="001C6E7D" w:rsidP="00A8102E">
      <w:pPr>
        <w:tabs>
          <w:tab w:val="left" w:pos="9900"/>
        </w:tabs>
        <w:ind w:left="6372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Дальнереченского городского </w:t>
      </w:r>
      <w:r w:rsidRPr="00681B9A">
        <w:rPr>
          <w:sz w:val="26"/>
          <w:szCs w:val="26"/>
        </w:rPr>
        <w:t>округа</w:t>
      </w:r>
    </w:p>
    <w:p w:rsidR="001C6E7D" w:rsidRPr="000851BC" w:rsidRDefault="001C6E7D" w:rsidP="00A8102E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Pr="000851BC">
        <w:rPr>
          <w:sz w:val="26"/>
          <w:szCs w:val="26"/>
          <w:u w:val="single"/>
        </w:rPr>
        <w:t>от 05 августа 2015 г. №831</w:t>
      </w:r>
    </w:p>
    <w:p w:rsidR="001C6E7D" w:rsidRPr="00681B9A" w:rsidRDefault="001C6E7D" w:rsidP="00A8102E">
      <w:pPr>
        <w:jc w:val="center"/>
        <w:rPr>
          <w:b/>
          <w:bCs/>
          <w:sz w:val="26"/>
          <w:szCs w:val="26"/>
          <w:u w:val="single"/>
        </w:rPr>
      </w:pPr>
    </w:p>
    <w:p w:rsidR="001C6E7D" w:rsidRPr="00681B9A" w:rsidRDefault="001C6E7D" w:rsidP="00A8102E">
      <w:pPr>
        <w:jc w:val="center"/>
        <w:rPr>
          <w:b/>
          <w:bCs/>
          <w:sz w:val="26"/>
          <w:szCs w:val="26"/>
        </w:rPr>
      </w:pPr>
      <w:r w:rsidRPr="00681B9A">
        <w:rPr>
          <w:b/>
          <w:bCs/>
          <w:sz w:val="26"/>
          <w:szCs w:val="26"/>
        </w:rPr>
        <w:t xml:space="preserve">Схема </w:t>
      </w:r>
    </w:p>
    <w:p w:rsidR="001C6E7D" w:rsidRPr="00681B9A" w:rsidRDefault="001C6E7D" w:rsidP="00A8102E">
      <w:pPr>
        <w:jc w:val="center"/>
        <w:rPr>
          <w:b/>
          <w:bCs/>
          <w:sz w:val="26"/>
          <w:szCs w:val="26"/>
        </w:rPr>
      </w:pPr>
      <w:r w:rsidRPr="00681B9A">
        <w:rPr>
          <w:b/>
          <w:bCs/>
          <w:sz w:val="26"/>
          <w:szCs w:val="26"/>
        </w:rPr>
        <w:t>размещения нестационарных торговых объектов</w:t>
      </w:r>
    </w:p>
    <w:p w:rsidR="001C6E7D" w:rsidRPr="00681B9A" w:rsidRDefault="001C6E7D" w:rsidP="00A8102E">
      <w:pPr>
        <w:jc w:val="center"/>
        <w:rPr>
          <w:b/>
          <w:bCs/>
          <w:sz w:val="26"/>
          <w:szCs w:val="26"/>
        </w:rPr>
      </w:pPr>
      <w:r w:rsidRPr="00681B9A">
        <w:rPr>
          <w:b/>
          <w:bCs/>
          <w:sz w:val="26"/>
          <w:szCs w:val="26"/>
        </w:rPr>
        <w:t xml:space="preserve"> на территории Дальнереченского городского округа </w:t>
      </w:r>
    </w:p>
    <w:p w:rsidR="001C6E7D" w:rsidRPr="00681B9A" w:rsidRDefault="001C6E7D" w:rsidP="00A8102E">
      <w:pPr>
        <w:jc w:val="center"/>
        <w:rPr>
          <w:b/>
          <w:bCs/>
          <w:sz w:val="26"/>
          <w:szCs w:val="26"/>
        </w:rPr>
      </w:pPr>
      <w:r w:rsidRPr="00681B9A">
        <w:rPr>
          <w:b/>
          <w:bCs/>
          <w:sz w:val="26"/>
          <w:szCs w:val="26"/>
        </w:rPr>
        <w:t>на 2015 год</w:t>
      </w:r>
    </w:p>
    <w:p w:rsidR="001C6E7D" w:rsidRPr="00681B9A" w:rsidRDefault="001C6E7D" w:rsidP="00A8102E">
      <w:pPr>
        <w:tabs>
          <w:tab w:val="left" w:pos="4500"/>
        </w:tabs>
        <w:jc w:val="center"/>
        <w:rPr>
          <w:sz w:val="28"/>
          <w:szCs w:val="28"/>
        </w:rPr>
      </w:pPr>
    </w:p>
    <w:tbl>
      <w:tblPr>
        <w:tblW w:w="150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779"/>
        <w:gridCol w:w="1979"/>
        <w:gridCol w:w="1260"/>
        <w:gridCol w:w="1190"/>
        <w:gridCol w:w="70"/>
        <w:gridCol w:w="180"/>
        <w:gridCol w:w="1730"/>
        <w:gridCol w:w="77"/>
        <w:gridCol w:w="1654"/>
        <w:gridCol w:w="69"/>
        <w:gridCol w:w="291"/>
        <w:gridCol w:w="2049"/>
      </w:tblGrid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 w:rsidRPr="00681B9A">
              <w:rPr>
                <w:sz w:val="22"/>
                <w:szCs w:val="22"/>
              </w:rPr>
              <w:t>№ п/п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rPr>
                <w:sz w:val="22"/>
                <w:szCs w:val="22"/>
              </w:rPr>
              <w:t>Адресные ориентиры нестационарного торгового объекта (адрес)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rPr>
                <w:sz w:val="22"/>
                <w:szCs w:val="22"/>
              </w:rPr>
              <w:t>Вид объекта</w:t>
            </w:r>
          </w:p>
        </w:tc>
        <w:tc>
          <w:tcPr>
            <w:tcW w:w="1260" w:type="dxa"/>
          </w:tcPr>
          <w:p w:rsidR="001C6E7D" w:rsidRPr="00A8102E" w:rsidRDefault="001C6E7D" w:rsidP="00BD2A60">
            <w:pPr>
              <w:jc w:val="center"/>
            </w:pPr>
            <w:r w:rsidRPr="00A8102E">
              <w:rPr>
                <w:sz w:val="22"/>
                <w:szCs w:val="22"/>
              </w:rPr>
              <w:t>Площадь земельного участка</w:t>
            </w:r>
          </w:p>
          <w:p w:rsidR="001C6E7D" w:rsidRPr="00A8102E" w:rsidRDefault="001C6E7D" w:rsidP="00BD2A60">
            <w:pPr>
              <w:jc w:val="center"/>
            </w:pPr>
            <w:r w:rsidRPr="00A8102E">
              <w:rPr>
                <w:sz w:val="22"/>
                <w:szCs w:val="22"/>
              </w:rPr>
              <w:t>кв.м.</w:t>
            </w:r>
          </w:p>
        </w:tc>
        <w:tc>
          <w:tcPr>
            <w:tcW w:w="1260" w:type="dxa"/>
            <w:gridSpan w:val="2"/>
          </w:tcPr>
          <w:p w:rsidR="001C6E7D" w:rsidRPr="00A8102E" w:rsidRDefault="001C6E7D" w:rsidP="00BD2A60">
            <w:pPr>
              <w:jc w:val="center"/>
            </w:pPr>
            <w:r w:rsidRPr="00A8102E">
              <w:rPr>
                <w:sz w:val="22"/>
                <w:szCs w:val="22"/>
              </w:rPr>
              <w:t>Площадь нестационарного торгового объекта</w:t>
            </w:r>
          </w:p>
          <w:p w:rsidR="001C6E7D" w:rsidRPr="00A8102E" w:rsidRDefault="001C6E7D" w:rsidP="00BD2A60">
            <w:pPr>
              <w:jc w:val="center"/>
            </w:pPr>
            <w:r w:rsidRPr="00A8102E">
              <w:rPr>
                <w:sz w:val="22"/>
                <w:szCs w:val="22"/>
              </w:rPr>
              <w:t>кв.м.</w:t>
            </w:r>
          </w:p>
        </w:tc>
        <w:tc>
          <w:tcPr>
            <w:tcW w:w="1987" w:type="dxa"/>
            <w:gridSpan w:val="3"/>
          </w:tcPr>
          <w:p w:rsidR="001C6E7D" w:rsidRDefault="001C6E7D" w:rsidP="00BD2A60">
            <w:pPr>
              <w:ind w:left="504" w:hanging="504"/>
              <w:jc w:val="center"/>
            </w:pPr>
            <w:r>
              <w:rPr>
                <w:sz w:val="22"/>
                <w:szCs w:val="22"/>
              </w:rPr>
              <w:t>Специализация</w:t>
            </w:r>
          </w:p>
          <w:p w:rsidR="001C6E7D" w:rsidRDefault="001C6E7D" w:rsidP="00BD2A60">
            <w:pPr>
              <w:ind w:left="504" w:hanging="504"/>
              <w:jc w:val="center"/>
            </w:pPr>
            <w:r>
              <w:rPr>
                <w:sz w:val="22"/>
                <w:szCs w:val="22"/>
              </w:rPr>
              <w:t>(ассортимент</w:t>
            </w:r>
          </w:p>
          <w:p w:rsidR="001C6E7D" w:rsidRPr="00681B9A" w:rsidRDefault="001C6E7D" w:rsidP="00BD2A60">
            <w:pPr>
              <w:ind w:left="504" w:hanging="504"/>
              <w:jc w:val="center"/>
            </w:pPr>
            <w:r>
              <w:rPr>
                <w:sz w:val="22"/>
                <w:szCs w:val="22"/>
              </w:rPr>
              <w:t xml:space="preserve">реализуемой </w:t>
            </w:r>
            <w:r w:rsidRPr="00681B9A">
              <w:rPr>
                <w:sz w:val="22"/>
                <w:szCs w:val="22"/>
              </w:rPr>
              <w:t>продукции)</w:t>
            </w:r>
          </w:p>
        </w:tc>
        <w:tc>
          <w:tcPr>
            <w:tcW w:w="2014" w:type="dxa"/>
            <w:gridSpan w:val="3"/>
          </w:tcPr>
          <w:p w:rsidR="001C6E7D" w:rsidRPr="00A8102E" w:rsidRDefault="001C6E7D" w:rsidP="00BD2A60">
            <w:pPr>
              <w:jc w:val="center"/>
            </w:pPr>
            <w:r w:rsidRPr="00A8102E">
              <w:rPr>
                <w:sz w:val="22"/>
                <w:szCs w:val="22"/>
              </w:rPr>
              <w:t>Вид собственности земельного участка, на котором расположен нестационарный торговый объект</w:t>
            </w:r>
          </w:p>
        </w:tc>
        <w:tc>
          <w:tcPr>
            <w:tcW w:w="2049" w:type="dxa"/>
          </w:tcPr>
          <w:p w:rsidR="001C6E7D" w:rsidRPr="00A8102E" w:rsidRDefault="001C6E7D" w:rsidP="00BD2A60">
            <w:pPr>
              <w:jc w:val="center"/>
            </w:pPr>
            <w:r w:rsidRPr="00A8102E">
              <w:rPr>
                <w:sz w:val="22"/>
                <w:szCs w:val="22"/>
              </w:rPr>
              <w:t>Период разрешения</w:t>
            </w:r>
          </w:p>
          <w:p w:rsidR="001C6E7D" w:rsidRPr="00A8102E" w:rsidRDefault="001C6E7D" w:rsidP="00BD2A60">
            <w:pPr>
              <w:jc w:val="center"/>
            </w:pPr>
            <w:r w:rsidRPr="00A8102E">
              <w:rPr>
                <w:sz w:val="22"/>
                <w:szCs w:val="22"/>
              </w:rPr>
              <w:t>на размещение нестационарного торгового</w:t>
            </w:r>
          </w:p>
          <w:p w:rsidR="001C6E7D" w:rsidRPr="00681B9A" w:rsidRDefault="001C6E7D" w:rsidP="00BD2A60">
            <w:pPr>
              <w:jc w:val="center"/>
            </w:pPr>
            <w:r w:rsidRPr="00681B9A">
              <w:rPr>
                <w:sz w:val="22"/>
                <w:szCs w:val="22"/>
              </w:rPr>
              <w:t>объекта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  <w:rPr>
                <w:sz w:val="20"/>
                <w:szCs w:val="20"/>
              </w:rPr>
            </w:pPr>
            <w:r w:rsidRPr="00681B9A">
              <w:rPr>
                <w:sz w:val="20"/>
                <w:szCs w:val="20"/>
              </w:rPr>
              <w:t>1</w:t>
            </w:r>
          </w:p>
        </w:tc>
        <w:tc>
          <w:tcPr>
            <w:tcW w:w="3779" w:type="dxa"/>
          </w:tcPr>
          <w:p w:rsidR="001C6E7D" w:rsidRPr="00681B9A" w:rsidRDefault="001C6E7D" w:rsidP="00BD2A60">
            <w:pPr>
              <w:jc w:val="center"/>
              <w:rPr>
                <w:sz w:val="20"/>
                <w:szCs w:val="20"/>
              </w:rPr>
            </w:pPr>
            <w:r w:rsidRPr="00681B9A">
              <w:rPr>
                <w:sz w:val="20"/>
                <w:szCs w:val="20"/>
              </w:rPr>
              <w:t>2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  <w:rPr>
                <w:sz w:val="20"/>
                <w:szCs w:val="20"/>
              </w:rPr>
            </w:pPr>
            <w:r w:rsidRPr="00681B9A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  <w:rPr>
                <w:sz w:val="20"/>
                <w:szCs w:val="20"/>
              </w:rPr>
            </w:pPr>
            <w:r w:rsidRPr="00681B9A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  <w:rPr>
                <w:sz w:val="20"/>
                <w:szCs w:val="20"/>
              </w:rPr>
            </w:pPr>
            <w:r w:rsidRPr="00681B9A"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  <w:rPr>
                <w:sz w:val="20"/>
                <w:szCs w:val="20"/>
              </w:rPr>
            </w:pPr>
            <w:r w:rsidRPr="00681B9A">
              <w:rPr>
                <w:sz w:val="20"/>
                <w:szCs w:val="20"/>
              </w:rPr>
              <w:t>6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  <w:rPr>
                <w:sz w:val="20"/>
                <w:szCs w:val="20"/>
              </w:rPr>
            </w:pPr>
            <w:r w:rsidRPr="00681B9A">
              <w:rPr>
                <w:sz w:val="20"/>
                <w:szCs w:val="20"/>
              </w:rPr>
              <w:t>7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  <w:rPr>
                <w:sz w:val="20"/>
                <w:szCs w:val="20"/>
              </w:rPr>
            </w:pPr>
            <w:r w:rsidRPr="00681B9A">
              <w:rPr>
                <w:sz w:val="20"/>
                <w:szCs w:val="20"/>
              </w:rPr>
              <w:t>8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 w:rsidRPr="00681B9A">
              <w:t>1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Дальнереченск, </w:t>
            </w:r>
          </w:p>
          <w:p w:rsidR="001C6E7D" w:rsidRPr="00A8102E" w:rsidRDefault="001C6E7D" w:rsidP="00BD2A60">
            <w:pPr>
              <w:jc w:val="center"/>
            </w:pPr>
            <w:r w:rsidRPr="00A8102E">
              <w:t xml:space="preserve">в 5 метрах от ориентира по направлению на юг 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ул. Даманского, 38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киоск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9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7,5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 w:rsidRPr="00681B9A">
              <w:t>2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Дальнереченск, 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в 35 метрах от ориентира по направлению на север от здания магазина ул. </w:t>
            </w:r>
            <w:r w:rsidRPr="00681B9A">
              <w:t>Тухачевского,</w:t>
            </w:r>
            <w:r>
              <w:t xml:space="preserve"> </w:t>
            </w:r>
            <w:r w:rsidRPr="00681B9A">
              <w:t>50</w:t>
            </w:r>
          </w:p>
        </w:tc>
        <w:tc>
          <w:tcPr>
            <w:tcW w:w="1979" w:type="dxa"/>
          </w:tcPr>
          <w:p w:rsidR="001C6E7D" w:rsidRDefault="001C6E7D" w:rsidP="00BD2A60">
            <w:pPr>
              <w:jc w:val="center"/>
            </w:pPr>
            <w:r>
              <w:t>Торговый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павильон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50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>50</w:t>
            </w:r>
          </w:p>
        </w:tc>
        <w:tc>
          <w:tcPr>
            <w:tcW w:w="1987" w:type="dxa"/>
            <w:gridSpan w:val="3"/>
          </w:tcPr>
          <w:p w:rsidR="001C6E7D" w:rsidRDefault="001C6E7D" w:rsidP="00BD2A60">
            <w:pPr>
              <w:jc w:val="center"/>
            </w:pPr>
            <w:r>
              <w:t>п</w:t>
            </w:r>
            <w:r w:rsidRPr="00681B9A">
              <w:t>род</w:t>
            </w:r>
            <w:r>
              <w:t xml:space="preserve">овольственные и </w:t>
            </w:r>
            <w:r w:rsidRPr="00681B9A">
              <w:t xml:space="preserve"> </w:t>
            </w:r>
            <w:r>
              <w:t>непродовольственные</w:t>
            </w:r>
          </w:p>
          <w:p w:rsidR="001C6E7D" w:rsidRPr="00681B9A" w:rsidRDefault="001C6E7D" w:rsidP="00BD2A60">
            <w:pPr>
              <w:jc w:val="center"/>
            </w:pPr>
            <w:r>
              <w:t>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 w:rsidRPr="00681B9A">
              <w:t>3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Дальнереченск, </w:t>
            </w:r>
          </w:p>
          <w:p w:rsidR="001C6E7D" w:rsidRPr="00A8102E" w:rsidRDefault="001C6E7D" w:rsidP="00BD2A60">
            <w:pPr>
              <w:jc w:val="center"/>
            </w:pPr>
            <w:r w:rsidRPr="00A8102E">
              <w:t xml:space="preserve">в 40 метрах от ориентира по направлению на северо-запад 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</w:t>
            </w:r>
            <w:r w:rsidRPr="00681B9A">
              <w:t xml:space="preserve">ул. Минская, 24 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павильон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433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>33.7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4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>г. Дальнереченск, ул. Уссурийская, 51</w:t>
            </w:r>
          </w:p>
          <w:p w:rsidR="001C6E7D" w:rsidRPr="00A8102E" w:rsidRDefault="001C6E7D" w:rsidP="00BD2A60">
            <w:pPr>
              <w:jc w:val="center"/>
            </w:pPr>
            <w:r w:rsidRPr="00A8102E">
              <w:t>привокзальная площадь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киоск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12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 федеральная собственность (субаренда с ОАО РЖД)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5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 </w:t>
            </w:r>
          </w:p>
          <w:p w:rsidR="001C6E7D" w:rsidRPr="00A8102E" w:rsidRDefault="001C6E7D" w:rsidP="00BD2A60">
            <w:pPr>
              <w:jc w:val="center"/>
            </w:pPr>
            <w:r w:rsidRPr="00A8102E">
              <w:t xml:space="preserve">в 6 метрах от ориентира по направлению на юг от жилого дома расположенного по 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</w:t>
            </w:r>
            <w:r w:rsidRPr="00681B9A">
              <w:t>ул. Ленина, 75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киоск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>
              <w:t>27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12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4603D8" w:rsidRDefault="001C6E7D" w:rsidP="00BD2A60">
            <w:pPr>
              <w:jc w:val="center"/>
            </w:pPr>
            <w:r w:rsidRPr="004603D8">
              <w:t>6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 </w:t>
            </w:r>
          </w:p>
          <w:p w:rsidR="001C6E7D" w:rsidRPr="00A8102E" w:rsidRDefault="001C6E7D" w:rsidP="00BD2A60">
            <w:pPr>
              <w:jc w:val="center"/>
            </w:pPr>
            <w:r w:rsidRPr="00A8102E">
              <w:t xml:space="preserve">в 8 метрах от ориентира по направлению на юг от жилого дома расположенного по 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</w:t>
            </w:r>
            <w:r w:rsidRPr="00681B9A">
              <w:t>ул. Ленина, 75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киоск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>
              <w:t>16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12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>
              <w:t>газетно-печатная продукция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8C2F18">
        <w:tc>
          <w:tcPr>
            <w:tcW w:w="720" w:type="dxa"/>
          </w:tcPr>
          <w:p w:rsidR="001C6E7D" w:rsidRPr="008C2F18" w:rsidRDefault="001C6E7D" w:rsidP="00BD2A60">
            <w:pPr>
              <w:jc w:val="center"/>
            </w:pPr>
            <w:r>
              <w:t>7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 </w:t>
            </w:r>
          </w:p>
          <w:p w:rsidR="001C6E7D" w:rsidRPr="00A8102E" w:rsidRDefault="001C6E7D" w:rsidP="00BD2A60">
            <w:pPr>
              <w:jc w:val="center"/>
            </w:pPr>
            <w:r w:rsidRPr="00A8102E">
              <w:t>в 6 метрах от ориентира по направлению</w:t>
            </w:r>
            <w:r>
              <w:t xml:space="preserve"> </w:t>
            </w:r>
            <w:r w:rsidRPr="00A8102E">
              <w:t xml:space="preserve">на север от многоквартирного жилого дома </w:t>
            </w:r>
          </w:p>
          <w:p w:rsidR="001C6E7D" w:rsidRPr="008C2F18" w:rsidRDefault="001C6E7D" w:rsidP="00BD2A60">
            <w:pPr>
              <w:jc w:val="center"/>
            </w:pPr>
            <w:r w:rsidRPr="00A8102E">
              <w:t xml:space="preserve"> </w:t>
            </w:r>
            <w:r w:rsidRPr="008C2F18">
              <w:t xml:space="preserve">по ул. Ленина, 66 </w:t>
            </w:r>
          </w:p>
        </w:tc>
        <w:tc>
          <w:tcPr>
            <w:tcW w:w="1979" w:type="dxa"/>
          </w:tcPr>
          <w:p w:rsidR="001C6E7D" w:rsidRPr="008C2F18" w:rsidRDefault="001C6E7D" w:rsidP="00BD2A60">
            <w:pPr>
              <w:jc w:val="center"/>
            </w:pPr>
            <w:r>
              <w:t>т</w:t>
            </w:r>
            <w:r w:rsidRPr="008C2F18">
              <w:t>орговый киоск</w:t>
            </w:r>
          </w:p>
        </w:tc>
        <w:tc>
          <w:tcPr>
            <w:tcW w:w="1260" w:type="dxa"/>
          </w:tcPr>
          <w:p w:rsidR="001C6E7D" w:rsidRPr="008C2F18" w:rsidRDefault="001C6E7D" w:rsidP="00BD2A60">
            <w:pPr>
              <w:jc w:val="center"/>
            </w:pPr>
            <w:r w:rsidRPr="008C2F18">
              <w:t xml:space="preserve">30,12 </w:t>
            </w:r>
          </w:p>
        </w:tc>
        <w:tc>
          <w:tcPr>
            <w:tcW w:w="1260" w:type="dxa"/>
            <w:gridSpan w:val="2"/>
          </w:tcPr>
          <w:p w:rsidR="001C6E7D" w:rsidRPr="008C2F18" w:rsidRDefault="001C6E7D" w:rsidP="00BD2A60">
            <w:pPr>
              <w:jc w:val="center"/>
            </w:pPr>
            <w:r w:rsidRPr="008C2F18">
              <w:t xml:space="preserve">9 </w:t>
            </w:r>
          </w:p>
        </w:tc>
        <w:tc>
          <w:tcPr>
            <w:tcW w:w="1987" w:type="dxa"/>
            <w:gridSpan w:val="3"/>
          </w:tcPr>
          <w:p w:rsidR="001C6E7D" w:rsidRPr="008C2F18" w:rsidRDefault="001C6E7D" w:rsidP="00BD2A60">
            <w:pPr>
              <w:jc w:val="center"/>
            </w:pPr>
            <w:r w:rsidRPr="008C2F18">
              <w:t>продовольственные товары</w:t>
            </w:r>
          </w:p>
        </w:tc>
        <w:tc>
          <w:tcPr>
            <w:tcW w:w="2014" w:type="dxa"/>
            <w:gridSpan w:val="3"/>
          </w:tcPr>
          <w:p w:rsidR="001C6E7D" w:rsidRPr="00A8102E" w:rsidRDefault="001C6E7D" w:rsidP="00BD2A60">
            <w:pPr>
              <w:jc w:val="center"/>
            </w:pPr>
            <w:r w:rsidRPr="00A8102E">
              <w:t>В границах участка многоквартирного жилого дома</w:t>
            </w:r>
          </w:p>
        </w:tc>
        <w:tc>
          <w:tcPr>
            <w:tcW w:w="2049" w:type="dxa"/>
          </w:tcPr>
          <w:p w:rsidR="001C6E7D" w:rsidRPr="008C2F18" w:rsidRDefault="001C6E7D" w:rsidP="00BD2A60">
            <w:r w:rsidRPr="008C2F18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8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 </w:t>
            </w:r>
          </w:p>
          <w:p w:rsidR="001C6E7D" w:rsidRPr="00A8102E" w:rsidRDefault="001C6E7D" w:rsidP="00BD2A60">
            <w:pPr>
              <w:jc w:val="center"/>
            </w:pPr>
            <w:r w:rsidRPr="00A8102E">
              <w:t xml:space="preserve">в 35 метрах от ориентира по направлению на северо-запад </w:t>
            </w:r>
          </w:p>
          <w:p w:rsidR="001C6E7D" w:rsidRPr="00A8102E" w:rsidRDefault="001C6E7D" w:rsidP="00BD2A60">
            <w:pPr>
              <w:jc w:val="center"/>
            </w:pPr>
            <w:r w:rsidRPr="00A8102E">
              <w:t xml:space="preserve">от здания по ул. Пушкина, 19 а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киоск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56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10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9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 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в 1,5 метрах от ориентира по направлению на юго-восток от здания по ул.  </w:t>
            </w:r>
            <w:r w:rsidRPr="00681B9A">
              <w:t xml:space="preserve">Г.Даманского, 36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киоск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>
              <w:t>44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>
              <w:t>8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29038B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10</w:t>
            </w:r>
          </w:p>
        </w:tc>
        <w:tc>
          <w:tcPr>
            <w:tcW w:w="3779" w:type="dxa"/>
          </w:tcPr>
          <w:p w:rsidR="001C6E7D" w:rsidRPr="0029038B" w:rsidRDefault="001C6E7D" w:rsidP="00BD2A60">
            <w:pPr>
              <w:jc w:val="center"/>
            </w:pPr>
            <w:r w:rsidRPr="0029038B">
              <w:t xml:space="preserve">г. Дальнереченск , </w:t>
            </w:r>
          </w:p>
          <w:p w:rsidR="001C6E7D" w:rsidRPr="0029038B" w:rsidRDefault="001C6E7D" w:rsidP="00BD2A60">
            <w:pPr>
              <w:jc w:val="center"/>
            </w:pPr>
            <w:r w:rsidRPr="0029038B">
              <w:t>в 5 метрах от ориентира по направлению на север от здания</w:t>
            </w:r>
          </w:p>
          <w:p w:rsidR="001C6E7D" w:rsidRPr="0029038B" w:rsidRDefault="001C6E7D" w:rsidP="00BD2A60">
            <w:pPr>
              <w:jc w:val="center"/>
            </w:pPr>
            <w:r w:rsidRPr="0029038B">
              <w:t xml:space="preserve"> по ул. М. Личенко,13-а</w:t>
            </w:r>
          </w:p>
        </w:tc>
        <w:tc>
          <w:tcPr>
            <w:tcW w:w="1979" w:type="dxa"/>
          </w:tcPr>
          <w:p w:rsidR="001C6E7D" w:rsidRPr="0029038B" w:rsidRDefault="001C6E7D" w:rsidP="00BD2A60">
            <w:pPr>
              <w:jc w:val="center"/>
            </w:pPr>
            <w:r w:rsidRPr="0029038B">
              <w:t>торговый киоск</w:t>
            </w:r>
          </w:p>
        </w:tc>
        <w:tc>
          <w:tcPr>
            <w:tcW w:w="1260" w:type="dxa"/>
          </w:tcPr>
          <w:p w:rsidR="001C6E7D" w:rsidRPr="0029038B" w:rsidRDefault="001C6E7D" w:rsidP="00BD2A60">
            <w:pPr>
              <w:jc w:val="center"/>
            </w:pPr>
            <w:r w:rsidRPr="0029038B">
              <w:t xml:space="preserve">28 </w:t>
            </w:r>
          </w:p>
        </w:tc>
        <w:tc>
          <w:tcPr>
            <w:tcW w:w="1260" w:type="dxa"/>
            <w:gridSpan w:val="2"/>
          </w:tcPr>
          <w:p w:rsidR="001C6E7D" w:rsidRPr="0029038B" w:rsidRDefault="001C6E7D" w:rsidP="00BD2A60">
            <w:pPr>
              <w:jc w:val="center"/>
            </w:pPr>
            <w:r w:rsidRPr="0029038B">
              <w:t>12</w:t>
            </w:r>
          </w:p>
        </w:tc>
        <w:tc>
          <w:tcPr>
            <w:tcW w:w="1987" w:type="dxa"/>
            <w:gridSpan w:val="3"/>
          </w:tcPr>
          <w:p w:rsidR="001C6E7D" w:rsidRPr="0029038B" w:rsidRDefault="001C6E7D" w:rsidP="00BD2A60">
            <w:pPr>
              <w:jc w:val="center"/>
            </w:pPr>
            <w:r w:rsidRPr="0029038B">
              <w:t>продовольственные товары</w:t>
            </w:r>
          </w:p>
        </w:tc>
        <w:tc>
          <w:tcPr>
            <w:tcW w:w="2014" w:type="dxa"/>
            <w:gridSpan w:val="3"/>
          </w:tcPr>
          <w:p w:rsidR="001C6E7D" w:rsidRPr="0029038B" w:rsidRDefault="001C6E7D" w:rsidP="00BD2A60">
            <w:pPr>
              <w:jc w:val="center"/>
            </w:pPr>
            <w:r w:rsidRPr="0029038B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29038B" w:rsidRDefault="001C6E7D" w:rsidP="00BD2A60">
            <w:r w:rsidRPr="0029038B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11177C" w:rsidRDefault="001C6E7D" w:rsidP="00BD2A60">
            <w:pPr>
              <w:jc w:val="center"/>
            </w:pPr>
            <w:r w:rsidRPr="0011177C">
              <w:t>11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>г. Дальнереченск,</w:t>
            </w:r>
          </w:p>
          <w:p w:rsidR="001C6E7D" w:rsidRPr="005D3146" w:rsidRDefault="001C6E7D" w:rsidP="00BD2A60">
            <w:pPr>
              <w:jc w:val="center"/>
            </w:pPr>
            <w:r w:rsidRPr="00A8102E">
              <w:t xml:space="preserve">в 40 метрах от ориентира по направлению на юго-запад от здания ул. </w:t>
            </w:r>
            <w:r>
              <w:t>Г. Даманского , 38</w:t>
            </w:r>
          </w:p>
        </w:tc>
        <w:tc>
          <w:tcPr>
            <w:tcW w:w="1979" w:type="dxa"/>
          </w:tcPr>
          <w:p w:rsidR="001C6E7D" w:rsidRPr="00A8102E" w:rsidRDefault="001C6E7D" w:rsidP="00BD2A60">
            <w:pPr>
              <w:jc w:val="center"/>
            </w:pPr>
            <w:r w:rsidRPr="00A8102E">
              <w:t>торговый павильон совмещенный с остановочным пунктом</w:t>
            </w:r>
          </w:p>
        </w:tc>
        <w:tc>
          <w:tcPr>
            <w:tcW w:w="1260" w:type="dxa"/>
          </w:tcPr>
          <w:p w:rsidR="001C6E7D" w:rsidRPr="005D3146" w:rsidRDefault="001C6E7D" w:rsidP="00BD2A60">
            <w:pPr>
              <w:jc w:val="center"/>
            </w:pPr>
            <w:r w:rsidRPr="005D3146">
              <w:t xml:space="preserve">48 </w:t>
            </w:r>
          </w:p>
        </w:tc>
        <w:tc>
          <w:tcPr>
            <w:tcW w:w="1260" w:type="dxa"/>
            <w:gridSpan w:val="2"/>
          </w:tcPr>
          <w:p w:rsidR="001C6E7D" w:rsidRPr="005D3146" w:rsidRDefault="001C6E7D" w:rsidP="00BD2A60">
            <w:pPr>
              <w:jc w:val="center"/>
            </w:pPr>
            <w:r w:rsidRPr="005D3146">
              <w:t xml:space="preserve">48 </w:t>
            </w:r>
          </w:p>
        </w:tc>
        <w:tc>
          <w:tcPr>
            <w:tcW w:w="1987" w:type="dxa"/>
            <w:gridSpan w:val="3"/>
          </w:tcPr>
          <w:p w:rsidR="001C6E7D" w:rsidRPr="005D3146" w:rsidRDefault="001C6E7D" w:rsidP="00BD2A60">
            <w:pPr>
              <w:jc w:val="center"/>
            </w:pPr>
            <w:r w:rsidRPr="005D3146">
              <w:t>продовольственные товары</w:t>
            </w:r>
          </w:p>
        </w:tc>
        <w:tc>
          <w:tcPr>
            <w:tcW w:w="2014" w:type="dxa"/>
            <w:gridSpan w:val="3"/>
          </w:tcPr>
          <w:p w:rsidR="001C6E7D" w:rsidRPr="00D237B3" w:rsidRDefault="001C6E7D" w:rsidP="00BD2A60">
            <w:pPr>
              <w:jc w:val="center"/>
            </w:pPr>
            <w:r w:rsidRPr="00D237B3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5D3146" w:rsidRDefault="001C6E7D" w:rsidP="00BD2A60">
            <w:r w:rsidRPr="005D3146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12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в 20 метрах от ориентира по направлению на юг от жилого дома по ул. </w:t>
            </w:r>
            <w:r w:rsidRPr="00681B9A">
              <w:t xml:space="preserve">Ломоносова, 5 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павильон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145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13</w:t>
            </w:r>
          </w:p>
        </w:tc>
        <w:tc>
          <w:tcPr>
            <w:tcW w:w="3779" w:type="dxa"/>
          </w:tcPr>
          <w:p w:rsidR="001C6E7D" w:rsidRPr="00BD2A60" w:rsidRDefault="001C6E7D" w:rsidP="00BD2A60">
            <w:pPr>
              <w:jc w:val="center"/>
            </w:pPr>
            <w:r w:rsidRPr="00BD2A60">
              <w:t xml:space="preserve">г. Дальнереченск, в 37 метрах от ориентира по направлению на северо-восток </w:t>
            </w:r>
          </w:p>
          <w:p w:rsidR="001C6E7D" w:rsidRPr="00BD2A60" w:rsidRDefault="001C6E7D" w:rsidP="00BD2A60">
            <w:pPr>
              <w:jc w:val="center"/>
            </w:pPr>
            <w:r w:rsidRPr="00BD2A60">
              <w:t>от жилого дома по</w:t>
            </w:r>
          </w:p>
          <w:p w:rsidR="001C6E7D" w:rsidRPr="00BD2A60" w:rsidRDefault="001C6E7D" w:rsidP="00BD2A60">
            <w:pPr>
              <w:jc w:val="center"/>
            </w:pPr>
            <w:r w:rsidRPr="00BD2A60">
              <w:t xml:space="preserve"> ул. 2-ая Степная, 1</w:t>
            </w:r>
          </w:p>
        </w:tc>
        <w:tc>
          <w:tcPr>
            <w:tcW w:w="1979" w:type="dxa"/>
          </w:tcPr>
          <w:p w:rsidR="001C6E7D" w:rsidRPr="00BD2A60" w:rsidRDefault="001C6E7D" w:rsidP="00BD2A60">
            <w:pPr>
              <w:jc w:val="center"/>
            </w:pPr>
            <w:r w:rsidRPr="00BD2A60">
              <w:t>4 торговых павильона</w:t>
            </w:r>
          </w:p>
          <w:p w:rsidR="001C6E7D" w:rsidRPr="00BD2A60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BD2A60" w:rsidRDefault="001C6E7D" w:rsidP="00BD2A60">
            <w:pPr>
              <w:jc w:val="center"/>
            </w:pPr>
            <w:r w:rsidRPr="00BD2A60">
              <w:t xml:space="preserve">717 </w:t>
            </w:r>
          </w:p>
          <w:p w:rsidR="001C6E7D" w:rsidRPr="00BD2A60" w:rsidRDefault="001C6E7D" w:rsidP="00BD2A60"/>
          <w:p w:rsidR="001C6E7D" w:rsidRPr="00BD2A60" w:rsidRDefault="001C6E7D" w:rsidP="00BD2A60">
            <w:pPr>
              <w:jc w:val="center"/>
            </w:pPr>
          </w:p>
        </w:tc>
        <w:tc>
          <w:tcPr>
            <w:tcW w:w="1260" w:type="dxa"/>
            <w:gridSpan w:val="2"/>
          </w:tcPr>
          <w:p w:rsidR="001C6E7D" w:rsidRPr="00BD2A60" w:rsidRDefault="001C6E7D" w:rsidP="00BD2A60">
            <w:pPr>
              <w:jc w:val="center"/>
            </w:pPr>
            <w:r w:rsidRPr="00BD2A60">
              <w:t>108</w:t>
            </w:r>
          </w:p>
        </w:tc>
        <w:tc>
          <w:tcPr>
            <w:tcW w:w="1987" w:type="dxa"/>
            <w:gridSpan w:val="3"/>
          </w:tcPr>
          <w:p w:rsidR="001C6E7D" w:rsidRPr="00BD2A60" w:rsidRDefault="001C6E7D" w:rsidP="00BD2A60">
            <w:pPr>
              <w:jc w:val="center"/>
            </w:pPr>
            <w:r w:rsidRPr="00BD2A60">
              <w:t>продовольственные товары</w:t>
            </w:r>
          </w:p>
        </w:tc>
        <w:tc>
          <w:tcPr>
            <w:tcW w:w="2014" w:type="dxa"/>
            <w:gridSpan w:val="3"/>
          </w:tcPr>
          <w:p w:rsidR="001C6E7D" w:rsidRPr="00BD2A60" w:rsidRDefault="001C6E7D" w:rsidP="00BD2A60">
            <w:pPr>
              <w:jc w:val="center"/>
            </w:pPr>
            <w:r w:rsidRPr="00BD2A60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BD2A60" w:rsidRDefault="001C6E7D" w:rsidP="00BD2A60">
            <w:r w:rsidRPr="00BD2A60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14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Дальнереченск, в 22 метрах от ориентира по направлению на юго-запад от жилого здания 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ул. Г.Даманского, 34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павильон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32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>25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>
              <w:t>непродовольственные</w:t>
            </w:r>
            <w:r w:rsidRPr="00681B9A">
              <w:t xml:space="preserve"> 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15</w:t>
            </w:r>
          </w:p>
        </w:tc>
        <w:tc>
          <w:tcPr>
            <w:tcW w:w="3779" w:type="dxa"/>
          </w:tcPr>
          <w:p w:rsidR="001C6E7D" w:rsidRPr="00BD2A60" w:rsidRDefault="001C6E7D" w:rsidP="00BD2A60">
            <w:pPr>
              <w:jc w:val="center"/>
            </w:pPr>
            <w:r w:rsidRPr="00BD2A60">
              <w:t>с. Лазо, ул. Советская, 74-а</w:t>
            </w:r>
          </w:p>
        </w:tc>
        <w:tc>
          <w:tcPr>
            <w:tcW w:w="1979" w:type="dxa"/>
          </w:tcPr>
          <w:p w:rsidR="001C6E7D" w:rsidRPr="00BD2A60" w:rsidRDefault="001C6E7D" w:rsidP="00BD2A60">
            <w:pPr>
              <w:jc w:val="center"/>
            </w:pPr>
            <w:r w:rsidRPr="00BD2A60">
              <w:t>торговый павильон</w:t>
            </w:r>
          </w:p>
        </w:tc>
        <w:tc>
          <w:tcPr>
            <w:tcW w:w="1260" w:type="dxa"/>
          </w:tcPr>
          <w:p w:rsidR="001C6E7D" w:rsidRPr="00BD2A60" w:rsidRDefault="001C6E7D" w:rsidP="00BD2A60">
            <w:pPr>
              <w:jc w:val="center"/>
            </w:pPr>
            <w:r w:rsidRPr="00BD2A60">
              <w:t xml:space="preserve">54 </w:t>
            </w:r>
          </w:p>
        </w:tc>
        <w:tc>
          <w:tcPr>
            <w:tcW w:w="1260" w:type="dxa"/>
            <w:gridSpan w:val="2"/>
          </w:tcPr>
          <w:p w:rsidR="001C6E7D" w:rsidRPr="00BD2A60" w:rsidRDefault="001C6E7D" w:rsidP="00BD2A60">
            <w:pPr>
              <w:jc w:val="center"/>
            </w:pPr>
            <w:r w:rsidRPr="00BD2A60">
              <w:t xml:space="preserve">20,9 </w:t>
            </w:r>
          </w:p>
        </w:tc>
        <w:tc>
          <w:tcPr>
            <w:tcW w:w="1987" w:type="dxa"/>
            <w:gridSpan w:val="3"/>
          </w:tcPr>
          <w:p w:rsidR="001C6E7D" w:rsidRPr="00BD2A60" w:rsidRDefault="001C6E7D" w:rsidP="00BD2A60">
            <w:pPr>
              <w:jc w:val="center"/>
            </w:pPr>
            <w:r w:rsidRPr="00BD2A60">
              <w:t>продовольственные и непродовольственные  товары</w:t>
            </w:r>
          </w:p>
        </w:tc>
        <w:tc>
          <w:tcPr>
            <w:tcW w:w="2014" w:type="dxa"/>
            <w:gridSpan w:val="3"/>
          </w:tcPr>
          <w:p w:rsidR="001C6E7D" w:rsidRPr="00BD2A60" w:rsidRDefault="001C6E7D" w:rsidP="00BD2A60">
            <w:pPr>
              <w:jc w:val="center"/>
            </w:pPr>
            <w:r w:rsidRPr="00BD2A60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BD2A60" w:rsidRDefault="001C6E7D" w:rsidP="00BD2A60">
            <w:r w:rsidRPr="00BD2A60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16</w:t>
            </w:r>
          </w:p>
        </w:tc>
        <w:tc>
          <w:tcPr>
            <w:tcW w:w="3779" w:type="dxa"/>
          </w:tcPr>
          <w:p w:rsidR="001C6E7D" w:rsidRPr="00A8102E" w:rsidRDefault="001C6E7D" w:rsidP="00C62EED">
            <w:pPr>
              <w:jc w:val="center"/>
            </w:pPr>
            <w:r w:rsidRPr="00A8102E">
              <w:t xml:space="preserve">г. Дальнереченск, в 28 метрах от ориентира по направлению на юг, ул. 50 лет Октября, 54/6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павильон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>
              <w:t>161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>
              <w:t>100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>
              <w:t>непродовольственные</w:t>
            </w:r>
            <w:r w:rsidRPr="00681B9A">
              <w:t xml:space="preserve"> 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17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 г. Дальнереченск, </w:t>
            </w:r>
          </w:p>
          <w:p w:rsidR="001C6E7D" w:rsidRPr="00681B9A" w:rsidRDefault="001C6E7D" w:rsidP="00C62EED">
            <w:pPr>
              <w:jc w:val="center"/>
            </w:pPr>
            <w:r w:rsidRPr="00A8102E">
              <w:t xml:space="preserve">в 40 метрах от ориентира по направлению на северо - запад от здания по </w:t>
            </w:r>
            <w:r w:rsidRPr="00681B9A">
              <w:t>ул. Г. Даманского,10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то</w:t>
            </w:r>
            <w:r w:rsidRPr="00681B9A">
              <w:t xml:space="preserve">рговый павильон 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52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>
              <w:t>45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>
              <w:t>ц</w:t>
            </w:r>
            <w:r w:rsidRPr="00681B9A">
              <w:t>веты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18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 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в 22 метрах от ориентира по направлению на юго-запад  от здания по ул. </w:t>
            </w:r>
            <w:r w:rsidRPr="00681B9A">
              <w:t xml:space="preserve">М.Личенко, 28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павильон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41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>
              <w:t>41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>
              <w:t>ц</w:t>
            </w:r>
            <w:r w:rsidRPr="00681B9A">
              <w:t>веты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19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>г. Дальнереченск, в 6 метрах от ориентира по направлению на северо-восток от здания по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</w:t>
            </w:r>
            <w:r w:rsidRPr="00681B9A">
              <w:t>ул. Г. Даманского, 15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павильон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70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24 </w:t>
            </w:r>
          </w:p>
        </w:tc>
        <w:tc>
          <w:tcPr>
            <w:tcW w:w="1987" w:type="dxa"/>
            <w:gridSpan w:val="3"/>
          </w:tcPr>
          <w:p w:rsidR="001C6E7D" w:rsidRDefault="001C6E7D" w:rsidP="00BD2A60">
            <w:r w:rsidRPr="00C359D8">
              <w:t>непродовольственные 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20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>г. Дальнереченск, в 25 метрах от ориентира по направлению на северо-запад от здания по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</w:t>
            </w:r>
            <w:r w:rsidRPr="00681B9A">
              <w:t>ул. Г. Даманского, 15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 павильон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72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>46</w:t>
            </w:r>
          </w:p>
        </w:tc>
        <w:tc>
          <w:tcPr>
            <w:tcW w:w="1987" w:type="dxa"/>
            <w:gridSpan w:val="3"/>
          </w:tcPr>
          <w:p w:rsidR="001C6E7D" w:rsidRDefault="001C6E7D" w:rsidP="00BD2A60">
            <w:r w:rsidRPr="00C359D8">
              <w:t>непродовольственные 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21</w:t>
            </w:r>
          </w:p>
        </w:tc>
        <w:tc>
          <w:tcPr>
            <w:tcW w:w="3779" w:type="dxa"/>
          </w:tcPr>
          <w:p w:rsidR="001C6E7D" w:rsidRPr="00681B9A" w:rsidRDefault="001C6E7D" w:rsidP="00BD2A60">
            <w:pPr>
              <w:jc w:val="center"/>
            </w:pPr>
            <w:r w:rsidRPr="00A8102E">
              <w:t xml:space="preserve">г. Дальнереченск, в 10 метрах от ориентира по направлению на юго-запад от здания по ул. </w:t>
            </w:r>
            <w:r w:rsidRPr="00681B9A">
              <w:t>Тухачевского, 61-а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</w:t>
            </w:r>
          </w:p>
          <w:p w:rsidR="001C6E7D" w:rsidRPr="00681B9A" w:rsidRDefault="001C6E7D" w:rsidP="00BD2A60">
            <w:pPr>
              <w:jc w:val="center"/>
            </w:pPr>
            <w:r w:rsidRPr="00681B9A">
              <w:t xml:space="preserve"> киоск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35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>15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22</w:t>
            </w:r>
          </w:p>
        </w:tc>
        <w:tc>
          <w:tcPr>
            <w:tcW w:w="3779" w:type="dxa"/>
          </w:tcPr>
          <w:p w:rsidR="001C6E7D" w:rsidRPr="0029038B" w:rsidRDefault="001C6E7D" w:rsidP="00BD2A60">
            <w:pPr>
              <w:jc w:val="center"/>
            </w:pPr>
            <w:r w:rsidRPr="0029038B">
              <w:t>Дальнереченск, в 35 метрах от ориентира по направлению на запад ул. М. Личенко, 15-б</w:t>
            </w:r>
          </w:p>
          <w:p w:rsidR="001C6E7D" w:rsidRPr="0029038B" w:rsidRDefault="001C6E7D" w:rsidP="00BD2A60">
            <w:pPr>
              <w:jc w:val="center"/>
            </w:pPr>
          </w:p>
        </w:tc>
        <w:tc>
          <w:tcPr>
            <w:tcW w:w="1979" w:type="dxa"/>
          </w:tcPr>
          <w:p w:rsidR="001C6E7D" w:rsidRPr="0029038B" w:rsidRDefault="001C6E7D" w:rsidP="00BD2A60">
            <w:pPr>
              <w:jc w:val="center"/>
            </w:pPr>
            <w:r w:rsidRPr="0029038B">
              <w:t>торговый</w:t>
            </w:r>
          </w:p>
          <w:p w:rsidR="001C6E7D" w:rsidRPr="0029038B" w:rsidRDefault="001C6E7D" w:rsidP="00BD2A60">
            <w:pPr>
              <w:jc w:val="center"/>
            </w:pPr>
            <w:r w:rsidRPr="0029038B">
              <w:t>павильон</w:t>
            </w:r>
          </w:p>
        </w:tc>
        <w:tc>
          <w:tcPr>
            <w:tcW w:w="1260" w:type="dxa"/>
          </w:tcPr>
          <w:p w:rsidR="001C6E7D" w:rsidRPr="0029038B" w:rsidRDefault="001C6E7D" w:rsidP="000B157E">
            <w:pPr>
              <w:jc w:val="center"/>
            </w:pPr>
            <w:r w:rsidRPr="0029038B">
              <w:t>60</w:t>
            </w:r>
          </w:p>
        </w:tc>
        <w:tc>
          <w:tcPr>
            <w:tcW w:w="1260" w:type="dxa"/>
            <w:gridSpan w:val="2"/>
          </w:tcPr>
          <w:p w:rsidR="001C6E7D" w:rsidRPr="0029038B" w:rsidRDefault="001C6E7D" w:rsidP="000B157E">
            <w:pPr>
              <w:jc w:val="center"/>
            </w:pPr>
            <w:r w:rsidRPr="0029038B">
              <w:t>40</w:t>
            </w:r>
          </w:p>
        </w:tc>
        <w:tc>
          <w:tcPr>
            <w:tcW w:w="1987" w:type="dxa"/>
            <w:gridSpan w:val="3"/>
          </w:tcPr>
          <w:p w:rsidR="001C6E7D" w:rsidRPr="0029038B" w:rsidRDefault="001C6E7D" w:rsidP="00BD2A60">
            <w:pPr>
              <w:jc w:val="center"/>
            </w:pPr>
            <w:r w:rsidRPr="0029038B">
              <w:t>продовольственные товары</w:t>
            </w:r>
          </w:p>
        </w:tc>
        <w:tc>
          <w:tcPr>
            <w:tcW w:w="2014" w:type="dxa"/>
            <w:gridSpan w:val="3"/>
          </w:tcPr>
          <w:p w:rsidR="001C6E7D" w:rsidRPr="0029038B" w:rsidRDefault="001C6E7D" w:rsidP="00BD2A60">
            <w:pPr>
              <w:jc w:val="center"/>
            </w:pPr>
            <w:r w:rsidRPr="0029038B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29038B" w:rsidRDefault="001C6E7D" w:rsidP="00BD2A60">
            <w:r w:rsidRPr="0029038B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23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>г. Дальнереченск, в 30 метрах от ориентира по направлению на запад от здания по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</w:t>
            </w:r>
            <w:r w:rsidRPr="00681B9A">
              <w:t xml:space="preserve">ул. Красная, </w:t>
            </w:r>
            <w:r>
              <w:t>11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>орговый</w:t>
            </w:r>
          </w:p>
          <w:p w:rsidR="001C6E7D" w:rsidRPr="00681B9A" w:rsidRDefault="001C6E7D" w:rsidP="00BD2A60">
            <w:pPr>
              <w:jc w:val="center"/>
            </w:pPr>
            <w:r w:rsidRPr="00681B9A">
              <w:t xml:space="preserve"> Киоск 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>
              <w:t>10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>
              <w:t>10</w:t>
            </w:r>
            <w:r w:rsidRPr="00681B9A">
              <w:t xml:space="preserve">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24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>г. Дальнереченск, в 25 метрах от ориентира по направлению на юго-запад от капитального здания гараж расположенного за пределами участка</w:t>
            </w:r>
          </w:p>
          <w:p w:rsidR="001C6E7D" w:rsidRPr="000C6511" w:rsidRDefault="001C6E7D" w:rsidP="00BD2A60">
            <w:pPr>
              <w:jc w:val="center"/>
            </w:pPr>
            <w:r>
              <w:t>ул.</w:t>
            </w:r>
            <w:r w:rsidRPr="000C6511">
              <w:t xml:space="preserve"> 50 лет Октября, 54/6</w:t>
            </w:r>
          </w:p>
        </w:tc>
        <w:tc>
          <w:tcPr>
            <w:tcW w:w="1979" w:type="dxa"/>
          </w:tcPr>
          <w:p w:rsidR="001C6E7D" w:rsidRPr="000C6511" w:rsidRDefault="001C6E7D" w:rsidP="00BD2A60">
            <w:pPr>
              <w:jc w:val="center"/>
            </w:pPr>
            <w:r>
              <w:t>т</w:t>
            </w:r>
            <w:r w:rsidRPr="000C6511">
              <w:t>орговый павильон</w:t>
            </w:r>
          </w:p>
          <w:p w:rsidR="001C6E7D" w:rsidRPr="000C6511" w:rsidRDefault="001C6E7D" w:rsidP="00BD2A60">
            <w:pPr>
              <w:jc w:val="center"/>
            </w:pPr>
            <w:r w:rsidRPr="000C6511">
              <w:t xml:space="preserve"> </w:t>
            </w:r>
          </w:p>
        </w:tc>
        <w:tc>
          <w:tcPr>
            <w:tcW w:w="1260" w:type="dxa"/>
          </w:tcPr>
          <w:p w:rsidR="001C6E7D" w:rsidRPr="000C6511" w:rsidRDefault="001C6E7D" w:rsidP="00BD2A60">
            <w:pPr>
              <w:jc w:val="center"/>
            </w:pPr>
            <w:r w:rsidRPr="000C6511">
              <w:t xml:space="preserve">600 </w:t>
            </w:r>
          </w:p>
          <w:p w:rsidR="001C6E7D" w:rsidRPr="000C6511" w:rsidRDefault="001C6E7D" w:rsidP="00BD2A60">
            <w:pPr>
              <w:jc w:val="center"/>
            </w:pPr>
          </w:p>
          <w:p w:rsidR="001C6E7D" w:rsidRPr="000C6511" w:rsidRDefault="001C6E7D" w:rsidP="00BD2A60">
            <w:pPr>
              <w:jc w:val="center"/>
            </w:pPr>
          </w:p>
        </w:tc>
        <w:tc>
          <w:tcPr>
            <w:tcW w:w="1260" w:type="dxa"/>
            <w:gridSpan w:val="2"/>
          </w:tcPr>
          <w:p w:rsidR="001C6E7D" w:rsidRPr="000C6511" w:rsidRDefault="001C6E7D" w:rsidP="00BD2A60">
            <w:pPr>
              <w:jc w:val="center"/>
            </w:pPr>
            <w:r w:rsidRPr="000C6511">
              <w:t>200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A91688" w:rsidRDefault="001C6E7D" w:rsidP="00BD2A60">
            <w:pPr>
              <w:jc w:val="center"/>
            </w:pPr>
            <w:r>
              <w:t>25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Дальнереченск, </w:t>
            </w:r>
          </w:p>
          <w:p w:rsidR="001C6E7D" w:rsidRPr="008933EB" w:rsidRDefault="001C6E7D" w:rsidP="008933EB">
            <w:pPr>
              <w:jc w:val="center"/>
            </w:pPr>
            <w:r w:rsidRPr="00A8102E">
              <w:t>в 15 метрах от ориентира жилого дома</w:t>
            </w:r>
            <w:r>
              <w:t xml:space="preserve"> </w:t>
            </w:r>
            <w:r w:rsidRPr="00A8102E">
              <w:t xml:space="preserve"> </w:t>
            </w:r>
            <w:r w:rsidRPr="008933EB">
              <w:t xml:space="preserve">ул. Первомайская, 43 </w:t>
            </w:r>
          </w:p>
        </w:tc>
        <w:tc>
          <w:tcPr>
            <w:tcW w:w="1979" w:type="dxa"/>
          </w:tcPr>
          <w:p w:rsidR="001C6E7D" w:rsidRPr="00F6483C" w:rsidRDefault="001C6E7D" w:rsidP="00BD2A60">
            <w:pPr>
              <w:jc w:val="center"/>
            </w:pPr>
            <w:r>
              <w:t>торговый павильон</w:t>
            </w:r>
          </w:p>
        </w:tc>
        <w:tc>
          <w:tcPr>
            <w:tcW w:w="1260" w:type="dxa"/>
          </w:tcPr>
          <w:p w:rsidR="001C6E7D" w:rsidRPr="00F6483C" w:rsidRDefault="001C6E7D" w:rsidP="00BD2A60">
            <w:pPr>
              <w:jc w:val="center"/>
            </w:pPr>
            <w:r w:rsidRPr="00F6483C">
              <w:t>48</w:t>
            </w:r>
          </w:p>
        </w:tc>
        <w:tc>
          <w:tcPr>
            <w:tcW w:w="1260" w:type="dxa"/>
            <w:gridSpan w:val="2"/>
          </w:tcPr>
          <w:p w:rsidR="001C6E7D" w:rsidRPr="00F6483C" w:rsidRDefault="001C6E7D" w:rsidP="00BD2A60">
            <w:pPr>
              <w:jc w:val="center"/>
            </w:pPr>
            <w:r w:rsidRPr="00F6483C">
              <w:t>48</w:t>
            </w:r>
          </w:p>
        </w:tc>
        <w:tc>
          <w:tcPr>
            <w:tcW w:w="1987" w:type="dxa"/>
            <w:gridSpan w:val="3"/>
          </w:tcPr>
          <w:p w:rsidR="001C6E7D" w:rsidRPr="00F6483C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F6483C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A91688" w:rsidRDefault="001C6E7D" w:rsidP="00BD2A60">
            <w:pPr>
              <w:jc w:val="center"/>
            </w:pPr>
            <w:r>
              <w:t>26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 xml:space="preserve">г. Дальнереченск, </w:t>
            </w:r>
          </w:p>
          <w:p w:rsidR="001C6E7D" w:rsidRPr="00A8102E" w:rsidRDefault="001C6E7D" w:rsidP="00BD2A60">
            <w:pPr>
              <w:jc w:val="center"/>
            </w:pPr>
            <w:r w:rsidRPr="00A8102E">
              <w:t xml:space="preserve">в 50 метрах от ориентира по направлению на север 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</w:t>
            </w:r>
            <w:r>
              <w:t>ул. Победы, 1</w:t>
            </w:r>
          </w:p>
        </w:tc>
        <w:tc>
          <w:tcPr>
            <w:tcW w:w="1979" w:type="dxa"/>
          </w:tcPr>
          <w:p w:rsidR="001C6E7D" w:rsidRDefault="001C6E7D" w:rsidP="00BD2A60">
            <w:pPr>
              <w:jc w:val="center"/>
            </w:pPr>
            <w:r>
              <w:t>торговый павильон</w:t>
            </w:r>
          </w:p>
        </w:tc>
        <w:tc>
          <w:tcPr>
            <w:tcW w:w="1260" w:type="dxa"/>
          </w:tcPr>
          <w:p w:rsidR="001C6E7D" w:rsidRPr="00803F3B" w:rsidRDefault="001C6E7D" w:rsidP="00BD2A60">
            <w:pPr>
              <w:jc w:val="center"/>
            </w:pPr>
            <w:r w:rsidRPr="00803F3B">
              <w:t>40</w:t>
            </w:r>
          </w:p>
        </w:tc>
        <w:tc>
          <w:tcPr>
            <w:tcW w:w="1260" w:type="dxa"/>
            <w:gridSpan w:val="2"/>
          </w:tcPr>
          <w:p w:rsidR="001C6E7D" w:rsidRPr="00803F3B" w:rsidRDefault="001C6E7D" w:rsidP="00BD2A60">
            <w:pPr>
              <w:jc w:val="center"/>
            </w:pPr>
            <w:r w:rsidRPr="00803F3B">
              <w:t>40</w:t>
            </w:r>
          </w:p>
        </w:tc>
        <w:tc>
          <w:tcPr>
            <w:tcW w:w="1987" w:type="dxa"/>
            <w:gridSpan w:val="3"/>
          </w:tcPr>
          <w:p w:rsidR="001C6E7D" w:rsidRPr="00F6483C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F6483C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8933EB">
        <w:tc>
          <w:tcPr>
            <w:tcW w:w="720" w:type="dxa"/>
          </w:tcPr>
          <w:p w:rsidR="001C6E7D" w:rsidRPr="00BD2A60" w:rsidRDefault="001C6E7D" w:rsidP="00BD2A60">
            <w:pPr>
              <w:jc w:val="center"/>
            </w:pPr>
            <w:r w:rsidRPr="00BD2A60">
              <w:t>27</w:t>
            </w:r>
          </w:p>
        </w:tc>
        <w:tc>
          <w:tcPr>
            <w:tcW w:w="3779" w:type="dxa"/>
          </w:tcPr>
          <w:p w:rsidR="001C6E7D" w:rsidRPr="00BD2A60" w:rsidRDefault="001C6E7D" w:rsidP="00BD2A60">
            <w:pPr>
              <w:jc w:val="center"/>
            </w:pPr>
            <w:r w:rsidRPr="00BD2A60">
              <w:t xml:space="preserve">г. Дальнереченск, </w:t>
            </w:r>
          </w:p>
          <w:p w:rsidR="001C6E7D" w:rsidRPr="00BD2A60" w:rsidRDefault="001C6E7D" w:rsidP="00BD2A60">
            <w:pPr>
              <w:jc w:val="center"/>
            </w:pPr>
            <w:r w:rsidRPr="00BD2A60">
              <w:t xml:space="preserve">в 20 метрах ориентир по направлению на северо-запад </w:t>
            </w:r>
          </w:p>
          <w:p w:rsidR="001C6E7D" w:rsidRPr="00BD2A60" w:rsidRDefault="001C6E7D" w:rsidP="00BD2A60">
            <w:pPr>
              <w:jc w:val="center"/>
            </w:pPr>
            <w:r w:rsidRPr="00BD2A60">
              <w:t>ул. Г. Даманского, 15</w:t>
            </w:r>
          </w:p>
        </w:tc>
        <w:tc>
          <w:tcPr>
            <w:tcW w:w="1979" w:type="dxa"/>
          </w:tcPr>
          <w:p w:rsidR="001C6E7D" w:rsidRPr="00BD2A60" w:rsidRDefault="001C6E7D" w:rsidP="00BD2A60">
            <w:pPr>
              <w:jc w:val="center"/>
            </w:pPr>
            <w:r w:rsidRPr="00BD2A60">
              <w:t>торговый павильон</w:t>
            </w:r>
          </w:p>
          <w:p w:rsidR="001C6E7D" w:rsidRPr="00BD2A60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BD2A60" w:rsidRDefault="001C6E7D" w:rsidP="00BD2A60">
            <w:pPr>
              <w:jc w:val="center"/>
            </w:pPr>
            <w:r w:rsidRPr="00BD2A60">
              <w:t>160</w:t>
            </w:r>
          </w:p>
        </w:tc>
        <w:tc>
          <w:tcPr>
            <w:tcW w:w="1260" w:type="dxa"/>
            <w:gridSpan w:val="2"/>
          </w:tcPr>
          <w:p w:rsidR="001C6E7D" w:rsidRPr="00BD2A60" w:rsidRDefault="001C6E7D" w:rsidP="00BD2A60">
            <w:pPr>
              <w:jc w:val="center"/>
            </w:pPr>
            <w:r w:rsidRPr="00BD2A60">
              <w:t>100</w:t>
            </w:r>
          </w:p>
        </w:tc>
        <w:tc>
          <w:tcPr>
            <w:tcW w:w="1987" w:type="dxa"/>
            <w:gridSpan w:val="3"/>
          </w:tcPr>
          <w:p w:rsidR="001C6E7D" w:rsidRPr="00BD2A60" w:rsidRDefault="001C6E7D" w:rsidP="00BD2A60">
            <w:pPr>
              <w:jc w:val="center"/>
            </w:pPr>
            <w:r w:rsidRPr="00BD2A60">
              <w:t xml:space="preserve">продовольственные товары </w:t>
            </w:r>
          </w:p>
        </w:tc>
        <w:tc>
          <w:tcPr>
            <w:tcW w:w="2014" w:type="dxa"/>
            <w:gridSpan w:val="3"/>
          </w:tcPr>
          <w:p w:rsidR="001C6E7D" w:rsidRPr="00BD2A60" w:rsidRDefault="001C6E7D" w:rsidP="00BD2A60">
            <w:pPr>
              <w:jc w:val="center"/>
            </w:pPr>
            <w:r w:rsidRPr="00BD2A60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BD2A60" w:rsidRDefault="001C6E7D" w:rsidP="00BD2A60">
            <w:r w:rsidRPr="00BD2A60">
              <w:t>до 31.12.2015 г.</w:t>
            </w:r>
          </w:p>
        </w:tc>
      </w:tr>
      <w:tr w:rsidR="001C6E7D" w:rsidRPr="00BA04B1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28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>г. Дальнереченск,</w:t>
            </w:r>
          </w:p>
          <w:p w:rsidR="001C6E7D" w:rsidRPr="00A8102E" w:rsidRDefault="001C6E7D" w:rsidP="00BD2A60">
            <w:pPr>
              <w:jc w:val="center"/>
            </w:pPr>
            <w:r w:rsidRPr="00A8102E">
              <w:t>в 10 метрах от входа в  кафе «Лабиринт»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</w:t>
            </w:r>
            <w:r w:rsidRPr="000D2249">
              <w:t>ул. Калинина, 91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в</w:t>
            </w:r>
            <w:r w:rsidRPr="00681B9A">
              <w:t>ыносная торговля,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лоток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r>
              <w:t xml:space="preserve">        </w:t>
            </w:r>
            <w:r w:rsidRPr="00681B9A">
              <w:t xml:space="preserve">4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BA04B1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29</w:t>
            </w:r>
          </w:p>
        </w:tc>
        <w:tc>
          <w:tcPr>
            <w:tcW w:w="3779" w:type="dxa"/>
          </w:tcPr>
          <w:p w:rsidR="001C6E7D" w:rsidRPr="00A8102E" w:rsidRDefault="001C6E7D" w:rsidP="00BD2A60">
            <w:pPr>
              <w:jc w:val="center"/>
            </w:pPr>
            <w:r w:rsidRPr="00A8102E">
              <w:t>г. Дальнереченск,</w:t>
            </w:r>
          </w:p>
          <w:p w:rsidR="001C6E7D" w:rsidRPr="00A8102E" w:rsidRDefault="001C6E7D" w:rsidP="00BD2A60">
            <w:pPr>
              <w:jc w:val="center"/>
            </w:pPr>
            <w:r w:rsidRPr="00A8102E">
              <w:t xml:space="preserve"> в  10 метрах от  входа в магазин «Супермаркет»</w:t>
            </w:r>
            <w:r>
              <w:t xml:space="preserve"> </w:t>
            </w:r>
          </w:p>
          <w:p w:rsidR="001C6E7D" w:rsidRPr="00681B9A" w:rsidRDefault="001C6E7D" w:rsidP="00BD2A60">
            <w:pPr>
              <w:jc w:val="center"/>
            </w:pPr>
            <w:r w:rsidRPr="00A8102E">
              <w:t xml:space="preserve"> </w:t>
            </w:r>
            <w:r w:rsidRPr="00681B9A">
              <w:t>ул. М. Личенко, 28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в</w:t>
            </w:r>
            <w:r w:rsidRPr="00681B9A">
              <w:t>ыносная торговля,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лоток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6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6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BA04B1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30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в 10 метрах по направлению на северо-восток от входа в детско-развлекательный центр «Остров сокровищ» ул. </w:t>
            </w:r>
            <w:r w:rsidRPr="00681B9A">
              <w:t>Победы, 11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лоток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6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6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BA04B1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31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 xml:space="preserve">г. Дальнереченск 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ул. Ленина, 34</w:t>
            </w:r>
          </w:p>
          <w:p w:rsidR="001C6E7D" w:rsidRPr="00F42027" w:rsidRDefault="001C6E7D" w:rsidP="00BD2A60">
            <w:pPr>
              <w:jc w:val="center"/>
            </w:pPr>
            <w:r w:rsidRPr="00F42027">
              <w:t xml:space="preserve"> городская поликлиника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 xml:space="preserve">оток 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прод</w:t>
            </w:r>
            <w:r>
              <w:t>овольственные</w:t>
            </w:r>
            <w:r w:rsidRPr="00681B9A">
              <w:t xml:space="preserve"> товары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r>
              <w:t xml:space="preserve">до </w:t>
            </w:r>
            <w:r w:rsidRPr="00681B9A">
              <w:t>31.12.201</w:t>
            </w:r>
            <w:r>
              <w:t>5 г.</w:t>
            </w:r>
          </w:p>
        </w:tc>
      </w:tr>
      <w:tr w:rsidR="001C6E7D" w:rsidRPr="00BA04B1">
        <w:tc>
          <w:tcPr>
            <w:tcW w:w="720" w:type="dxa"/>
          </w:tcPr>
          <w:p w:rsidR="001C6E7D" w:rsidRPr="0011177C" w:rsidRDefault="001C6E7D" w:rsidP="00BD2A60">
            <w:pPr>
              <w:jc w:val="center"/>
            </w:pPr>
            <w:r w:rsidRPr="0011177C">
              <w:t>32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 в 10 метрах от входа в городское кладбище</w:t>
            </w:r>
          </w:p>
        </w:tc>
        <w:tc>
          <w:tcPr>
            <w:tcW w:w="1979" w:type="dxa"/>
          </w:tcPr>
          <w:p w:rsidR="001C6E7D" w:rsidRDefault="001C6E7D" w:rsidP="00BD2A60">
            <w:pPr>
              <w:jc w:val="center"/>
            </w:pPr>
            <w:r w:rsidRPr="00B039EF">
              <w:t>3 автомашины</w:t>
            </w:r>
          </w:p>
          <w:p w:rsidR="001C6E7D" w:rsidRPr="00B039EF" w:rsidRDefault="001C6E7D" w:rsidP="00BD2A60">
            <w:pPr>
              <w:jc w:val="center"/>
            </w:pPr>
            <w:r w:rsidRPr="00B039EF">
              <w:t xml:space="preserve"> 3 лотка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</w:p>
        </w:tc>
        <w:tc>
          <w:tcPr>
            <w:tcW w:w="1987" w:type="dxa"/>
            <w:gridSpan w:val="3"/>
          </w:tcPr>
          <w:p w:rsidR="001C6E7D" w:rsidRPr="00B877EC" w:rsidRDefault="001C6E7D" w:rsidP="00BD2A60">
            <w:pPr>
              <w:jc w:val="center"/>
            </w:pPr>
            <w:r>
              <w:t>ц</w:t>
            </w:r>
            <w:r w:rsidRPr="00B877EC">
              <w:t>веточная продукция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>д</w:t>
            </w:r>
            <w:r w:rsidRPr="00681B9A">
              <w:t>о 31.12.201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BA04B1">
        <w:tc>
          <w:tcPr>
            <w:tcW w:w="720" w:type="dxa"/>
          </w:tcPr>
          <w:p w:rsidR="001C6E7D" w:rsidRPr="0011177C" w:rsidRDefault="001C6E7D" w:rsidP="00BD2A60">
            <w:pPr>
              <w:jc w:val="center"/>
            </w:pPr>
            <w:r w:rsidRPr="0011177C">
              <w:t>33</w:t>
            </w:r>
          </w:p>
        </w:tc>
        <w:tc>
          <w:tcPr>
            <w:tcW w:w="3779" w:type="dxa"/>
            <w:vAlign w:val="bottom"/>
          </w:tcPr>
          <w:p w:rsidR="001C6E7D" w:rsidRPr="00F42027" w:rsidRDefault="001C6E7D" w:rsidP="00BD2A60">
            <w:r w:rsidRPr="00F42027">
              <w:t xml:space="preserve">   г. Дальнереченск, ул.  Тухачевского, 2 «а» – по левую сторону, в 5 метрах от магазина «Беркут» - на 2 автомашины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50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>50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r>
              <w:t>ц</w:t>
            </w:r>
            <w:r w:rsidRPr="00B877EC">
              <w:t>веточная продукция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>д</w:t>
            </w:r>
            <w:r w:rsidRPr="00681B9A">
              <w:t>о 31.12.201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BA04B1">
        <w:tc>
          <w:tcPr>
            <w:tcW w:w="720" w:type="dxa"/>
          </w:tcPr>
          <w:p w:rsidR="001C6E7D" w:rsidRPr="0011177C" w:rsidRDefault="001C6E7D" w:rsidP="00BD2A60">
            <w:pPr>
              <w:jc w:val="center"/>
            </w:pPr>
            <w:r w:rsidRPr="0011177C">
              <w:t>34</w:t>
            </w:r>
          </w:p>
        </w:tc>
        <w:tc>
          <w:tcPr>
            <w:tcW w:w="3779" w:type="dxa"/>
          </w:tcPr>
          <w:p w:rsidR="001C6E7D" w:rsidRPr="002E7268" w:rsidRDefault="001C6E7D" w:rsidP="00BD2A60">
            <w:pPr>
              <w:jc w:val="center"/>
            </w:pPr>
            <w:r w:rsidRPr="00F42027">
              <w:t xml:space="preserve">г. Дальнереченск, в 2 метрах </w:t>
            </w:r>
            <w:r>
              <w:t xml:space="preserve">на восток </w:t>
            </w:r>
            <w:r w:rsidRPr="00F42027">
              <w:t xml:space="preserve">от входа в магазин «Цветы» ул. </w:t>
            </w:r>
            <w:r w:rsidRPr="002E7268">
              <w:t>Ленина, 75</w:t>
            </w:r>
          </w:p>
        </w:tc>
        <w:tc>
          <w:tcPr>
            <w:tcW w:w="1979" w:type="dxa"/>
          </w:tcPr>
          <w:p w:rsidR="001C6E7D" w:rsidRPr="00B877EC" w:rsidRDefault="001C6E7D" w:rsidP="00BD2A60">
            <w:pPr>
              <w:jc w:val="center"/>
            </w:pPr>
            <w:r>
              <w:t>лоток</w:t>
            </w:r>
          </w:p>
        </w:tc>
        <w:tc>
          <w:tcPr>
            <w:tcW w:w="1260" w:type="dxa"/>
          </w:tcPr>
          <w:p w:rsidR="001C6E7D" w:rsidRPr="008C3B18" w:rsidRDefault="001C6E7D" w:rsidP="00BD2A60">
            <w:pPr>
              <w:jc w:val="center"/>
            </w:pPr>
            <w:r w:rsidRPr="008C3B18">
              <w:t>3</w:t>
            </w:r>
          </w:p>
        </w:tc>
        <w:tc>
          <w:tcPr>
            <w:tcW w:w="1260" w:type="dxa"/>
            <w:gridSpan w:val="2"/>
          </w:tcPr>
          <w:p w:rsidR="001C6E7D" w:rsidRPr="008C3B18" w:rsidRDefault="001C6E7D" w:rsidP="00BD2A60">
            <w:pPr>
              <w:jc w:val="center"/>
            </w:pPr>
            <w:r w:rsidRPr="008C3B18">
              <w:t>3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r>
              <w:t>ц</w:t>
            </w:r>
            <w:r w:rsidRPr="00B877EC">
              <w:t>веточная продукция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>д</w:t>
            </w:r>
            <w:r w:rsidRPr="00681B9A">
              <w:t>о 31.12.201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BA04B1">
        <w:tc>
          <w:tcPr>
            <w:tcW w:w="720" w:type="dxa"/>
          </w:tcPr>
          <w:p w:rsidR="001C6E7D" w:rsidRPr="006934C8" w:rsidRDefault="001C6E7D" w:rsidP="00BD2A60">
            <w:pPr>
              <w:jc w:val="center"/>
            </w:pPr>
            <w:r w:rsidRPr="006934C8">
              <w:t>35</w:t>
            </w:r>
          </w:p>
        </w:tc>
        <w:tc>
          <w:tcPr>
            <w:tcW w:w="3779" w:type="dxa"/>
          </w:tcPr>
          <w:p w:rsidR="001C6E7D" w:rsidRDefault="001C6E7D" w:rsidP="002E7268">
            <w:pPr>
              <w:jc w:val="center"/>
            </w:pPr>
            <w:r w:rsidRPr="00F42027">
              <w:t>г. Дальнереченск, в 2 метрах</w:t>
            </w:r>
            <w:r>
              <w:t xml:space="preserve"> на север </w:t>
            </w:r>
            <w:r w:rsidRPr="00F42027">
              <w:t xml:space="preserve">от входа в магазин «Ритуальные услуги» </w:t>
            </w:r>
          </w:p>
          <w:p w:rsidR="001C6E7D" w:rsidRPr="00F42027" w:rsidRDefault="001C6E7D" w:rsidP="002E7268">
            <w:pPr>
              <w:jc w:val="center"/>
            </w:pPr>
            <w:r w:rsidRPr="00F42027">
              <w:t>ул. 50 лет Октября, 43а</w:t>
            </w:r>
          </w:p>
        </w:tc>
        <w:tc>
          <w:tcPr>
            <w:tcW w:w="1979" w:type="dxa"/>
          </w:tcPr>
          <w:p w:rsidR="001C6E7D" w:rsidRPr="00B877EC" w:rsidRDefault="001C6E7D" w:rsidP="00BD2A60">
            <w:pPr>
              <w:jc w:val="center"/>
            </w:pPr>
            <w:r>
              <w:t>лоток</w:t>
            </w:r>
          </w:p>
        </w:tc>
        <w:tc>
          <w:tcPr>
            <w:tcW w:w="1260" w:type="dxa"/>
          </w:tcPr>
          <w:p w:rsidR="001C6E7D" w:rsidRPr="008C3B18" w:rsidRDefault="001C6E7D" w:rsidP="00BD2A60">
            <w:pPr>
              <w:jc w:val="center"/>
            </w:pPr>
            <w:r>
              <w:t>10</w:t>
            </w:r>
          </w:p>
        </w:tc>
        <w:tc>
          <w:tcPr>
            <w:tcW w:w="1260" w:type="dxa"/>
            <w:gridSpan w:val="2"/>
          </w:tcPr>
          <w:p w:rsidR="001C6E7D" w:rsidRPr="008C3B18" w:rsidRDefault="001C6E7D" w:rsidP="00BD2A60">
            <w:pPr>
              <w:jc w:val="center"/>
            </w:pPr>
            <w:r>
              <w:t>10</w:t>
            </w:r>
          </w:p>
        </w:tc>
        <w:tc>
          <w:tcPr>
            <w:tcW w:w="1987" w:type="dxa"/>
            <w:gridSpan w:val="3"/>
          </w:tcPr>
          <w:p w:rsidR="001C6E7D" w:rsidRPr="00681B9A" w:rsidRDefault="001C6E7D" w:rsidP="00BD2A60">
            <w:r>
              <w:t>ц</w:t>
            </w:r>
            <w:r w:rsidRPr="00B877EC">
              <w:t>веточная продукция</w:t>
            </w:r>
          </w:p>
        </w:tc>
        <w:tc>
          <w:tcPr>
            <w:tcW w:w="2014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>д</w:t>
            </w:r>
            <w:r w:rsidRPr="00681B9A">
              <w:t>о 31.12.201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BA04B1">
        <w:tc>
          <w:tcPr>
            <w:tcW w:w="720" w:type="dxa"/>
          </w:tcPr>
          <w:p w:rsidR="001C6E7D" w:rsidRPr="005951AE" w:rsidRDefault="001C6E7D" w:rsidP="00BD2A60">
            <w:pPr>
              <w:jc w:val="center"/>
            </w:pPr>
            <w:r w:rsidRPr="005951AE">
              <w:t>36</w:t>
            </w:r>
          </w:p>
        </w:tc>
        <w:tc>
          <w:tcPr>
            <w:tcW w:w="3779" w:type="dxa"/>
          </w:tcPr>
          <w:p w:rsidR="001C6E7D" w:rsidRPr="005951AE" w:rsidRDefault="001C6E7D" w:rsidP="00BD2A60">
            <w:pPr>
              <w:jc w:val="center"/>
            </w:pPr>
            <w:r w:rsidRPr="00F42027">
              <w:t xml:space="preserve">г. Дальнереченск, в 20 метрах на восток от жилого дома ул. </w:t>
            </w:r>
            <w:r w:rsidRPr="005951AE">
              <w:t>Уссурийская, 50</w:t>
            </w:r>
          </w:p>
        </w:tc>
        <w:tc>
          <w:tcPr>
            <w:tcW w:w="1979" w:type="dxa"/>
          </w:tcPr>
          <w:p w:rsidR="001C6E7D" w:rsidRPr="005951AE" w:rsidRDefault="001C6E7D" w:rsidP="00BD2A60">
            <w:pPr>
              <w:jc w:val="center"/>
            </w:pPr>
            <w:r w:rsidRPr="005951AE">
              <w:t>торговый павильон</w:t>
            </w:r>
          </w:p>
        </w:tc>
        <w:tc>
          <w:tcPr>
            <w:tcW w:w="1260" w:type="dxa"/>
          </w:tcPr>
          <w:p w:rsidR="001C6E7D" w:rsidRPr="005951AE" w:rsidRDefault="001C6E7D" w:rsidP="00BD2A60">
            <w:pPr>
              <w:jc w:val="center"/>
            </w:pPr>
            <w:r w:rsidRPr="005951AE">
              <w:t>40</w:t>
            </w:r>
          </w:p>
        </w:tc>
        <w:tc>
          <w:tcPr>
            <w:tcW w:w="1260" w:type="dxa"/>
            <w:gridSpan w:val="2"/>
          </w:tcPr>
          <w:p w:rsidR="001C6E7D" w:rsidRPr="005951AE" w:rsidRDefault="001C6E7D" w:rsidP="00BD2A60">
            <w:pPr>
              <w:jc w:val="center"/>
            </w:pPr>
            <w:r w:rsidRPr="005951AE">
              <w:t>40</w:t>
            </w:r>
          </w:p>
        </w:tc>
        <w:tc>
          <w:tcPr>
            <w:tcW w:w="1987" w:type="dxa"/>
            <w:gridSpan w:val="3"/>
          </w:tcPr>
          <w:p w:rsidR="001C6E7D" w:rsidRPr="005951AE" w:rsidRDefault="001C6E7D" w:rsidP="00BD2A60">
            <w:r w:rsidRPr="005951AE">
              <w:t>непродовольственные товары</w:t>
            </w:r>
          </w:p>
        </w:tc>
        <w:tc>
          <w:tcPr>
            <w:tcW w:w="2014" w:type="dxa"/>
            <w:gridSpan w:val="3"/>
          </w:tcPr>
          <w:p w:rsidR="001C6E7D" w:rsidRPr="005951AE" w:rsidRDefault="001C6E7D" w:rsidP="00BD2A60">
            <w:pPr>
              <w:jc w:val="center"/>
            </w:pPr>
            <w:r w:rsidRPr="005951AE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5951AE" w:rsidRDefault="001C6E7D" w:rsidP="00BD2A60">
            <w:pPr>
              <w:jc w:val="center"/>
            </w:pPr>
            <w:r w:rsidRPr="005951AE">
              <w:t>до 31.12.2015 г.</w:t>
            </w:r>
          </w:p>
        </w:tc>
      </w:tr>
      <w:tr w:rsidR="001C6E7D" w:rsidRPr="00BA04B1">
        <w:tc>
          <w:tcPr>
            <w:tcW w:w="720" w:type="dxa"/>
          </w:tcPr>
          <w:p w:rsidR="001C6E7D" w:rsidRPr="008254ED" w:rsidRDefault="001C6E7D" w:rsidP="00BD2A60">
            <w:pPr>
              <w:jc w:val="center"/>
            </w:pPr>
            <w:r w:rsidRPr="008254ED">
              <w:t>37</w:t>
            </w:r>
          </w:p>
        </w:tc>
        <w:tc>
          <w:tcPr>
            <w:tcW w:w="3779" w:type="dxa"/>
          </w:tcPr>
          <w:p w:rsidR="001C6E7D" w:rsidRDefault="001C6E7D" w:rsidP="00BD2A60">
            <w:pPr>
              <w:jc w:val="center"/>
            </w:pPr>
            <w:r w:rsidRPr="00F42027">
              <w:t xml:space="preserve">г. Дальнереченск, в 30 метрах на юго- запад от </w:t>
            </w:r>
            <w:r>
              <w:t xml:space="preserve">жилого дома </w:t>
            </w:r>
          </w:p>
          <w:p w:rsidR="001C6E7D" w:rsidRPr="005951AE" w:rsidRDefault="001C6E7D" w:rsidP="00BD2A60">
            <w:pPr>
              <w:jc w:val="center"/>
            </w:pPr>
            <w:r w:rsidRPr="00F42027">
              <w:t xml:space="preserve">ул. </w:t>
            </w:r>
            <w:r>
              <w:t>Г.Даманского</w:t>
            </w:r>
            <w:r w:rsidRPr="005951AE">
              <w:t xml:space="preserve">, </w:t>
            </w:r>
            <w:r>
              <w:t>34</w:t>
            </w:r>
          </w:p>
        </w:tc>
        <w:tc>
          <w:tcPr>
            <w:tcW w:w="1979" w:type="dxa"/>
          </w:tcPr>
          <w:p w:rsidR="001C6E7D" w:rsidRPr="005951AE" w:rsidRDefault="001C6E7D" w:rsidP="00BD2A60">
            <w:pPr>
              <w:jc w:val="center"/>
            </w:pPr>
            <w:r w:rsidRPr="005951AE">
              <w:t>торговый павильон</w:t>
            </w:r>
          </w:p>
        </w:tc>
        <w:tc>
          <w:tcPr>
            <w:tcW w:w="1260" w:type="dxa"/>
          </w:tcPr>
          <w:p w:rsidR="001C6E7D" w:rsidRPr="005951AE" w:rsidRDefault="001C6E7D" w:rsidP="00BD2A60">
            <w:pPr>
              <w:jc w:val="center"/>
            </w:pPr>
            <w:r>
              <w:t>25</w:t>
            </w:r>
          </w:p>
        </w:tc>
        <w:tc>
          <w:tcPr>
            <w:tcW w:w="1260" w:type="dxa"/>
            <w:gridSpan w:val="2"/>
          </w:tcPr>
          <w:p w:rsidR="001C6E7D" w:rsidRPr="005951AE" w:rsidRDefault="001C6E7D" w:rsidP="00BD2A60">
            <w:pPr>
              <w:jc w:val="center"/>
            </w:pPr>
            <w:r>
              <w:t>25</w:t>
            </w:r>
          </w:p>
        </w:tc>
        <w:tc>
          <w:tcPr>
            <w:tcW w:w="1987" w:type="dxa"/>
            <w:gridSpan w:val="3"/>
          </w:tcPr>
          <w:p w:rsidR="001C6E7D" w:rsidRPr="005951AE" w:rsidRDefault="001C6E7D" w:rsidP="00BD2A60">
            <w:r>
              <w:t xml:space="preserve">смешанные </w:t>
            </w:r>
            <w:r w:rsidRPr="005951AE">
              <w:t>товары</w:t>
            </w:r>
          </w:p>
        </w:tc>
        <w:tc>
          <w:tcPr>
            <w:tcW w:w="2014" w:type="dxa"/>
            <w:gridSpan w:val="3"/>
          </w:tcPr>
          <w:p w:rsidR="001C6E7D" w:rsidRPr="005951AE" w:rsidRDefault="001C6E7D" w:rsidP="00BD2A60">
            <w:pPr>
              <w:jc w:val="center"/>
            </w:pPr>
            <w:r w:rsidRPr="005951AE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5951AE" w:rsidRDefault="001C6E7D" w:rsidP="00BD2A60">
            <w:pPr>
              <w:jc w:val="center"/>
            </w:pPr>
            <w:r w:rsidRPr="005951AE">
              <w:t>до 31.12.2015 г.</w:t>
            </w:r>
          </w:p>
        </w:tc>
      </w:tr>
      <w:tr w:rsidR="001C6E7D" w:rsidRPr="00BA04B1">
        <w:tc>
          <w:tcPr>
            <w:tcW w:w="720" w:type="dxa"/>
          </w:tcPr>
          <w:p w:rsidR="001C6E7D" w:rsidRPr="0006519F" w:rsidRDefault="001C6E7D" w:rsidP="00BD2A60">
            <w:pPr>
              <w:jc w:val="center"/>
            </w:pPr>
            <w:r w:rsidRPr="0006519F">
              <w:t>38</w:t>
            </w:r>
          </w:p>
        </w:tc>
        <w:tc>
          <w:tcPr>
            <w:tcW w:w="3779" w:type="dxa"/>
          </w:tcPr>
          <w:p w:rsidR="001C6E7D" w:rsidRPr="0006519F" w:rsidRDefault="001C6E7D" w:rsidP="00BD2A60">
            <w:pPr>
              <w:jc w:val="center"/>
            </w:pPr>
            <w:r w:rsidRPr="00F42027">
              <w:t xml:space="preserve">г. Дальнереченск, 97 метров на юго- запад от жилого дома по адресу ул. </w:t>
            </w:r>
            <w:r w:rsidRPr="0006519F">
              <w:t>Котовского,10</w:t>
            </w:r>
          </w:p>
        </w:tc>
        <w:tc>
          <w:tcPr>
            <w:tcW w:w="1979" w:type="dxa"/>
          </w:tcPr>
          <w:p w:rsidR="001C6E7D" w:rsidRPr="0006519F" w:rsidRDefault="001C6E7D" w:rsidP="00BD2A60">
            <w:pPr>
              <w:jc w:val="center"/>
            </w:pPr>
            <w:r w:rsidRPr="0006519F">
              <w:t>торговый павильон</w:t>
            </w:r>
          </w:p>
        </w:tc>
        <w:tc>
          <w:tcPr>
            <w:tcW w:w="1260" w:type="dxa"/>
          </w:tcPr>
          <w:p w:rsidR="001C6E7D" w:rsidRPr="0006519F" w:rsidRDefault="001C6E7D" w:rsidP="00BD2A60">
            <w:pPr>
              <w:jc w:val="center"/>
            </w:pPr>
            <w:r w:rsidRPr="0006519F">
              <w:t>70</w:t>
            </w:r>
          </w:p>
        </w:tc>
        <w:tc>
          <w:tcPr>
            <w:tcW w:w="1260" w:type="dxa"/>
            <w:gridSpan w:val="2"/>
          </w:tcPr>
          <w:p w:rsidR="001C6E7D" w:rsidRPr="0006519F" w:rsidRDefault="001C6E7D" w:rsidP="00BD2A60">
            <w:pPr>
              <w:jc w:val="center"/>
            </w:pPr>
            <w:r w:rsidRPr="0006519F">
              <w:t>70</w:t>
            </w:r>
          </w:p>
        </w:tc>
        <w:tc>
          <w:tcPr>
            <w:tcW w:w="1987" w:type="dxa"/>
            <w:gridSpan w:val="3"/>
          </w:tcPr>
          <w:p w:rsidR="001C6E7D" w:rsidRPr="0006519F" w:rsidRDefault="001C6E7D" w:rsidP="00BD2A60">
            <w:r w:rsidRPr="0006519F">
              <w:t>Цветы, ритуальные принадлежности</w:t>
            </w:r>
          </w:p>
        </w:tc>
        <w:tc>
          <w:tcPr>
            <w:tcW w:w="2014" w:type="dxa"/>
            <w:gridSpan w:val="3"/>
          </w:tcPr>
          <w:p w:rsidR="001C6E7D" w:rsidRPr="0006519F" w:rsidRDefault="001C6E7D" w:rsidP="00BD2A60">
            <w:pPr>
              <w:jc w:val="center"/>
            </w:pPr>
            <w:r w:rsidRPr="0006519F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06519F" w:rsidRDefault="001C6E7D" w:rsidP="00BD2A60">
            <w:pPr>
              <w:jc w:val="center"/>
            </w:pPr>
            <w:r w:rsidRPr="0006519F">
              <w:t>до 31.12.2015 г.</w:t>
            </w:r>
          </w:p>
        </w:tc>
      </w:tr>
      <w:tr w:rsidR="001C6E7D" w:rsidRPr="00BA04B1">
        <w:tc>
          <w:tcPr>
            <w:tcW w:w="720" w:type="dxa"/>
          </w:tcPr>
          <w:p w:rsidR="001C6E7D" w:rsidRPr="0006519F" w:rsidRDefault="001C6E7D" w:rsidP="00BD2A60">
            <w:pPr>
              <w:jc w:val="center"/>
            </w:pPr>
            <w:r w:rsidRPr="0006519F">
              <w:t>39</w:t>
            </w:r>
          </w:p>
        </w:tc>
        <w:tc>
          <w:tcPr>
            <w:tcW w:w="3779" w:type="dxa"/>
          </w:tcPr>
          <w:p w:rsidR="001C6E7D" w:rsidRPr="0006519F" w:rsidRDefault="001C6E7D" w:rsidP="00BD2A60">
            <w:pPr>
              <w:jc w:val="center"/>
            </w:pPr>
            <w:r w:rsidRPr="00F42027">
              <w:t xml:space="preserve">г. Дальнереченск, 15 метров на юго- восток от здания ул. </w:t>
            </w:r>
            <w:r w:rsidRPr="0006519F">
              <w:t>Ленина,101</w:t>
            </w:r>
          </w:p>
        </w:tc>
        <w:tc>
          <w:tcPr>
            <w:tcW w:w="1979" w:type="dxa"/>
          </w:tcPr>
          <w:p w:rsidR="001C6E7D" w:rsidRPr="0006519F" w:rsidRDefault="001C6E7D" w:rsidP="00BD2A60">
            <w:pPr>
              <w:jc w:val="center"/>
            </w:pPr>
            <w:r w:rsidRPr="0006519F">
              <w:t>павильон</w:t>
            </w:r>
          </w:p>
        </w:tc>
        <w:tc>
          <w:tcPr>
            <w:tcW w:w="1260" w:type="dxa"/>
          </w:tcPr>
          <w:p w:rsidR="001C6E7D" w:rsidRPr="0006519F" w:rsidRDefault="001C6E7D" w:rsidP="00BD2A60">
            <w:pPr>
              <w:jc w:val="center"/>
            </w:pPr>
            <w:r w:rsidRPr="0006519F">
              <w:t>6</w:t>
            </w:r>
          </w:p>
        </w:tc>
        <w:tc>
          <w:tcPr>
            <w:tcW w:w="1260" w:type="dxa"/>
            <w:gridSpan w:val="2"/>
          </w:tcPr>
          <w:p w:rsidR="001C6E7D" w:rsidRPr="0006519F" w:rsidRDefault="001C6E7D" w:rsidP="00BD2A60">
            <w:pPr>
              <w:jc w:val="center"/>
            </w:pPr>
            <w:r w:rsidRPr="0006519F">
              <w:t>6</w:t>
            </w:r>
          </w:p>
        </w:tc>
        <w:tc>
          <w:tcPr>
            <w:tcW w:w="1987" w:type="dxa"/>
            <w:gridSpan w:val="3"/>
          </w:tcPr>
          <w:p w:rsidR="001C6E7D" w:rsidRPr="0006519F" w:rsidRDefault="001C6E7D" w:rsidP="00BD2A60">
            <w:r w:rsidRPr="0006519F">
              <w:t>непродовольственные товары</w:t>
            </w:r>
          </w:p>
        </w:tc>
        <w:tc>
          <w:tcPr>
            <w:tcW w:w="2014" w:type="dxa"/>
            <w:gridSpan w:val="3"/>
          </w:tcPr>
          <w:p w:rsidR="001C6E7D" w:rsidRPr="0006519F" w:rsidRDefault="001C6E7D" w:rsidP="00BD2A60">
            <w:pPr>
              <w:jc w:val="center"/>
            </w:pPr>
            <w:r w:rsidRPr="0006519F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06519F" w:rsidRDefault="001C6E7D" w:rsidP="00BD2A60">
            <w:pPr>
              <w:jc w:val="center"/>
            </w:pPr>
            <w:r w:rsidRPr="0006519F">
              <w:t>до 31.12.2015 г.</w:t>
            </w:r>
          </w:p>
        </w:tc>
      </w:tr>
      <w:tr w:rsidR="001C6E7D" w:rsidRPr="00681B9A">
        <w:tc>
          <w:tcPr>
            <w:tcW w:w="15048" w:type="dxa"/>
            <w:gridSpan w:val="13"/>
          </w:tcPr>
          <w:p w:rsidR="001C6E7D" w:rsidRPr="00F42027" w:rsidRDefault="001C6E7D" w:rsidP="00BD2A60">
            <w:pPr>
              <w:jc w:val="center"/>
              <w:rPr>
                <w:b/>
                <w:bCs/>
              </w:rPr>
            </w:pPr>
            <w:r w:rsidRPr="00F42027">
              <w:rPr>
                <w:b/>
                <w:bCs/>
              </w:rPr>
              <w:t>Прохладительные напитки, мороженое, сахарная вата</w:t>
            </w:r>
          </w:p>
        </w:tc>
      </w:tr>
      <w:tr w:rsidR="001C6E7D" w:rsidRPr="00681B9A">
        <w:trPr>
          <w:trHeight w:val="953"/>
        </w:trPr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 xml:space="preserve">г. Дальнереченск </w:t>
            </w:r>
          </w:p>
          <w:p w:rsidR="001C6E7D" w:rsidRPr="0062728E" w:rsidRDefault="001C6E7D" w:rsidP="00BD2A60">
            <w:pPr>
              <w:jc w:val="center"/>
            </w:pPr>
            <w:r w:rsidRPr="00F42027">
              <w:t xml:space="preserve"> в 15 метрах </w:t>
            </w:r>
            <w:r>
              <w:t xml:space="preserve">на запад </w:t>
            </w:r>
            <w:r w:rsidRPr="00F42027">
              <w:t xml:space="preserve">от входа в магазин «Стелс» ул. </w:t>
            </w:r>
            <w:r w:rsidRPr="0062728E">
              <w:t>Тухачевского, 63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4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 xml:space="preserve">с </w:t>
            </w:r>
            <w:r w:rsidRPr="00681B9A">
              <w:t>01.0</w:t>
            </w:r>
            <w:r>
              <w:t>5.2015 г.</w:t>
            </w:r>
            <w:r w:rsidRPr="00681B9A">
              <w:t xml:space="preserve"> </w:t>
            </w:r>
            <w:r>
              <w:t xml:space="preserve"> </w:t>
            </w:r>
            <w:r w:rsidRPr="00681B9A">
              <w:t xml:space="preserve"> </w:t>
            </w:r>
            <w:r>
              <w:t xml:space="preserve">по </w:t>
            </w:r>
            <w:r w:rsidRPr="00681B9A">
              <w:t>01.10.201</w:t>
            </w:r>
            <w:r>
              <w:t>5</w:t>
            </w:r>
            <w:r w:rsidRPr="00681B9A">
              <w:t xml:space="preserve"> г.</w:t>
            </w:r>
          </w:p>
        </w:tc>
      </w:tr>
      <w:tr w:rsidR="001C6E7D" w:rsidRPr="00681B9A">
        <w:trPr>
          <w:trHeight w:val="953"/>
        </w:trPr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41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 xml:space="preserve">г. Дальнереченск </w:t>
            </w:r>
          </w:p>
          <w:p w:rsidR="001C6E7D" w:rsidRDefault="001C6E7D" w:rsidP="00BD2A60">
            <w:pPr>
              <w:jc w:val="center"/>
            </w:pPr>
            <w:r w:rsidRPr="00F42027">
              <w:t xml:space="preserve">в 10 метрах </w:t>
            </w:r>
            <w:r>
              <w:t xml:space="preserve">на восток </w:t>
            </w:r>
            <w:r w:rsidRPr="00F42027">
              <w:t xml:space="preserve">от входа в магазин «Находка» 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ул. </w:t>
            </w:r>
            <w:r w:rsidRPr="00681B9A">
              <w:t>Кошевого, 3а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42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 xml:space="preserve">г. Дальнереченск </w:t>
            </w:r>
          </w:p>
          <w:p w:rsidR="001C6E7D" w:rsidRDefault="001C6E7D" w:rsidP="000851BC">
            <w:pPr>
              <w:jc w:val="center"/>
            </w:pPr>
            <w:r w:rsidRPr="00F42027">
              <w:t xml:space="preserve">в 15 метрах </w:t>
            </w:r>
            <w:r>
              <w:t xml:space="preserve">на юг </w:t>
            </w:r>
            <w:r w:rsidRPr="00F42027">
              <w:t xml:space="preserve">от входа в </w:t>
            </w:r>
            <w:r>
              <w:t>магазин «Надежда»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ул. </w:t>
            </w:r>
            <w:r w:rsidRPr="00681B9A">
              <w:t>Пушкина,19</w:t>
            </w:r>
            <w:r>
              <w:t>,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Default="001C6E7D" w:rsidP="00BD2A60">
            <w:pPr>
              <w:jc w:val="center"/>
            </w:pPr>
            <w:r w:rsidRPr="00681B9A">
              <w:t xml:space="preserve">3 </w:t>
            </w:r>
          </w:p>
          <w:p w:rsidR="001C6E7D" w:rsidRDefault="001C6E7D" w:rsidP="00BD2A60">
            <w:pPr>
              <w:jc w:val="center"/>
            </w:pPr>
          </w:p>
          <w:p w:rsidR="001C6E7D" w:rsidRDefault="001C6E7D" w:rsidP="00BD2A60">
            <w:pPr>
              <w:jc w:val="center"/>
            </w:pPr>
          </w:p>
          <w:p w:rsidR="001C6E7D" w:rsidRPr="00681B9A" w:rsidRDefault="001C6E7D" w:rsidP="00F633FF"/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237EEE">
        <w:tc>
          <w:tcPr>
            <w:tcW w:w="720" w:type="dxa"/>
          </w:tcPr>
          <w:p w:rsidR="001C6E7D" w:rsidRPr="00237EEE" w:rsidRDefault="001C6E7D" w:rsidP="00BD2A60">
            <w:pPr>
              <w:jc w:val="center"/>
            </w:pPr>
            <w:r w:rsidRPr="00237EEE">
              <w:t>43</w:t>
            </w:r>
          </w:p>
        </w:tc>
        <w:tc>
          <w:tcPr>
            <w:tcW w:w="3779" w:type="dxa"/>
          </w:tcPr>
          <w:p w:rsidR="001C6E7D" w:rsidRPr="00237EEE" w:rsidRDefault="001C6E7D" w:rsidP="00BD2A60">
            <w:pPr>
              <w:jc w:val="center"/>
            </w:pPr>
            <w:r w:rsidRPr="00237EEE">
              <w:t xml:space="preserve">г. Дальнереченск </w:t>
            </w:r>
          </w:p>
          <w:p w:rsidR="001C6E7D" w:rsidRPr="00237EEE" w:rsidRDefault="001C6E7D" w:rsidP="00BD2A60">
            <w:pPr>
              <w:jc w:val="center"/>
            </w:pPr>
            <w:r w:rsidRPr="00237EEE">
              <w:t>в 5 метрах по направлению на юг от остановочного пункта «Рынок» ул. Г. Даманского</w:t>
            </w:r>
          </w:p>
          <w:p w:rsidR="001C6E7D" w:rsidRPr="00237EEE" w:rsidRDefault="001C6E7D" w:rsidP="00BD2A60">
            <w:pPr>
              <w:jc w:val="center"/>
            </w:pPr>
          </w:p>
        </w:tc>
        <w:tc>
          <w:tcPr>
            <w:tcW w:w="1979" w:type="dxa"/>
          </w:tcPr>
          <w:p w:rsidR="001C6E7D" w:rsidRPr="00237EEE" w:rsidRDefault="001C6E7D" w:rsidP="00BD2A60">
            <w:pPr>
              <w:jc w:val="center"/>
            </w:pPr>
            <w:r w:rsidRPr="00237EEE">
              <w:t>лоток, термокеги, палатка</w:t>
            </w:r>
          </w:p>
        </w:tc>
        <w:tc>
          <w:tcPr>
            <w:tcW w:w="1260" w:type="dxa"/>
          </w:tcPr>
          <w:p w:rsidR="001C6E7D" w:rsidRPr="00237EEE" w:rsidRDefault="001C6E7D" w:rsidP="00BD2A60">
            <w:pPr>
              <w:jc w:val="center"/>
            </w:pPr>
            <w:r w:rsidRPr="00237EEE">
              <w:t>8</w:t>
            </w:r>
          </w:p>
        </w:tc>
        <w:tc>
          <w:tcPr>
            <w:tcW w:w="1260" w:type="dxa"/>
            <w:gridSpan w:val="2"/>
          </w:tcPr>
          <w:p w:rsidR="001C6E7D" w:rsidRPr="00237EEE" w:rsidRDefault="001C6E7D" w:rsidP="00BD2A60">
            <w:pPr>
              <w:jc w:val="center"/>
            </w:pPr>
            <w:r w:rsidRPr="00237EEE">
              <w:t>6</w:t>
            </w:r>
          </w:p>
        </w:tc>
        <w:tc>
          <w:tcPr>
            <w:tcW w:w="1910" w:type="dxa"/>
            <w:gridSpan w:val="2"/>
          </w:tcPr>
          <w:p w:rsidR="001C6E7D" w:rsidRPr="00237EEE" w:rsidRDefault="001C6E7D" w:rsidP="00BD2A60">
            <w:pPr>
              <w:jc w:val="center"/>
            </w:pPr>
            <w:r w:rsidRPr="00237EEE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237EEE" w:rsidRDefault="001C6E7D" w:rsidP="00BD2A60">
            <w:pPr>
              <w:jc w:val="center"/>
            </w:pPr>
            <w:r w:rsidRPr="00237EEE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237EEE" w:rsidRDefault="001C6E7D" w:rsidP="00BD2A60">
            <w:r w:rsidRPr="00237EEE">
              <w:t>с 01.05.2015 г.   по 01.10.2015 г.</w:t>
            </w:r>
          </w:p>
        </w:tc>
      </w:tr>
      <w:tr w:rsidR="001C6E7D" w:rsidRPr="00681B9A">
        <w:trPr>
          <w:trHeight w:val="356"/>
        </w:trPr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44</w:t>
            </w:r>
          </w:p>
        </w:tc>
        <w:tc>
          <w:tcPr>
            <w:tcW w:w="3779" w:type="dxa"/>
          </w:tcPr>
          <w:p w:rsidR="001C6E7D" w:rsidRPr="003B34BD" w:rsidRDefault="001C6E7D" w:rsidP="003B34BD">
            <w:pPr>
              <w:jc w:val="center"/>
            </w:pPr>
            <w:r w:rsidRPr="00F42027">
              <w:t xml:space="preserve">г. Дальнереченск, 5 метрах </w:t>
            </w:r>
            <w:r>
              <w:t xml:space="preserve">на восток </w:t>
            </w:r>
            <w:r w:rsidRPr="00F42027">
              <w:t xml:space="preserve">от входа в магазин «Центральный» ул. </w:t>
            </w:r>
            <w:r w:rsidRPr="003B34BD">
              <w:t>Ленина, 75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45</w:t>
            </w:r>
          </w:p>
        </w:tc>
        <w:tc>
          <w:tcPr>
            <w:tcW w:w="3779" w:type="dxa"/>
          </w:tcPr>
          <w:p w:rsidR="001C6E7D" w:rsidRPr="00681B9A" w:rsidRDefault="001C6E7D" w:rsidP="00BD2A60">
            <w:pPr>
              <w:jc w:val="center"/>
            </w:pPr>
            <w:r w:rsidRPr="00F42027">
              <w:t xml:space="preserve">г. Дальнереченск, 5 метрах от входа в магазин «Винный мир» ул. </w:t>
            </w:r>
            <w:r w:rsidRPr="00681B9A">
              <w:t>Ленина, 75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3B34BD" w:rsidRDefault="001C6E7D" w:rsidP="00BD2A60">
            <w:pPr>
              <w:jc w:val="center"/>
            </w:pPr>
            <w:r>
              <w:t xml:space="preserve"> 46</w:t>
            </w:r>
          </w:p>
        </w:tc>
        <w:tc>
          <w:tcPr>
            <w:tcW w:w="3779" w:type="dxa"/>
          </w:tcPr>
          <w:p w:rsidR="001C6E7D" w:rsidRPr="00681B9A" w:rsidRDefault="001C6E7D" w:rsidP="00BD2A60">
            <w:pPr>
              <w:jc w:val="center"/>
            </w:pPr>
            <w:r w:rsidRPr="00F42027">
              <w:t xml:space="preserve">г. Дальнереченск, в  5 метрах от входа в  магазин «Супермаркет» ул. </w:t>
            </w:r>
            <w:r w:rsidRPr="00681B9A">
              <w:t>М. Личенко, 28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47</w:t>
            </w:r>
          </w:p>
        </w:tc>
        <w:tc>
          <w:tcPr>
            <w:tcW w:w="3779" w:type="dxa"/>
          </w:tcPr>
          <w:p w:rsidR="001C6E7D" w:rsidRPr="00681B9A" w:rsidRDefault="001C6E7D" w:rsidP="00BD2A60">
            <w:pPr>
              <w:jc w:val="center"/>
            </w:pPr>
            <w:r w:rsidRPr="00F42027">
              <w:t xml:space="preserve">г. Дальнереченск, в 3 метрах по направлению на север от центрального входа в магазин «Орион» ул. </w:t>
            </w:r>
            <w:r>
              <w:t>Личенко, 15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48</w:t>
            </w:r>
          </w:p>
        </w:tc>
        <w:tc>
          <w:tcPr>
            <w:tcW w:w="3779" w:type="dxa"/>
          </w:tcPr>
          <w:p w:rsidR="001C6E7D" w:rsidRPr="00681B9A" w:rsidRDefault="001C6E7D" w:rsidP="00BD2A60">
            <w:pPr>
              <w:jc w:val="center"/>
            </w:pPr>
            <w:r w:rsidRPr="00F42027">
              <w:t xml:space="preserve">г. Дальнереченск, в 7 метрах по направлению на северо-восток от центрального входа магазина «Домотехника» ул. </w:t>
            </w:r>
            <w:r w:rsidRPr="00681B9A">
              <w:t>Ленина, 94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49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 в 5 метрах по направлению на восток от центрального входа в магазин «Звезда» ул.Советская, 21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50</w:t>
            </w:r>
          </w:p>
        </w:tc>
        <w:tc>
          <w:tcPr>
            <w:tcW w:w="3779" w:type="dxa"/>
          </w:tcPr>
          <w:p w:rsidR="001C6E7D" w:rsidRDefault="001C6E7D" w:rsidP="00BD2A60">
            <w:pPr>
              <w:jc w:val="center"/>
            </w:pPr>
            <w:r w:rsidRPr="00F42027">
              <w:t>г. Дальнереченск, в 5 метрах по направлениию на северо- восток от входа в магазин «Астра»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 ул. </w:t>
            </w:r>
            <w:r w:rsidRPr="00681B9A">
              <w:t>Ленина, 70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51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Default="001C6E7D" w:rsidP="00BD2A60">
            <w:pPr>
              <w:jc w:val="center"/>
            </w:pPr>
            <w:r w:rsidRPr="00F42027">
              <w:t xml:space="preserve">  в 9  метрах на восток от входа в магазин «Ждём Вас» 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ул. </w:t>
            </w:r>
            <w:r w:rsidRPr="00681B9A">
              <w:t>Ленина ,77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52</w:t>
            </w:r>
          </w:p>
        </w:tc>
        <w:tc>
          <w:tcPr>
            <w:tcW w:w="3779" w:type="dxa"/>
          </w:tcPr>
          <w:p w:rsidR="001C6E7D" w:rsidRPr="00F42027" w:rsidRDefault="001C6E7D" w:rsidP="00275C5A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в 17 метрах по направлению на юго-восток от входа в магазин «Зайка моя» ул. </w:t>
            </w:r>
            <w:r w:rsidRPr="00681B9A">
              <w:t>Ленина ,75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53</w:t>
            </w:r>
          </w:p>
        </w:tc>
        <w:tc>
          <w:tcPr>
            <w:tcW w:w="3779" w:type="dxa"/>
          </w:tcPr>
          <w:p w:rsidR="001C6E7D" w:rsidRPr="0029038B" w:rsidRDefault="001C6E7D" w:rsidP="00BD2A60">
            <w:pPr>
              <w:jc w:val="center"/>
            </w:pPr>
            <w:r w:rsidRPr="0029038B">
              <w:t xml:space="preserve">г. Дальнереченск, </w:t>
            </w:r>
          </w:p>
          <w:p w:rsidR="001C6E7D" w:rsidRPr="008A61D4" w:rsidRDefault="001C6E7D" w:rsidP="008A61D4">
            <w:pPr>
              <w:jc w:val="center"/>
            </w:pPr>
            <w:r>
              <w:t>в 1 метре</w:t>
            </w:r>
            <w:r w:rsidRPr="0029038B">
              <w:t xml:space="preserve"> </w:t>
            </w:r>
            <w:r>
              <w:t xml:space="preserve">по направлению на юг </w:t>
            </w:r>
            <w:r w:rsidRPr="0029038B">
              <w:t>от входа в городскую ярмарку со стороны ул. Г. Даманского</w:t>
            </w:r>
          </w:p>
        </w:tc>
        <w:tc>
          <w:tcPr>
            <w:tcW w:w="1979" w:type="dxa"/>
          </w:tcPr>
          <w:p w:rsidR="001C6E7D" w:rsidRPr="008C21A5" w:rsidRDefault="001C6E7D" w:rsidP="00BD2A60">
            <w:pPr>
              <w:jc w:val="center"/>
            </w:pPr>
            <w:r>
              <w:t>л</w:t>
            </w:r>
            <w:r w:rsidRPr="008C21A5">
              <w:t>оток, термокеги</w:t>
            </w:r>
          </w:p>
        </w:tc>
        <w:tc>
          <w:tcPr>
            <w:tcW w:w="1260" w:type="dxa"/>
          </w:tcPr>
          <w:p w:rsidR="001C6E7D" w:rsidRPr="008C21A5" w:rsidRDefault="001C6E7D" w:rsidP="00BD2A60">
            <w:pPr>
              <w:jc w:val="center"/>
            </w:pPr>
            <w:r w:rsidRPr="008C21A5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8C21A5" w:rsidRDefault="001C6E7D" w:rsidP="00BD2A60">
            <w:pPr>
              <w:jc w:val="center"/>
            </w:pPr>
            <w:r w:rsidRPr="008C21A5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8C21A5" w:rsidRDefault="001C6E7D" w:rsidP="00BD2A60">
            <w:pPr>
              <w:jc w:val="center"/>
            </w:pPr>
            <w:r w:rsidRPr="008C21A5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54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в 5 метрах по направлению на северо-восток от входа в здание автовокзала ул. </w:t>
            </w:r>
            <w:r w:rsidRPr="00681B9A">
              <w:t>Уссурийская, 64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55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F42027" w:rsidRDefault="001C6E7D" w:rsidP="00BD2A60">
            <w:pPr>
              <w:jc w:val="center"/>
            </w:pPr>
            <w:r w:rsidRPr="00F42027">
              <w:t xml:space="preserve"> в 9,5 метрах на юго- восток от входа в магазин «Ирина» 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ул. Г. Даманского, 36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термокеги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2C034D" w:rsidRDefault="001C6E7D" w:rsidP="00BD2A60">
            <w:pPr>
              <w:jc w:val="center"/>
            </w:pPr>
            <w:r>
              <w:t>56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 в 11 метрах по направлению на юго- восток от входа в магазин «Благо» ул. </w:t>
            </w:r>
            <w:r w:rsidRPr="00681B9A">
              <w:t>Г. Даманского, 3</w:t>
            </w:r>
            <w:r>
              <w:t>4</w:t>
            </w:r>
          </w:p>
        </w:tc>
        <w:tc>
          <w:tcPr>
            <w:tcW w:w="1979" w:type="dxa"/>
          </w:tcPr>
          <w:p w:rsidR="001C6E7D" w:rsidRPr="00317D5E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57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1A79BA">
            <w:pPr>
              <w:jc w:val="center"/>
            </w:pPr>
            <w:r w:rsidRPr="00F42027">
              <w:t xml:space="preserve"> в 3 метрах от входа в павильон «Теремок» ул. </w:t>
            </w:r>
            <w:r>
              <w:t>М.Личенко, 15-б</w:t>
            </w:r>
          </w:p>
        </w:tc>
        <w:tc>
          <w:tcPr>
            <w:tcW w:w="1979" w:type="dxa"/>
          </w:tcPr>
          <w:p w:rsidR="001C6E7D" w:rsidRPr="00317D5E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58</w:t>
            </w:r>
          </w:p>
        </w:tc>
        <w:tc>
          <w:tcPr>
            <w:tcW w:w="3779" w:type="dxa"/>
          </w:tcPr>
          <w:p w:rsidR="001C6E7D" w:rsidRPr="00F42027" w:rsidRDefault="001C6E7D" w:rsidP="00237EEE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237EEE">
            <w:pPr>
              <w:jc w:val="center"/>
            </w:pPr>
            <w:r w:rsidRPr="00F42027">
              <w:t xml:space="preserve"> в 3</w:t>
            </w:r>
            <w:r>
              <w:t>9</w:t>
            </w:r>
            <w:r w:rsidRPr="00F42027">
              <w:t xml:space="preserve"> метрах</w:t>
            </w:r>
            <w:r>
              <w:t xml:space="preserve"> по направлению на юго- запад от магазина «Театральный»</w:t>
            </w:r>
            <w:r w:rsidRPr="00F42027">
              <w:t xml:space="preserve"> ул.</w:t>
            </w:r>
            <w:r>
              <w:t>Театральная,20</w:t>
            </w:r>
          </w:p>
        </w:tc>
        <w:tc>
          <w:tcPr>
            <w:tcW w:w="1979" w:type="dxa"/>
          </w:tcPr>
          <w:p w:rsidR="001C6E7D" w:rsidRPr="00317D5E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59</w:t>
            </w:r>
          </w:p>
        </w:tc>
        <w:tc>
          <w:tcPr>
            <w:tcW w:w="3779" w:type="dxa"/>
          </w:tcPr>
          <w:p w:rsidR="001C6E7D" w:rsidRPr="00B6593F" w:rsidRDefault="001C6E7D" w:rsidP="00BD2A60">
            <w:pPr>
              <w:jc w:val="center"/>
            </w:pPr>
            <w:r w:rsidRPr="00F42027">
              <w:t xml:space="preserve">г. Дальнереченск, в 250 метрах по направлению на северо-восток от жилого дома ул. </w:t>
            </w:r>
            <w:r>
              <w:t>Майская, 17</w:t>
            </w:r>
          </w:p>
        </w:tc>
        <w:tc>
          <w:tcPr>
            <w:tcW w:w="1979" w:type="dxa"/>
          </w:tcPr>
          <w:p w:rsidR="001C6E7D" w:rsidRPr="00317D5E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>
              <w:t>20</w:t>
            </w:r>
          </w:p>
        </w:tc>
        <w:tc>
          <w:tcPr>
            <w:tcW w:w="1260" w:type="dxa"/>
            <w:gridSpan w:val="2"/>
          </w:tcPr>
          <w:p w:rsidR="001C6E7D" w:rsidRPr="00681B9A" w:rsidRDefault="001C6E7D" w:rsidP="00BD2A60">
            <w:pPr>
              <w:jc w:val="center"/>
            </w:pPr>
            <w:r>
              <w:t>20</w:t>
            </w:r>
            <w:r w:rsidRPr="00681B9A">
              <w:t xml:space="preserve"> 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мороженое, кулинарная продукция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6E6706">
              <w:t>с 01.05.2015 г.   по 01.10.2015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05699F" w:rsidRDefault="001C6E7D" w:rsidP="00BD2A60">
            <w:pPr>
              <w:jc w:val="center"/>
            </w:pPr>
            <w:r w:rsidRPr="0005699F">
              <w:t>60</w:t>
            </w:r>
          </w:p>
        </w:tc>
        <w:tc>
          <w:tcPr>
            <w:tcW w:w="3779" w:type="dxa"/>
          </w:tcPr>
          <w:p w:rsidR="001C6E7D" w:rsidRPr="00F42027" w:rsidRDefault="001C6E7D" w:rsidP="004B3A87">
            <w:r w:rsidRPr="00F42027">
              <w:t>г. Дальнереченск, в 5 метрах по направлению на юг от здания по ул</w:t>
            </w:r>
            <w:r>
              <w:t xml:space="preserve">. </w:t>
            </w:r>
            <w:r w:rsidRPr="00F42027">
              <w:t xml:space="preserve">Г. Даманского,38 </w:t>
            </w:r>
          </w:p>
        </w:tc>
        <w:tc>
          <w:tcPr>
            <w:tcW w:w="1979" w:type="dxa"/>
          </w:tcPr>
          <w:p w:rsidR="001C6E7D" w:rsidRPr="00BE31D4" w:rsidRDefault="001C6E7D" w:rsidP="00BD2A60">
            <w:pPr>
              <w:jc w:val="center"/>
            </w:pPr>
            <w:r w:rsidRPr="00BE31D4">
              <w:t>лоток, палатка</w:t>
            </w:r>
          </w:p>
        </w:tc>
        <w:tc>
          <w:tcPr>
            <w:tcW w:w="1260" w:type="dxa"/>
          </w:tcPr>
          <w:p w:rsidR="001C6E7D" w:rsidRPr="00BE31D4" w:rsidRDefault="001C6E7D" w:rsidP="00BD2A60">
            <w:pPr>
              <w:jc w:val="center"/>
            </w:pPr>
            <w:r w:rsidRPr="00BE31D4">
              <w:t>2</w:t>
            </w:r>
          </w:p>
        </w:tc>
        <w:tc>
          <w:tcPr>
            <w:tcW w:w="1260" w:type="dxa"/>
            <w:gridSpan w:val="2"/>
          </w:tcPr>
          <w:p w:rsidR="001C6E7D" w:rsidRPr="00BE31D4" w:rsidRDefault="001C6E7D" w:rsidP="00BD2A60">
            <w:pPr>
              <w:jc w:val="center"/>
            </w:pPr>
            <w:r w:rsidRPr="00BE31D4">
              <w:t>2</w:t>
            </w:r>
          </w:p>
        </w:tc>
        <w:tc>
          <w:tcPr>
            <w:tcW w:w="1910" w:type="dxa"/>
            <w:gridSpan w:val="2"/>
          </w:tcPr>
          <w:p w:rsidR="001C6E7D" w:rsidRPr="00F42027" w:rsidRDefault="001C6E7D" w:rsidP="00BD2A60">
            <w:pPr>
              <w:jc w:val="center"/>
            </w:pPr>
            <w:r w:rsidRPr="00F42027">
              <w:t>прохладительные напитки, сахарная вата, мороженое</w:t>
            </w:r>
          </w:p>
        </w:tc>
        <w:tc>
          <w:tcPr>
            <w:tcW w:w="2091" w:type="dxa"/>
            <w:gridSpan w:val="4"/>
          </w:tcPr>
          <w:p w:rsidR="001C6E7D" w:rsidRPr="00BE31D4" w:rsidRDefault="001C6E7D" w:rsidP="00BD2A60">
            <w:pPr>
              <w:jc w:val="center"/>
            </w:pPr>
            <w:r w:rsidRPr="00BE31D4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BE31D4" w:rsidRDefault="001C6E7D" w:rsidP="00BD2A60">
            <w:r w:rsidRPr="00BE31D4">
              <w:t>с 01.06.2015 г.   по 01.10.2015 г.</w:t>
            </w:r>
          </w:p>
        </w:tc>
      </w:tr>
      <w:tr w:rsidR="001C6E7D" w:rsidRPr="00681B9A">
        <w:tc>
          <w:tcPr>
            <w:tcW w:w="15048" w:type="dxa"/>
            <w:gridSpan w:val="13"/>
          </w:tcPr>
          <w:p w:rsidR="001C6E7D" w:rsidRPr="00681B9A" w:rsidRDefault="001C6E7D" w:rsidP="00BD2A60">
            <w:pPr>
              <w:jc w:val="center"/>
            </w:pPr>
            <w:r w:rsidRPr="00681B9A">
              <w:rPr>
                <w:b/>
                <w:bCs/>
              </w:rPr>
              <w:t>Плодоовощная и сельскохозяйственная продукция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61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 347 км гострассы «Хабаровск-Владивосток», в 50 метрах от госстрассы и в 10 метрах от входа в магазин «Лепрекон»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62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  <w:r>
              <w:t xml:space="preserve"> </w:t>
            </w:r>
            <w:r w:rsidRPr="00F42027">
              <w:t xml:space="preserve"> в 10 метрах от входа</w:t>
            </w:r>
            <w:r>
              <w:t xml:space="preserve"> </w:t>
            </w:r>
            <w:r w:rsidRPr="00F42027">
              <w:t xml:space="preserve"> в магазин «Семёрочка» 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ул. 50 лет Октября, 21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63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в 20 метрах от входа в магазин «Стелс» ул. </w:t>
            </w:r>
            <w:r>
              <w:t>Тухачевского, 63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64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3C4111">
            <w:pPr>
              <w:jc w:val="center"/>
            </w:pPr>
            <w:r w:rsidRPr="00F42027">
              <w:t xml:space="preserve">в 5 метрах по направлению на восток от входа в магазин «Кроха» ул. </w:t>
            </w:r>
            <w:r w:rsidRPr="00681B9A">
              <w:t xml:space="preserve">Ленина, 75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16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16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65</w:t>
            </w:r>
          </w:p>
        </w:tc>
        <w:tc>
          <w:tcPr>
            <w:tcW w:w="3779" w:type="dxa"/>
          </w:tcPr>
          <w:p w:rsidR="001C6E7D" w:rsidRDefault="001C6E7D" w:rsidP="007904B0">
            <w:pPr>
              <w:jc w:val="center"/>
            </w:pPr>
            <w:r w:rsidRPr="00F42027">
              <w:t>г. Дальнереченск,</w:t>
            </w:r>
            <w:r>
              <w:t xml:space="preserve"> </w:t>
            </w:r>
            <w:r w:rsidRPr="00F42027">
              <w:t>в 3 метрах</w:t>
            </w:r>
            <w:r>
              <w:t xml:space="preserve"> </w:t>
            </w:r>
            <w:r w:rsidRPr="00F42027">
              <w:t xml:space="preserve">от входа в магазин «Орион» </w:t>
            </w:r>
          </w:p>
          <w:p w:rsidR="001C6E7D" w:rsidRPr="00681B9A" w:rsidRDefault="001C6E7D" w:rsidP="007904B0">
            <w:pPr>
              <w:jc w:val="center"/>
            </w:pPr>
            <w:r w:rsidRPr="00F42027">
              <w:t xml:space="preserve">ул. </w:t>
            </w:r>
            <w:r w:rsidRPr="00681B9A">
              <w:t>Личенко, 15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66</w:t>
            </w:r>
          </w:p>
        </w:tc>
        <w:tc>
          <w:tcPr>
            <w:tcW w:w="3779" w:type="dxa"/>
          </w:tcPr>
          <w:p w:rsidR="001C6E7D" w:rsidRDefault="001C6E7D" w:rsidP="00BD2A60">
            <w:pPr>
              <w:jc w:val="center"/>
            </w:pPr>
            <w:r w:rsidRPr="00F42027">
              <w:t>г. Дальнереченск,  в 15 метрах от входа в  магазин «Спутник»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 ул. </w:t>
            </w:r>
            <w:r w:rsidRPr="00681B9A">
              <w:t>Личенко, 28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67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в 5 метрах от входа в магазин «Находка» ул. </w:t>
            </w:r>
            <w:r w:rsidRPr="00681B9A">
              <w:t>О. Кошевого, 3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68</w:t>
            </w:r>
          </w:p>
        </w:tc>
        <w:tc>
          <w:tcPr>
            <w:tcW w:w="3779" w:type="dxa"/>
          </w:tcPr>
          <w:p w:rsidR="001C6E7D" w:rsidRDefault="001C6E7D" w:rsidP="00BD2A60">
            <w:pPr>
              <w:jc w:val="center"/>
            </w:pPr>
            <w:r w:rsidRPr="00F42027">
              <w:t>г. Дальнереченск, в 3 метрах</w:t>
            </w:r>
            <w:r>
              <w:t xml:space="preserve"> на север</w:t>
            </w:r>
            <w:r w:rsidRPr="00F42027">
              <w:t xml:space="preserve"> от входа в  магазин «Захар»</w:t>
            </w:r>
          </w:p>
          <w:p w:rsidR="001C6E7D" w:rsidRPr="00F42027" w:rsidRDefault="001C6E7D" w:rsidP="00BD2A60">
            <w:pPr>
              <w:jc w:val="center"/>
            </w:pPr>
            <w:r w:rsidRPr="00F42027">
              <w:t xml:space="preserve"> ул. 50 лет Октября, 21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69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в 5 метрах от входа в магазин «Посад-10» ул. </w:t>
            </w:r>
            <w:r>
              <w:t>Рябуха, 9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730" w:type="dxa"/>
          </w:tcPr>
          <w:p w:rsidR="001C6E7D" w:rsidRPr="00F42027" w:rsidRDefault="001C6E7D" w:rsidP="00BD2A60">
            <w:pPr>
              <w:jc w:val="center"/>
            </w:pPr>
            <w:r w:rsidRPr="00F42027">
              <w:t>реализация плодоовощных 3 кв/м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70</w:t>
            </w:r>
          </w:p>
        </w:tc>
        <w:tc>
          <w:tcPr>
            <w:tcW w:w="3779" w:type="dxa"/>
          </w:tcPr>
          <w:p w:rsidR="001C6E7D" w:rsidRDefault="001C6E7D" w:rsidP="00BC183E">
            <w:pPr>
              <w:jc w:val="center"/>
            </w:pPr>
            <w:r>
              <w:t>г. Дальнереченск, в 1 метре на юго-запад</w:t>
            </w:r>
            <w:r w:rsidRPr="00F42027">
              <w:t xml:space="preserve"> от входа в  магазин «Захар»</w:t>
            </w:r>
          </w:p>
          <w:p w:rsidR="001C6E7D" w:rsidRPr="00681B9A" w:rsidRDefault="001C6E7D" w:rsidP="00BC183E">
            <w:pPr>
              <w:jc w:val="center"/>
            </w:pPr>
            <w:r w:rsidRPr="00F42027">
              <w:t xml:space="preserve"> ул. 50 лет Октября, 21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71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>
              <w:t>в 5</w:t>
            </w:r>
            <w:r w:rsidRPr="00F42027">
              <w:t xml:space="preserve"> метрах </w:t>
            </w:r>
            <w:r>
              <w:t xml:space="preserve">по направлению на юго- запад </w:t>
            </w:r>
            <w:r w:rsidRPr="00F42027">
              <w:t xml:space="preserve">от </w:t>
            </w:r>
            <w:r>
              <w:t>центрального входа в ДК «Восток</w:t>
            </w:r>
            <w:r w:rsidRPr="00F42027">
              <w:t xml:space="preserve">» ул. </w:t>
            </w:r>
            <w:r>
              <w:t>Ленина,101</w:t>
            </w:r>
          </w:p>
        </w:tc>
        <w:tc>
          <w:tcPr>
            <w:tcW w:w="1979" w:type="dxa"/>
          </w:tcPr>
          <w:p w:rsidR="001C6E7D" w:rsidRPr="005A6671" w:rsidRDefault="001C6E7D" w:rsidP="005102BA">
            <w:pPr>
              <w:jc w:val="center"/>
            </w:pPr>
            <w:r w:rsidRPr="005A6671">
              <w:t xml:space="preserve">торговая площадка </w:t>
            </w:r>
          </w:p>
          <w:p w:rsidR="001C6E7D" w:rsidRDefault="001C6E7D" w:rsidP="005102BA">
            <w:pPr>
              <w:jc w:val="center"/>
            </w:pPr>
            <w:r w:rsidRPr="005A6671">
              <w:t>10 лотков</w:t>
            </w:r>
          </w:p>
          <w:p w:rsidR="001C6E7D" w:rsidRDefault="001C6E7D" w:rsidP="005102BA">
            <w:pPr>
              <w:jc w:val="center"/>
            </w:pPr>
            <w:r>
              <w:t>2 палатки</w:t>
            </w:r>
          </w:p>
          <w:p w:rsidR="001C6E7D" w:rsidRPr="00681B9A" w:rsidRDefault="001C6E7D" w:rsidP="005102BA">
            <w:pPr>
              <w:jc w:val="center"/>
            </w:pPr>
            <w:r>
              <w:t>2 автомашины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>
              <w:t>100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>
              <w:t>30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72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E22C73">
            <w:pPr>
              <w:jc w:val="center"/>
            </w:pPr>
            <w:r w:rsidRPr="00F42027">
              <w:t xml:space="preserve">в 10 метрах </w:t>
            </w:r>
            <w:r>
              <w:t>на юг о</w:t>
            </w:r>
            <w:r w:rsidRPr="00F42027">
              <w:t>т входа в магазин «</w:t>
            </w:r>
            <w:r>
              <w:t>Меркурий</w:t>
            </w:r>
            <w:r w:rsidRPr="00F42027">
              <w:t>» ул.</w:t>
            </w:r>
            <w:r>
              <w:t>Дальнереченская, 59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rPr>
          <w:trHeight w:val="274"/>
        </w:trPr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73</w:t>
            </w:r>
          </w:p>
        </w:tc>
        <w:tc>
          <w:tcPr>
            <w:tcW w:w="3779" w:type="dxa"/>
          </w:tcPr>
          <w:p w:rsidR="001C6E7D" w:rsidRDefault="001C6E7D" w:rsidP="007904B0">
            <w:pPr>
              <w:jc w:val="center"/>
            </w:pPr>
            <w:r w:rsidRPr="00F42027">
              <w:t>г. Дальнереченск,</w:t>
            </w:r>
            <w:r>
              <w:t xml:space="preserve"> </w:t>
            </w:r>
            <w:r w:rsidRPr="00F42027">
              <w:t xml:space="preserve">в 10 метрах от входа в магазин «Аркаим» </w:t>
            </w:r>
          </w:p>
          <w:p w:rsidR="001C6E7D" w:rsidRPr="00681B9A" w:rsidRDefault="001C6E7D" w:rsidP="007904B0">
            <w:pPr>
              <w:jc w:val="center"/>
            </w:pPr>
            <w:r w:rsidRPr="00F42027">
              <w:t xml:space="preserve">ул. </w:t>
            </w:r>
            <w:r w:rsidRPr="00681B9A">
              <w:t>Железнодорожная, 12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74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 в 10 метрах от входа в кафе «Виктория» ул. </w:t>
            </w:r>
            <w:r w:rsidRPr="00681B9A">
              <w:t>Аэропортовая, 10</w:t>
            </w:r>
            <w:r>
              <w:t>,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плодоовощных культур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75</w:t>
            </w:r>
          </w:p>
        </w:tc>
        <w:tc>
          <w:tcPr>
            <w:tcW w:w="3779" w:type="dxa"/>
          </w:tcPr>
          <w:p w:rsidR="001C6E7D" w:rsidRPr="005A6671" w:rsidRDefault="001C6E7D" w:rsidP="00BD2A60">
            <w:pPr>
              <w:jc w:val="center"/>
            </w:pPr>
            <w:r w:rsidRPr="005A6671">
              <w:t>г. Дальнереченск, в 20 метрах по направлению на юг от магазина «Аист» ул. О. Кошевого, 2-а</w:t>
            </w:r>
          </w:p>
        </w:tc>
        <w:tc>
          <w:tcPr>
            <w:tcW w:w="1979" w:type="dxa"/>
          </w:tcPr>
          <w:p w:rsidR="001C6E7D" w:rsidRPr="005A6671" w:rsidRDefault="001C6E7D" w:rsidP="00BD2A60">
            <w:pPr>
              <w:jc w:val="center"/>
            </w:pPr>
            <w:r w:rsidRPr="005A6671">
              <w:t xml:space="preserve">торговая площадка </w:t>
            </w:r>
          </w:p>
          <w:p w:rsidR="001C6E7D" w:rsidRPr="005A6671" w:rsidRDefault="001C6E7D" w:rsidP="00BD2A60">
            <w:pPr>
              <w:jc w:val="center"/>
            </w:pPr>
            <w:r w:rsidRPr="005A6671">
              <w:t>10 лотков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50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50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продукции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подсобных хозяйств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76</w:t>
            </w:r>
          </w:p>
        </w:tc>
        <w:tc>
          <w:tcPr>
            <w:tcW w:w="3779" w:type="dxa"/>
          </w:tcPr>
          <w:p w:rsidR="001C6E7D" w:rsidRDefault="001C6E7D" w:rsidP="00BD2A60">
            <w:pPr>
              <w:jc w:val="center"/>
            </w:pPr>
            <w:r w:rsidRPr="00F42027">
              <w:t xml:space="preserve">г. Дальнереченск, в 5 метрах по направлению на север от центрального входа в магазин «Винный мир» ул. </w:t>
            </w:r>
            <w:r w:rsidRPr="00681B9A">
              <w:t>Ленина,7</w:t>
            </w:r>
            <w:r>
              <w:t>5</w:t>
            </w:r>
          </w:p>
          <w:p w:rsidR="001C6E7D" w:rsidRPr="00681B9A" w:rsidRDefault="001C6E7D" w:rsidP="00BD2A60"/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>
              <w:t>т</w:t>
            </w:r>
            <w:r w:rsidRPr="00681B9A">
              <w:t xml:space="preserve">орговая площадка 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5 лотков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20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20</w:t>
            </w:r>
          </w:p>
        </w:tc>
        <w:tc>
          <w:tcPr>
            <w:tcW w:w="1730" w:type="dxa"/>
          </w:tcPr>
          <w:p w:rsidR="001C6E7D" w:rsidRPr="00F42027" w:rsidRDefault="001C6E7D" w:rsidP="00BD2A60">
            <w:pPr>
              <w:jc w:val="center"/>
            </w:pPr>
            <w:r w:rsidRPr="00F42027">
              <w:t>реализация сельхозпродукции</w:t>
            </w:r>
            <w:r>
              <w:t>,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плодоовощных культур,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мясопродукции</w:t>
            </w:r>
            <w:r>
              <w:t>, продовольственные товары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Pr="00681B9A" w:rsidRDefault="001C6E7D" w:rsidP="00BD2A60">
            <w:pPr>
              <w:jc w:val="center"/>
            </w:pPr>
            <w:r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77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 в 3 метрах от входа в павильон «Теремок» ул. </w:t>
            </w:r>
            <w:r>
              <w:t>М.Личенко, 15-б</w:t>
            </w:r>
          </w:p>
        </w:tc>
        <w:tc>
          <w:tcPr>
            <w:tcW w:w="1979" w:type="dxa"/>
          </w:tcPr>
          <w:p w:rsidR="001C6E7D" w:rsidRPr="00317D5E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4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3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сельхозпродукции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подсобных хозяйств</w:t>
            </w: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0B3C01" w:rsidRDefault="001C6E7D" w:rsidP="00BD2A60">
            <w:pPr>
              <w:jc w:val="center"/>
            </w:pPr>
            <w:r>
              <w:t>78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Default="001C6E7D" w:rsidP="00BD2A60">
            <w:pPr>
              <w:jc w:val="center"/>
            </w:pPr>
            <w:r w:rsidRPr="00F42027">
              <w:t xml:space="preserve"> в 4 метрах на юго- запад от входа в магазин «Каспий»</w:t>
            </w:r>
          </w:p>
          <w:p w:rsidR="001C6E7D" w:rsidRPr="00F42027" w:rsidRDefault="001C6E7D" w:rsidP="00BD2A60">
            <w:pPr>
              <w:jc w:val="center"/>
            </w:pPr>
            <w:r w:rsidRPr="00F42027">
              <w:t xml:space="preserve"> ул. 50 лет Октября, 71-б</w:t>
            </w:r>
          </w:p>
        </w:tc>
        <w:tc>
          <w:tcPr>
            <w:tcW w:w="1979" w:type="dxa"/>
          </w:tcPr>
          <w:p w:rsidR="001C6E7D" w:rsidRPr="000B3C01" w:rsidRDefault="001C6E7D" w:rsidP="00BD2A60">
            <w:pPr>
              <w:jc w:val="center"/>
            </w:pPr>
            <w:r>
              <w:t>л</w:t>
            </w:r>
            <w:r w:rsidRPr="00681B9A">
              <w:t>оток, палатка</w:t>
            </w:r>
          </w:p>
        </w:tc>
        <w:tc>
          <w:tcPr>
            <w:tcW w:w="1260" w:type="dxa"/>
          </w:tcPr>
          <w:p w:rsidR="001C6E7D" w:rsidRPr="000B3C01" w:rsidRDefault="001C6E7D" w:rsidP="00BD2A60">
            <w:pPr>
              <w:jc w:val="center"/>
            </w:pPr>
            <w:r>
              <w:t>4</w:t>
            </w:r>
          </w:p>
        </w:tc>
        <w:tc>
          <w:tcPr>
            <w:tcW w:w="1440" w:type="dxa"/>
            <w:gridSpan w:val="3"/>
          </w:tcPr>
          <w:p w:rsidR="001C6E7D" w:rsidRPr="000B3C01" w:rsidRDefault="001C6E7D" w:rsidP="00BD2A60">
            <w:pPr>
              <w:jc w:val="center"/>
            </w:pPr>
            <w:r>
              <w:t>4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р</w:t>
            </w:r>
            <w:r w:rsidRPr="00681B9A">
              <w:t>еализация сельхозпродукции</w:t>
            </w:r>
          </w:p>
          <w:p w:rsidR="001C6E7D" w:rsidRPr="000B3C01" w:rsidRDefault="001C6E7D" w:rsidP="00BD2A60">
            <w:pPr>
              <w:jc w:val="center"/>
            </w:pPr>
          </w:p>
        </w:tc>
        <w:tc>
          <w:tcPr>
            <w:tcW w:w="180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340" w:type="dxa"/>
            <w:gridSpan w:val="2"/>
          </w:tcPr>
          <w:p w:rsidR="001C6E7D" w:rsidRDefault="001C6E7D" w:rsidP="00BD2A60">
            <w:pPr>
              <w:jc w:val="center"/>
            </w:pPr>
            <w:r>
              <w:t>с 01.</w:t>
            </w:r>
            <w:r w:rsidRPr="00681B9A">
              <w:t>0</w:t>
            </w:r>
            <w:r>
              <w:t>5</w:t>
            </w:r>
            <w:r w:rsidRPr="00681B9A">
              <w:t>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>
              <w:t>по</w:t>
            </w:r>
            <w:r w:rsidRPr="00681B9A">
              <w:t xml:space="preserve"> </w:t>
            </w:r>
            <w:r>
              <w:t>15</w:t>
            </w:r>
            <w:r w:rsidRPr="00681B9A">
              <w:t>.1</w:t>
            </w:r>
            <w:r>
              <w:t>0</w:t>
            </w:r>
            <w:r w:rsidRPr="00681B9A">
              <w:t>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15048" w:type="dxa"/>
            <w:gridSpan w:val="13"/>
          </w:tcPr>
          <w:p w:rsidR="001C6E7D" w:rsidRPr="00681B9A" w:rsidRDefault="001C6E7D" w:rsidP="00BD2A60">
            <w:pPr>
              <w:jc w:val="center"/>
              <w:rPr>
                <w:b/>
                <w:bCs/>
              </w:rPr>
            </w:pPr>
            <w:r w:rsidRPr="00681B9A">
              <w:rPr>
                <w:b/>
                <w:bCs/>
              </w:rPr>
              <w:t>Новогодние базары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79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ул. М.Личенко, 28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прилегающая территория к магазину «Спутник»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4 автомашины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5 лотков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100 </w:t>
            </w:r>
          </w:p>
        </w:tc>
        <w:tc>
          <w:tcPr>
            <w:tcW w:w="119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100 </w:t>
            </w:r>
          </w:p>
        </w:tc>
        <w:tc>
          <w:tcPr>
            <w:tcW w:w="198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 товары новогоднего ассортимента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pPr>
              <w:jc w:val="center"/>
            </w:pPr>
            <w:r>
              <w:t>с</w:t>
            </w:r>
            <w:r w:rsidRPr="00681B9A">
              <w:t xml:space="preserve"> </w:t>
            </w:r>
            <w:r>
              <w:t>01</w:t>
            </w:r>
            <w:r w:rsidRPr="00681B9A">
              <w:t>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  <w:p w:rsidR="001C6E7D" w:rsidRPr="00681B9A" w:rsidRDefault="001C6E7D" w:rsidP="00BD2A60">
            <w:pPr>
              <w:jc w:val="center"/>
            </w:pPr>
            <w:r w:rsidRPr="00681B9A">
              <w:t xml:space="preserve"> </w:t>
            </w:r>
            <w:r>
              <w:t>по</w:t>
            </w:r>
            <w:r w:rsidRPr="00681B9A">
              <w:t xml:space="preserve"> 31.12.201</w:t>
            </w:r>
            <w:r>
              <w:t>5</w:t>
            </w:r>
            <w:r w:rsidRPr="00681B9A">
              <w:t xml:space="preserve">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80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ул. Ленина, 77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прилегающая территория к магазину «Ждём Вас»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3 автомашины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5 лотков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100</w:t>
            </w:r>
          </w:p>
        </w:tc>
        <w:tc>
          <w:tcPr>
            <w:tcW w:w="119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100 </w:t>
            </w:r>
          </w:p>
        </w:tc>
        <w:tc>
          <w:tcPr>
            <w:tcW w:w="198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товары новогоднего ассортимента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pPr>
              <w:jc w:val="center"/>
            </w:pPr>
            <w:r>
              <w:t>с</w:t>
            </w:r>
            <w:r w:rsidRPr="00681B9A">
              <w:t xml:space="preserve"> </w:t>
            </w:r>
            <w:r>
              <w:t>01</w:t>
            </w:r>
            <w:r w:rsidRPr="00681B9A">
              <w:t>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  <w:p w:rsidR="001C6E7D" w:rsidRPr="00681B9A" w:rsidRDefault="001C6E7D" w:rsidP="00BD2A60">
            <w:pPr>
              <w:jc w:val="center"/>
            </w:pPr>
            <w:r w:rsidRPr="00681B9A">
              <w:t xml:space="preserve"> </w:t>
            </w:r>
            <w:r>
              <w:t>по</w:t>
            </w:r>
            <w:r w:rsidRPr="00681B9A">
              <w:t xml:space="preserve"> 31.12.201</w:t>
            </w:r>
            <w:r>
              <w:t>5</w:t>
            </w:r>
            <w:r w:rsidRPr="00681B9A">
              <w:t xml:space="preserve"> г.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81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ул. Шевчука, 14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прилегающая территория к  ТЦ «Махаон»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5 лотков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100 </w:t>
            </w:r>
          </w:p>
        </w:tc>
        <w:tc>
          <w:tcPr>
            <w:tcW w:w="119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100 </w:t>
            </w:r>
          </w:p>
        </w:tc>
        <w:tc>
          <w:tcPr>
            <w:tcW w:w="198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товары новогоднего ассортимента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pPr>
              <w:jc w:val="center"/>
            </w:pPr>
            <w:r>
              <w:t>с</w:t>
            </w:r>
            <w:r w:rsidRPr="00681B9A">
              <w:t xml:space="preserve"> </w:t>
            </w:r>
            <w:r>
              <w:t>01</w:t>
            </w:r>
            <w:r w:rsidRPr="00681B9A">
              <w:t>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  <w:p w:rsidR="001C6E7D" w:rsidRPr="00681B9A" w:rsidRDefault="001C6E7D" w:rsidP="00BD2A60">
            <w:pPr>
              <w:jc w:val="center"/>
            </w:pPr>
            <w:r w:rsidRPr="00681B9A">
              <w:t xml:space="preserve"> </w:t>
            </w:r>
            <w:r>
              <w:t>по</w:t>
            </w:r>
            <w:r w:rsidRPr="00681B9A">
              <w:t xml:space="preserve"> 31.12.201</w:t>
            </w:r>
            <w:r>
              <w:t>5</w:t>
            </w:r>
            <w:r w:rsidRPr="00681B9A">
              <w:t xml:space="preserve">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82</w:t>
            </w:r>
          </w:p>
        </w:tc>
        <w:tc>
          <w:tcPr>
            <w:tcW w:w="3779" w:type="dxa"/>
          </w:tcPr>
          <w:p w:rsidR="001C6E7D" w:rsidRPr="00F42027" w:rsidRDefault="001C6E7D" w:rsidP="000851BC">
            <w:pPr>
              <w:jc w:val="center"/>
            </w:pPr>
            <w:r w:rsidRPr="00F42027">
              <w:t>г. Дальнереченск, в 39 метрахпо направлению на юго запад</w:t>
            </w:r>
          </w:p>
          <w:p w:rsidR="001C6E7D" w:rsidRPr="00681B9A" w:rsidRDefault="001C6E7D" w:rsidP="00BD2A60">
            <w:pPr>
              <w:jc w:val="center"/>
            </w:pPr>
            <w:r w:rsidRPr="00681B9A">
              <w:t xml:space="preserve">ул. </w:t>
            </w:r>
            <w:r>
              <w:t>Театральная, 20</w:t>
            </w:r>
          </w:p>
        </w:tc>
        <w:tc>
          <w:tcPr>
            <w:tcW w:w="1979" w:type="dxa"/>
          </w:tcPr>
          <w:p w:rsidR="001C6E7D" w:rsidRDefault="001C6E7D" w:rsidP="000851BC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8A61D4">
            <w:pPr>
              <w:jc w:val="center"/>
            </w:pPr>
            <w:r w:rsidRPr="00681B9A">
              <w:t>3 лотка</w:t>
            </w:r>
          </w:p>
        </w:tc>
        <w:tc>
          <w:tcPr>
            <w:tcW w:w="1260" w:type="dxa"/>
          </w:tcPr>
          <w:p w:rsidR="001C6E7D" w:rsidRPr="00DC36EC" w:rsidRDefault="001C6E7D" w:rsidP="00BD2A60">
            <w:pPr>
              <w:jc w:val="center"/>
            </w:pPr>
            <w:r w:rsidRPr="00DC36EC">
              <w:t>39</w:t>
            </w:r>
          </w:p>
        </w:tc>
        <w:tc>
          <w:tcPr>
            <w:tcW w:w="1190" w:type="dxa"/>
          </w:tcPr>
          <w:p w:rsidR="001C6E7D" w:rsidRPr="00DC36EC" w:rsidRDefault="001C6E7D" w:rsidP="00BD2A60">
            <w:pPr>
              <w:jc w:val="center"/>
            </w:pPr>
            <w:r w:rsidRPr="00DC36EC">
              <w:t>39</w:t>
            </w:r>
          </w:p>
        </w:tc>
        <w:tc>
          <w:tcPr>
            <w:tcW w:w="1980" w:type="dxa"/>
            <w:gridSpan w:val="3"/>
          </w:tcPr>
          <w:p w:rsidR="001C6E7D" w:rsidRDefault="001C6E7D" w:rsidP="000851BC">
            <w:pPr>
              <w:jc w:val="center"/>
            </w:pPr>
            <w:r w:rsidRPr="00681B9A">
              <w:t xml:space="preserve">товары </w:t>
            </w:r>
            <w:r>
              <w:t xml:space="preserve">новогоднего </w:t>
            </w:r>
          </w:p>
          <w:p w:rsidR="001C6E7D" w:rsidRPr="00681B9A" w:rsidRDefault="001C6E7D" w:rsidP="000851BC">
            <w:r>
              <w:t xml:space="preserve">    </w:t>
            </w:r>
            <w:r w:rsidRPr="00681B9A">
              <w:t>ассортимента</w:t>
            </w:r>
          </w:p>
        </w:tc>
        <w:tc>
          <w:tcPr>
            <w:tcW w:w="2091" w:type="dxa"/>
            <w:gridSpan w:val="4"/>
          </w:tcPr>
          <w:p w:rsidR="001C6E7D" w:rsidRDefault="001C6E7D" w:rsidP="000851BC">
            <w:pPr>
              <w:jc w:val="center"/>
            </w:pPr>
            <w:r w:rsidRPr="00681B9A">
              <w:t xml:space="preserve">собственность не </w:t>
            </w:r>
          </w:p>
          <w:p w:rsidR="001C6E7D" w:rsidRPr="00681B9A" w:rsidRDefault="001C6E7D" w:rsidP="00C3018B">
            <w:r w:rsidRPr="00681B9A">
              <w:t>разграничена</w:t>
            </w:r>
          </w:p>
        </w:tc>
        <w:tc>
          <w:tcPr>
            <w:tcW w:w="2049" w:type="dxa"/>
          </w:tcPr>
          <w:p w:rsidR="001C6E7D" w:rsidRDefault="001C6E7D" w:rsidP="00BD2A60">
            <w:pPr>
              <w:jc w:val="center"/>
            </w:pPr>
            <w:r>
              <w:t>с</w:t>
            </w:r>
            <w:r w:rsidRPr="00681B9A">
              <w:t xml:space="preserve"> </w:t>
            </w:r>
            <w:r>
              <w:t>01</w:t>
            </w:r>
            <w:r w:rsidRPr="00681B9A">
              <w:t>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  <w:p w:rsidR="001C6E7D" w:rsidRPr="00371BE8" w:rsidRDefault="001C6E7D" w:rsidP="000851BC">
            <w:pPr>
              <w:jc w:val="center"/>
            </w:pPr>
            <w:r w:rsidRPr="00681B9A">
              <w:t xml:space="preserve"> </w:t>
            </w:r>
            <w:r>
              <w:t>по</w:t>
            </w:r>
            <w:r w:rsidRPr="00681B9A">
              <w:t>31.12.201</w:t>
            </w:r>
            <w:r>
              <w:t>5</w:t>
            </w:r>
            <w:r w:rsidRPr="00681B9A">
              <w:t xml:space="preserve">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83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 Лазо, в 15 метрах от центрального входа в административное здание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190" w:type="dxa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980" w:type="dxa"/>
            <w:gridSpan w:val="3"/>
          </w:tcPr>
          <w:p w:rsidR="001C6E7D" w:rsidRPr="00681B9A" w:rsidRDefault="001C6E7D" w:rsidP="00C3018B">
            <w:pPr>
              <w:jc w:val="center"/>
            </w:pPr>
            <w:r w:rsidRPr="00681B9A">
              <w:t xml:space="preserve">товары </w:t>
            </w:r>
            <w:r>
              <w:t xml:space="preserve">новогоднего </w:t>
            </w:r>
            <w:r w:rsidRPr="00681B9A">
              <w:t xml:space="preserve"> ассортимента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pPr>
              <w:jc w:val="center"/>
            </w:pPr>
            <w:r w:rsidRPr="00371BE8">
              <w:t xml:space="preserve"> </w:t>
            </w:r>
            <w:r>
              <w:t>с</w:t>
            </w:r>
            <w:r w:rsidRPr="00681B9A">
              <w:t xml:space="preserve"> </w:t>
            </w:r>
            <w:r>
              <w:t>01</w:t>
            </w:r>
            <w:r w:rsidRPr="00681B9A">
              <w:t>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  <w:p w:rsidR="001C6E7D" w:rsidRDefault="001C6E7D" w:rsidP="008A61D4">
            <w:pPr>
              <w:ind w:left="-777" w:firstLine="360"/>
            </w:pPr>
            <w:r w:rsidRPr="00681B9A">
              <w:t xml:space="preserve"> </w:t>
            </w:r>
            <w:r>
              <w:t xml:space="preserve">по </w:t>
            </w:r>
            <w:r w:rsidRPr="00681B9A">
              <w:t>31.12.201</w:t>
            </w:r>
            <w:r>
              <w:t>5</w:t>
            </w:r>
            <w:r w:rsidRPr="00681B9A">
              <w:t xml:space="preserve"> г.</w:t>
            </w:r>
          </w:p>
        </w:tc>
      </w:tr>
      <w:tr w:rsidR="001C6E7D" w:rsidRPr="00681B9A">
        <w:tc>
          <w:tcPr>
            <w:tcW w:w="15048" w:type="dxa"/>
            <w:gridSpan w:val="13"/>
          </w:tcPr>
          <w:p w:rsidR="001C6E7D" w:rsidRPr="00681B9A" w:rsidRDefault="001C6E7D" w:rsidP="00BD2A60">
            <w:pPr>
              <w:jc w:val="center"/>
            </w:pPr>
            <w:r w:rsidRPr="00681B9A">
              <w:rPr>
                <w:b/>
                <w:bCs/>
              </w:rPr>
              <w:t>Школьный базар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84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</w:t>
            </w:r>
          </w:p>
          <w:p w:rsidR="001C6E7D" w:rsidRPr="00F42027" w:rsidRDefault="001C6E7D" w:rsidP="00BD2A60">
            <w:pPr>
              <w:jc w:val="center"/>
            </w:pPr>
            <w:r w:rsidRPr="00F42027">
              <w:t xml:space="preserve">ул. Ленина, 71 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прилегающая территория к магазину «Юлия»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3 автомашины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5 лотков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100 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 xml:space="preserve">100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 w:rsidRPr="00681B9A">
              <w:t>товары школьного ассортимента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pPr>
              <w:jc w:val="center"/>
            </w:pPr>
            <w:r>
              <w:t xml:space="preserve">с </w:t>
            </w:r>
            <w:r w:rsidRPr="00681B9A">
              <w:t>15.07.201</w:t>
            </w:r>
            <w:r>
              <w:t>5 г.</w:t>
            </w:r>
          </w:p>
          <w:p w:rsidR="001C6E7D" w:rsidRPr="00681B9A" w:rsidRDefault="001C6E7D" w:rsidP="00BD2A60">
            <w:pPr>
              <w:jc w:val="center"/>
            </w:pPr>
            <w:r w:rsidRPr="00681B9A">
              <w:t xml:space="preserve"> </w:t>
            </w:r>
            <w:r>
              <w:t>по 0</w:t>
            </w:r>
            <w:r w:rsidRPr="00681B9A">
              <w:t>1.10.201</w:t>
            </w:r>
            <w:r>
              <w:t xml:space="preserve">5 </w:t>
            </w:r>
            <w:r w:rsidRPr="00681B9A">
              <w:t>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85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 в 39 метрах по направлению на юго-запад</w:t>
            </w:r>
          </w:p>
          <w:p w:rsidR="001C6E7D" w:rsidRPr="00681B9A" w:rsidRDefault="001C6E7D" w:rsidP="00BD2A60">
            <w:pPr>
              <w:jc w:val="center"/>
            </w:pPr>
            <w:r>
              <w:t xml:space="preserve">от здания </w:t>
            </w:r>
            <w:r w:rsidRPr="00681B9A">
              <w:t xml:space="preserve">ул. </w:t>
            </w:r>
            <w:r>
              <w:t>Театральная, 20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3 лотка</w:t>
            </w:r>
          </w:p>
        </w:tc>
        <w:tc>
          <w:tcPr>
            <w:tcW w:w="1260" w:type="dxa"/>
          </w:tcPr>
          <w:p w:rsidR="001C6E7D" w:rsidRPr="00DC36EC" w:rsidRDefault="001C6E7D" w:rsidP="00BD2A60">
            <w:pPr>
              <w:jc w:val="center"/>
            </w:pPr>
            <w:r w:rsidRPr="00DC36EC">
              <w:t>39</w:t>
            </w:r>
          </w:p>
        </w:tc>
        <w:tc>
          <w:tcPr>
            <w:tcW w:w="1440" w:type="dxa"/>
            <w:gridSpan w:val="3"/>
          </w:tcPr>
          <w:p w:rsidR="001C6E7D" w:rsidRPr="00DC36EC" w:rsidRDefault="001C6E7D" w:rsidP="00BD2A60">
            <w:pPr>
              <w:jc w:val="center"/>
            </w:pPr>
            <w:r w:rsidRPr="00DC36EC">
              <w:t>39</w:t>
            </w:r>
          </w:p>
        </w:tc>
        <w:tc>
          <w:tcPr>
            <w:tcW w:w="1730" w:type="dxa"/>
          </w:tcPr>
          <w:p w:rsidR="001C6E7D" w:rsidRPr="00681B9A" w:rsidRDefault="001C6E7D" w:rsidP="00C3018B">
            <w:pPr>
              <w:jc w:val="center"/>
            </w:pPr>
            <w:r w:rsidRPr="00681B9A">
              <w:t>товары школьного ассортимента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pPr>
              <w:jc w:val="center"/>
            </w:pPr>
            <w:r>
              <w:t xml:space="preserve">с </w:t>
            </w:r>
            <w:r w:rsidRPr="00681B9A">
              <w:t>15.07.201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  <w:p w:rsidR="001C6E7D" w:rsidRPr="00681B9A" w:rsidRDefault="001C6E7D" w:rsidP="00BD2A60">
            <w:pPr>
              <w:jc w:val="center"/>
            </w:pPr>
            <w:r>
              <w:t>по 01</w:t>
            </w:r>
            <w:r w:rsidRPr="00681B9A">
              <w:t>.10.201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 w:rsidRPr="00AF6D15">
              <w:t>8</w:t>
            </w:r>
            <w:r>
              <w:t>6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 xml:space="preserve">г. Дальнереченск, Лазо, в 15 метрах от центрального входа в административное здание </w:t>
            </w:r>
          </w:p>
          <w:p w:rsidR="001C6E7D" w:rsidRPr="00681B9A" w:rsidRDefault="001C6E7D" w:rsidP="00BD2A60">
            <w:pPr>
              <w:jc w:val="center"/>
            </w:pPr>
            <w:r>
              <w:t>ул. Калинина, 40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3 лотка</w:t>
            </w:r>
          </w:p>
        </w:tc>
        <w:tc>
          <w:tcPr>
            <w:tcW w:w="1260" w:type="dxa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440" w:type="dxa"/>
            <w:gridSpan w:val="3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 w:rsidRPr="00681B9A">
              <w:t>товары школьного ассортимента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pPr>
              <w:jc w:val="center"/>
            </w:pPr>
            <w:r>
              <w:t xml:space="preserve">с </w:t>
            </w:r>
            <w:r w:rsidRPr="00681B9A">
              <w:t>15.07.201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  <w:p w:rsidR="001C6E7D" w:rsidRPr="00681B9A" w:rsidRDefault="001C6E7D" w:rsidP="00BD2A60">
            <w:pPr>
              <w:jc w:val="center"/>
            </w:pPr>
            <w:r>
              <w:t>по 01</w:t>
            </w:r>
            <w:r w:rsidRPr="00681B9A">
              <w:t>.10.201</w:t>
            </w:r>
            <w:r>
              <w:t>5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 w:rsidRPr="00AF6D15">
              <w:t>8</w:t>
            </w:r>
            <w:r>
              <w:t>7</w:t>
            </w:r>
          </w:p>
        </w:tc>
        <w:tc>
          <w:tcPr>
            <w:tcW w:w="3779" w:type="dxa"/>
          </w:tcPr>
          <w:p w:rsidR="001C6E7D" w:rsidRPr="00681B9A" w:rsidRDefault="001C6E7D" w:rsidP="00C3018B">
            <w:pPr>
              <w:jc w:val="center"/>
            </w:pPr>
            <w:r>
              <w:t xml:space="preserve">г. Дальнереченск, в </w:t>
            </w:r>
            <w:r w:rsidRPr="00F42027">
              <w:t xml:space="preserve"> </w:t>
            </w:r>
            <w:r>
              <w:t xml:space="preserve">1 метре по направлению на юг от центрального входа в кафе «Лучик» </w:t>
            </w:r>
            <w:r w:rsidRPr="00681B9A">
              <w:t xml:space="preserve">ул. </w:t>
            </w:r>
            <w:r>
              <w:t>Г.Даманского, 15</w:t>
            </w:r>
          </w:p>
        </w:tc>
        <w:tc>
          <w:tcPr>
            <w:tcW w:w="1979" w:type="dxa"/>
          </w:tcPr>
          <w:p w:rsidR="001C6E7D" w:rsidRPr="00681B9A" w:rsidRDefault="001C6E7D" w:rsidP="00F633FF">
            <w:pPr>
              <w:jc w:val="center"/>
            </w:pPr>
            <w:r>
              <w:t>лотки, палатка</w:t>
            </w:r>
          </w:p>
        </w:tc>
        <w:tc>
          <w:tcPr>
            <w:tcW w:w="1260" w:type="dxa"/>
          </w:tcPr>
          <w:p w:rsidR="001C6E7D" w:rsidRPr="00DC36EC" w:rsidRDefault="001C6E7D" w:rsidP="00BD2A60">
            <w:pPr>
              <w:jc w:val="center"/>
            </w:pPr>
            <w:r>
              <w:t>15</w:t>
            </w:r>
          </w:p>
        </w:tc>
        <w:tc>
          <w:tcPr>
            <w:tcW w:w="1440" w:type="dxa"/>
            <w:gridSpan w:val="3"/>
          </w:tcPr>
          <w:p w:rsidR="001C6E7D" w:rsidRPr="00DC36EC" w:rsidRDefault="001C6E7D" w:rsidP="00BD2A60">
            <w:pPr>
              <w:jc w:val="center"/>
            </w:pPr>
            <w:r>
              <w:t>8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 w:rsidRPr="00681B9A">
              <w:t>товары школьного ассортимента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pPr>
              <w:jc w:val="center"/>
            </w:pPr>
            <w:r>
              <w:t xml:space="preserve">с </w:t>
            </w:r>
            <w:r w:rsidRPr="00681B9A">
              <w:t>15.07.201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  <w:p w:rsidR="001C6E7D" w:rsidRPr="00681B9A" w:rsidRDefault="001C6E7D" w:rsidP="00BD2A60">
            <w:pPr>
              <w:jc w:val="center"/>
            </w:pPr>
            <w:r>
              <w:t>по 01</w:t>
            </w:r>
            <w:r w:rsidRPr="00681B9A">
              <w:t>.10.201</w:t>
            </w:r>
            <w:r>
              <w:t>5 г.</w:t>
            </w:r>
          </w:p>
        </w:tc>
      </w:tr>
      <w:tr w:rsidR="001C6E7D" w:rsidRPr="00681B9A">
        <w:tc>
          <w:tcPr>
            <w:tcW w:w="15048" w:type="dxa"/>
            <w:gridSpan w:val="13"/>
          </w:tcPr>
          <w:p w:rsidR="001C6E7D" w:rsidRPr="00F42027" w:rsidRDefault="001C6E7D" w:rsidP="00BD2A60">
            <w:pPr>
              <w:jc w:val="center"/>
            </w:pPr>
            <w:r w:rsidRPr="00F42027">
              <w:rPr>
                <w:b/>
                <w:bCs/>
              </w:rPr>
              <w:t>Реализация артезианской питьевой воды населению из специализированной передвижной изотермической ёмкости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88</w:t>
            </w:r>
          </w:p>
        </w:tc>
        <w:tc>
          <w:tcPr>
            <w:tcW w:w="3779" w:type="dxa"/>
          </w:tcPr>
          <w:p w:rsidR="001C6E7D" w:rsidRPr="00681B9A" w:rsidRDefault="001C6E7D" w:rsidP="00BD2A60">
            <w:pPr>
              <w:jc w:val="center"/>
            </w:pPr>
            <w:r>
              <w:t>п</w:t>
            </w:r>
            <w:r w:rsidRPr="00681B9A">
              <w:t>о микрорайонам</w:t>
            </w:r>
          </w:p>
          <w:p w:rsidR="001C6E7D" w:rsidRPr="00681B9A" w:rsidRDefault="001C6E7D" w:rsidP="00BD2A60">
            <w:pPr>
              <w:jc w:val="center"/>
            </w:pPr>
            <w:r w:rsidRPr="00681B9A">
              <w:t>города</w:t>
            </w:r>
          </w:p>
        </w:tc>
        <w:tc>
          <w:tcPr>
            <w:tcW w:w="1979" w:type="dxa"/>
          </w:tcPr>
          <w:p w:rsidR="001C6E7D" w:rsidRPr="00F42027" w:rsidRDefault="001C6E7D" w:rsidP="00BD2A60">
            <w:pPr>
              <w:jc w:val="center"/>
            </w:pPr>
            <w:r w:rsidRPr="00F42027">
              <w:t>2 автомашины</w:t>
            </w:r>
          </w:p>
          <w:p w:rsidR="001C6E7D" w:rsidRPr="00F42027" w:rsidRDefault="001C6E7D" w:rsidP="00BD2A60">
            <w:pPr>
              <w:jc w:val="center"/>
            </w:pPr>
            <w:r w:rsidRPr="00F42027">
              <w:t>выездная торговля  (изотермическая ёмкость)</w:t>
            </w: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1</w:t>
            </w:r>
            <w:r>
              <w:t>0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>
              <w:t>1</w:t>
            </w:r>
            <w:r w:rsidRPr="00681B9A">
              <w:t xml:space="preserve"> </w:t>
            </w:r>
          </w:p>
        </w:tc>
        <w:tc>
          <w:tcPr>
            <w:tcW w:w="1730" w:type="dxa"/>
          </w:tcPr>
          <w:p w:rsidR="001C6E7D" w:rsidRPr="00681B9A" w:rsidRDefault="001C6E7D" w:rsidP="00BD2A60">
            <w:pPr>
              <w:jc w:val="center"/>
            </w:pPr>
            <w:r>
              <w:t>а</w:t>
            </w:r>
            <w:r w:rsidRPr="00681B9A">
              <w:t>ртезианская  питьевая вода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>до 31.12.2015 г.</w:t>
            </w:r>
          </w:p>
        </w:tc>
      </w:tr>
      <w:tr w:rsidR="001C6E7D" w:rsidRPr="00681B9A">
        <w:tc>
          <w:tcPr>
            <w:tcW w:w="15048" w:type="dxa"/>
            <w:gridSpan w:val="13"/>
          </w:tcPr>
          <w:p w:rsidR="001C6E7D" w:rsidRPr="00681B9A" w:rsidRDefault="001C6E7D" w:rsidP="00BD2A60">
            <w:pPr>
              <w:jc w:val="center"/>
            </w:pPr>
            <w:r w:rsidRPr="00681B9A">
              <w:rPr>
                <w:b/>
                <w:bCs/>
              </w:rPr>
              <w:t>Разное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89</w:t>
            </w:r>
          </w:p>
        </w:tc>
        <w:tc>
          <w:tcPr>
            <w:tcW w:w="3779" w:type="dxa"/>
            <w:vAlign w:val="bottom"/>
          </w:tcPr>
          <w:p w:rsidR="001C6E7D" w:rsidRPr="00F42027" w:rsidRDefault="001C6E7D" w:rsidP="00BD2A60">
            <w:pPr>
              <w:tabs>
                <w:tab w:val="center" w:pos="4677"/>
                <w:tab w:val="left" w:pos="7305"/>
              </w:tabs>
              <w:jc w:val="both"/>
            </w:pPr>
            <w:r w:rsidRPr="00F42027">
              <w:t xml:space="preserve">   г. Дальнереченск, в 7 метрах от магазина «Каспий» по правой стороне ул. 50 лет Октября 71-б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100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100</w:t>
            </w:r>
          </w:p>
        </w:tc>
        <w:tc>
          <w:tcPr>
            <w:tcW w:w="1730" w:type="dxa"/>
          </w:tcPr>
          <w:p w:rsidR="001C6E7D" w:rsidRPr="00681B9A" w:rsidRDefault="001C6E7D" w:rsidP="00BD2A60">
            <w:r w:rsidRPr="00681B9A">
              <w:t>дрова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>до</w:t>
            </w:r>
            <w:r w:rsidRPr="00681B9A">
              <w:t xml:space="preserve"> 31.12.201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90</w:t>
            </w:r>
          </w:p>
        </w:tc>
        <w:tc>
          <w:tcPr>
            <w:tcW w:w="3779" w:type="dxa"/>
            <w:vAlign w:val="bottom"/>
          </w:tcPr>
          <w:p w:rsidR="001C6E7D" w:rsidRPr="00681B9A" w:rsidRDefault="001C6E7D" w:rsidP="00BD2A60">
            <w:pPr>
              <w:tabs>
                <w:tab w:val="center" w:pos="4677"/>
                <w:tab w:val="left" w:pos="7305"/>
              </w:tabs>
              <w:jc w:val="both"/>
            </w:pPr>
            <w:r w:rsidRPr="00F42027">
              <w:t xml:space="preserve">   г.Дальнереченск, в 5 метрах от магазина «Континент» по правой стороне, ул. </w:t>
            </w:r>
            <w:r w:rsidRPr="00681B9A">
              <w:t>Октябрьская, 64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120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120</w:t>
            </w:r>
          </w:p>
        </w:tc>
        <w:tc>
          <w:tcPr>
            <w:tcW w:w="1730" w:type="dxa"/>
          </w:tcPr>
          <w:p w:rsidR="001C6E7D" w:rsidRPr="00681B9A" w:rsidRDefault="001C6E7D" w:rsidP="00BD2A60">
            <w:r w:rsidRPr="00681B9A">
              <w:t>дрова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>д</w:t>
            </w:r>
            <w:r w:rsidRPr="00681B9A">
              <w:t>о 31.12.201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91</w:t>
            </w:r>
          </w:p>
        </w:tc>
        <w:tc>
          <w:tcPr>
            <w:tcW w:w="3779" w:type="dxa"/>
            <w:vAlign w:val="bottom"/>
          </w:tcPr>
          <w:p w:rsidR="001C6E7D" w:rsidRDefault="001C6E7D" w:rsidP="00BD2A60">
            <w:r w:rsidRPr="00F42027">
              <w:t xml:space="preserve">   г. Дальнереченск, в 5 метрах от магазина «Беркут» по левой стороне ул.  </w:t>
            </w:r>
            <w:r w:rsidRPr="00681B9A">
              <w:t xml:space="preserve">Тухачевского, 2 </w:t>
            </w:r>
          </w:p>
          <w:p w:rsidR="001C6E7D" w:rsidRPr="00681B9A" w:rsidRDefault="001C6E7D" w:rsidP="00BD2A60">
            <w:r w:rsidRPr="00681B9A">
              <w:t xml:space="preserve">«а» 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50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50</w:t>
            </w:r>
          </w:p>
        </w:tc>
        <w:tc>
          <w:tcPr>
            <w:tcW w:w="1730" w:type="dxa"/>
          </w:tcPr>
          <w:p w:rsidR="001C6E7D" w:rsidRPr="00681B9A" w:rsidRDefault="001C6E7D" w:rsidP="00BD2A60">
            <w:r w:rsidRPr="00681B9A">
              <w:t>дрова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>д</w:t>
            </w:r>
            <w:r w:rsidRPr="00681B9A">
              <w:t>о 31.12.201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681B9A" w:rsidRDefault="001C6E7D" w:rsidP="00BD2A60">
            <w:pPr>
              <w:jc w:val="center"/>
            </w:pPr>
            <w:r>
              <w:t>92</w:t>
            </w:r>
          </w:p>
        </w:tc>
        <w:tc>
          <w:tcPr>
            <w:tcW w:w="3779" w:type="dxa"/>
          </w:tcPr>
          <w:p w:rsidR="001C6E7D" w:rsidRPr="00681B9A" w:rsidRDefault="001C6E7D" w:rsidP="00BD2A60">
            <w:r w:rsidRPr="00F42027">
              <w:t xml:space="preserve"> г. Дальнереченск, в 5 метрах от магазина «Айсберг» по правой стороне ул. </w:t>
            </w:r>
            <w:r w:rsidRPr="00681B9A">
              <w:t xml:space="preserve">Украинская, 26 «а» </w:t>
            </w:r>
          </w:p>
        </w:tc>
        <w:tc>
          <w:tcPr>
            <w:tcW w:w="1979" w:type="dxa"/>
          </w:tcPr>
          <w:p w:rsidR="001C6E7D" w:rsidRDefault="001C6E7D" w:rsidP="00BD2A60"/>
          <w:p w:rsidR="001C6E7D" w:rsidRPr="00681B9A" w:rsidRDefault="001C6E7D" w:rsidP="00BD2A60">
            <w:r>
              <w:t xml:space="preserve">   2 </w:t>
            </w:r>
            <w:r w:rsidRPr="00681B9A">
              <w:t>автомашины</w:t>
            </w:r>
          </w:p>
          <w:p w:rsidR="001C6E7D" w:rsidRPr="00681B9A" w:rsidRDefault="001C6E7D" w:rsidP="00BD2A60"/>
        </w:tc>
        <w:tc>
          <w:tcPr>
            <w:tcW w:w="1260" w:type="dxa"/>
          </w:tcPr>
          <w:p w:rsidR="001C6E7D" w:rsidRPr="00681B9A" w:rsidRDefault="001C6E7D" w:rsidP="00BD2A60">
            <w:pPr>
              <w:jc w:val="center"/>
            </w:pPr>
            <w:r w:rsidRPr="00681B9A">
              <w:t>150</w:t>
            </w:r>
          </w:p>
        </w:tc>
        <w:tc>
          <w:tcPr>
            <w:tcW w:w="1440" w:type="dxa"/>
            <w:gridSpan w:val="3"/>
          </w:tcPr>
          <w:p w:rsidR="001C6E7D" w:rsidRPr="00681B9A" w:rsidRDefault="001C6E7D" w:rsidP="00BD2A60">
            <w:pPr>
              <w:jc w:val="center"/>
            </w:pPr>
            <w:r w:rsidRPr="00681B9A">
              <w:t>150</w:t>
            </w:r>
          </w:p>
        </w:tc>
        <w:tc>
          <w:tcPr>
            <w:tcW w:w="1730" w:type="dxa"/>
          </w:tcPr>
          <w:p w:rsidR="001C6E7D" w:rsidRPr="00681B9A" w:rsidRDefault="001C6E7D" w:rsidP="00BD2A60">
            <w:r w:rsidRPr="00681B9A">
              <w:t>дрова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681B9A" w:rsidRDefault="001C6E7D" w:rsidP="00BD2A60">
            <w:pPr>
              <w:jc w:val="center"/>
            </w:pPr>
            <w:r>
              <w:t>д</w:t>
            </w:r>
            <w:r w:rsidRPr="00681B9A">
              <w:t>о 31.12.201</w:t>
            </w:r>
            <w:r>
              <w:t>5</w:t>
            </w:r>
            <w:r w:rsidRPr="00681B9A">
              <w:t xml:space="preserve"> г</w:t>
            </w:r>
            <w:r>
              <w:t>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93</w:t>
            </w:r>
          </w:p>
        </w:tc>
        <w:tc>
          <w:tcPr>
            <w:tcW w:w="3779" w:type="dxa"/>
          </w:tcPr>
          <w:p w:rsidR="001C6E7D" w:rsidRPr="007D513B" w:rsidRDefault="001C6E7D" w:rsidP="00BD2A60">
            <w:pPr>
              <w:jc w:val="center"/>
            </w:pPr>
            <w:r w:rsidRPr="00F42027">
              <w:t xml:space="preserve">г. Дальнереченск, в 39 метрах по направлению на юго-запад от здания ул. </w:t>
            </w:r>
            <w:r>
              <w:t>Театральная, 20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440" w:type="dxa"/>
            <w:gridSpan w:val="3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730" w:type="dxa"/>
          </w:tcPr>
          <w:p w:rsidR="001C6E7D" w:rsidRPr="00681B9A" w:rsidRDefault="001C6E7D" w:rsidP="00BD2A60">
            <w:r w:rsidRPr="00681B9A">
              <w:t>дрова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1F74F1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94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 в 10 метрах по направлению на северо-запад</w:t>
            </w:r>
          </w:p>
          <w:p w:rsidR="001C6E7D" w:rsidRPr="00681B9A" w:rsidRDefault="001C6E7D" w:rsidP="00BD2A60">
            <w:pPr>
              <w:jc w:val="center"/>
            </w:pPr>
            <w:r>
              <w:t xml:space="preserve">от здания </w:t>
            </w:r>
            <w:r w:rsidRPr="00681B9A">
              <w:t xml:space="preserve">ул. </w:t>
            </w:r>
            <w:r>
              <w:t>Полярная, 1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440" w:type="dxa"/>
            <w:gridSpan w:val="3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730" w:type="dxa"/>
          </w:tcPr>
          <w:p w:rsidR="001C6E7D" w:rsidRPr="00681B9A" w:rsidRDefault="001C6E7D" w:rsidP="00BD2A60">
            <w:r w:rsidRPr="00681B9A">
              <w:t>дрова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1F74F1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AF6D15" w:rsidRDefault="001C6E7D" w:rsidP="00BD2A60">
            <w:pPr>
              <w:jc w:val="center"/>
            </w:pPr>
            <w:r>
              <w:t>95</w:t>
            </w:r>
          </w:p>
        </w:tc>
        <w:tc>
          <w:tcPr>
            <w:tcW w:w="3779" w:type="dxa"/>
          </w:tcPr>
          <w:p w:rsidR="001C6E7D" w:rsidRPr="00F42027" w:rsidRDefault="001C6E7D" w:rsidP="00BD2A60">
            <w:pPr>
              <w:jc w:val="center"/>
            </w:pPr>
            <w:r w:rsidRPr="00F42027">
              <w:t>г. Дальнереченск, Лазо, в 15 метрах от центрального входа в административное здание</w:t>
            </w:r>
          </w:p>
          <w:p w:rsidR="001C6E7D" w:rsidRPr="00681B9A" w:rsidRDefault="001C6E7D" w:rsidP="00BD2A60">
            <w:pPr>
              <w:jc w:val="center"/>
            </w:pPr>
            <w:r w:rsidRPr="00F42027">
              <w:t xml:space="preserve"> </w:t>
            </w:r>
            <w:r w:rsidRPr="00681B9A">
              <w:t xml:space="preserve">ул. </w:t>
            </w:r>
            <w:r>
              <w:t>Калинина, 40</w:t>
            </w:r>
          </w:p>
        </w:tc>
        <w:tc>
          <w:tcPr>
            <w:tcW w:w="1979" w:type="dxa"/>
          </w:tcPr>
          <w:p w:rsidR="001C6E7D" w:rsidRPr="00681B9A" w:rsidRDefault="001C6E7D" w:rsidP="00BD2A60">
            <w:pPr>
              <w:jc w:val="center"/>
            </w:pPr>
            <w:r w:rsidRPr="00681B9A">
              <w:t>2 автомашины</w:t>
            </w:r>
          </w:p>
          <w:p w:rsidR="001C6E7D" w:rsidRPr="00681B9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440" w:type="dxa"/>
            <w:gridSpan w:val="3"/>
          </w:tcPr>
          <w:p w:rsidR="001C6E7D" w:rsidRPr="00DC36EC" w:rsidRDefault="001C6E7D" w:rsidP="00BD2A60">
            <w:pPr>
              <w:jc w:val="center"/>
            </w:pPr>
            <w:r>
              <w:t>40</w:t>
            </w:r>
          </w:p>
        </w:tc>
        <w:tc>
          <w:tcPr>
            <w:tcW w:w="1730" w:type="dxa"/>
          </w:tcPr>
          <w:p w:rsidR="001C6E7D" w:rsidRPr="00681B9A" w:rsidRDefault="001C6E7D" w:rsidP="00BD2A60">
            <w:r w:rsidRPr="00681B9A">
              <w:t>дрова</w:t>
            </w:r>
          </w:p>
        </w:tc>
        <w:tc>
          <w:tcPr>
            <w:tcW w:w="2091" w:type="dxa"/>
            <w:gridSpan w:val="4"/>
          </w:tcPr>
          <w:p w:rsidR="001C6E7D" w:rsidRPr="00681B9A" w:rsidRDefault="001C6E7D" w:rsidP="00BD2A60">
            <w:pPr>
              <w:jc w:val="center"/>
            </w:pPr>
            <w:r w:rsidRPr="00681B9A">
              <w:t>собственность не разграничена</w:t>
            </w:r>
          </w:p>
        </w:tc>
        <w:tc>
          <w:tcPr>
            <w:tcW w:w="2049" w:type="dxa"/>
          </w:tcPr>
          <w:p w:rsidR="001C6E7D" w:rsidRDefault="001C6E7D" w:rsidP="00BD2A60">
            <w:r w:rsidRPr="001F74F1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24025A" w:rsidRDefault="001C6E7D" w:rsidP="00BD2A60">
            <w:pPr>
              <w:jc w:val="center"/>
            </w:pPr>
            <w:r>
              <w:t>96</w:t>
            </w:r>
          </w:p>
        </w:tc>
        <w:tc>
          <w:tcPr>
            <w:tcW w:w="3779" w:type="dxa"/>
          </w:tcPr>
          <w:p w:rsidR="001C6E7D" w:rsidRDefault="001C6E7D" w:rsidP="004D65F4">
            <w:pPr>
              <w:jc w:val="center"/>
            </w:pPr>
            <w:r w:rsidRPr="00F42027">
              <w:t xml:space="preserve">   г.Дальнереченск, в 7 метрах на юго- запад от входа в закусочн</w:t>
            </w:r>
            <w:r>
              <w:t>ую</w:t>
            </w:r>
            <w:r w:rsidRPr="00F42027">
              <w:t xml:space="preserve"> </w:t>
            </w:r>
            <w:r w:rsidRPr="0024025A">
              <w:t>«Восточная кухня»,</w:t>
            </w:r>
          </w:p>
          <w:p w:rsidR="001C6E7D" w:rsidRPr="0024025A" w:rsidRDefault="001C6E7D" w:rsidP="004D65F4">
            <w:pPr>
              <w:jc w:val="center"/>
            </w:pPr>
            <w:r w:rsidRPr="0024025A">
              <w:t xml:space="preserve"> ул. Шевчука, 18</w:t>
            </w:r>
          </w:p>
        </w:tc>
        <w:tc>
          <w:tcPr>
            <w:tcW w:w="1979" w:type="dxa"/>
          </w:tcPr>
          <w:p w:rsidR="001C6E7D" w:rsidRPr="0024025A" w:rsidRDefault="001C6E7D" w:rsidP="00BD2A60">
            <w:pPr>
              <w:jc w:val="center"/>
            </w:pPr>
            <w:r w:rsidRPr="0024025A">
              <w:t>2 автомашины</w:t>
            </w:r>
          </w:p>
          <w:p w:rsidR="001C6E7D" w:rsidRPr="0024025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24025A" w:rsidRDefault="001C6E7D" w:rsidP="00BD2A60">
            <w:pPr>
              <w:jc w:val="center"/>
            </w:pPr>
            <w:r w:rsidRPr="0024025A">
              <w:t>25</w:t>
            </w:r>
          </w:p>
        </w:tc>
        <w:tc>
          <w:tcPr>
            <w:tcW w:w="1440" w:type="dxa"/>
            <w:gridSpan w:val="3"/>
          </w:tcPr>
          <w:p w:rsidR="001C6E7D" w:rsidRPr="0024025A" w:rsidRDefault="001C6E7D" w:rsidP="00BD2A60">
            <w:pPr>
              <w:jc w:val="center"/>
            </w:pPr>
            <w:r w:rsidRPr="0024025A">
              <w:t>25</w:t>
            </w:r>
          </w:p>
        </w:tc>
        <w:tc>
          <w:tcPr>
            <w:tcW w:w="1730" w:type="dxa"/>
          </w:tcPr>
          <w:p w:rsidR="001C6E7D" w:rsidRPr="0024025A" w:rsidRDefault="001C6E7D" w:rsidP="00BD2A60">
            <w:r w:rsidRPr="0024025A">
              <w:t>Лесоматериалы и строительные материалы</w:t>
            </w:r>
          </w:p>
        </w:tc>
        <w:tc>
          <w:tcPr>
            <w:tcW w:w="2091" w:type="dxa"/>
            <w:gridSpan w:val="4"/>
          </w:tcPr>
          <w:p w:rsidR="001C6E7D" w:rsidRPr="0024025A" w:rsidRDefault="001C6E7D" w:rsidP="00BD2A60">
            <w:pPr>
              <w:jc w:val="center"/>
            </w:pPr>
            <w:r w:rsidRPr="0024025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24025A" w:rsidRDefault="001C6E7D" w:rsidP="00BD2A60">
            <w:r w:rsidRPr="0024025A">
              <w:t>до 31.12.2015 г.</w:t>
            </w:r>
          </w:p>
        </w:tc>
      </w:tr>
      <w:tr w:rsidR="001C6E7D" w:rsidRPr="00681B9A">
        <w:tc>
          <w:tcPr>
            <w:tcW w:w="720" w:type="dxa"/>
          </w:tcPr>
          <w:p w:rsidR="001C6E7D" w:rsidRPr="0024025A" w:rsidRDefault="001C6E7D" w:rsidP="00BD2A60">
            <w:pPr>
              <w:jc w:val="center"/>
            </w:pPr>
            <w:r>
              <w:t>97</w:t>
            </w:r>
          </w:p>
        </w:tc>
        <w:tc>
          <w:tcPr>
            <w:tcW w:w="3779" w:type="dxa"/>
          </w:tcPr>
          <w:p w:rsidR="001C6E7D" w:rsidRDefault="001C6E7D" w:rsidP="004D65F4">
            <w:pPr>
              <w:jc w:val="center"/>
            </w:pPr>
            <w:r w:rsidRPr="00F42027">
              <w:t xml:space="preserve">   г.Дальнереченск, в 10 метрах на запад от входа в закусочн</w:t>
            </w:r>
            <w:r>
              <w:t>ую</w:t>
            </w:r>
            <w:r w:rsidRPr="00F42027">
              <w:t xml:space="preserve"> </w:t>
            </w:r>
            <w:r w:rsidRPr="0024025A">
              <w:t xml:space="preserve">«Восточная кухня», </w:t>
            </w:r>
          </w:p>
          <w:p w:rsidR="001C6E7D" w:rsidRPr="0024025A" w:rsidRDefault="001C6E7D" w:rsidP="004D65F4">
            <w:pPr>
              <w:jc w:val="center"/>
            </w:pPr>
            <w:r w:rsidRPr="0024025A">
              <w:t>ул. Шевчука, 18</w:t>
            </w:r>
          </w:p>
        </w:tc>
        <w:tc>
          <w:tcPr>
            <w:tcW w:w="1979" w:type="dxa"/>
          </w:tcPr>
          <w:p w:rsidR="001C6E7D" w:rsidRPr="0024025A" w:rsidRDefault="001C6E7D" w:rsidP="00BD2A60">
            <w:pPr>
              <w:jc w:val="center"/>
            </w:pPr>
            <w:r w:rsidRPr="0024025A">
              <w:t>2 автомашины</w:t>
            </w:r>
          </w:p>
          <w:p w:rsidR="001C6E7D" w:rsidRPr="0024025A" w:rsidRDefault="001C6E7D" w:rsidP="00BD2A60">
            <w:pPr>
              <w:jc w:val="center"/>
            </w:pPr>
          </w:p>
        </w:tc>
        <w:tc>
          <w:tcPr>
            <w:tcW w:w="1260" w:type="dxa"/>
          </w:tcPr>
          <w:p w:rsidR="001C6E7D" w:rsidRPr="0024025A" w:rsidRDefault="001C6E7D" w:rsidP="00BD2A60">
            <w:pPr>
              <w:jc w:val="center"/>
            </w:pPr>
            <w:r w:rsidRPr="0024025A">
              <w:t>25</w:t>
            </w:r>
          </w:p>
        </w:tc>
        <w:tc>
          <w:tcPr>
            <w:tcW w:w="1440" w:type="dxa"/>
            <w:gridSpan w:val="3"/>
          </w:tcPr>
          <w:p w:rsidR="001C6E7D" w:rsidRPr="0024025A" w:rsidRDefault="001C6E7D" w:rsidP="00BD2A60">
            <w:pPr>
              <w:jc w:val="center"/>
            </w:pPr>
            <w:r w:rsidRPr="0024025A">
              <w:t>25</w:t>
            </w:r>
          </w:p>
        </w:tc>
        <w:tc>
          <w:tcPr>
            <w:tcW w:w="1730" w:type="dxa"/>
          </w:tcPr>
          <w:p w:rsidR="001C6E7D" w:rsidRPr="0024025A" w:rsidRDefault="001C6E7D" w:rsidP="00BD2A60">
            <w:r w:rsidRPr="0024025A">
              <w:t>Лесоматериалы и строительные материалы</w:t>
            </w:r>
          </w:p>
        </w:tc>
        <w:tc>
          <w:tcPr>
            <w:tcW w:w="2091" w:type="dxa"/>
            <w:gridSpan w:val="4"/>
          </w:tcPr>
          <w:p w:rsidR="001C6E7D" w:rsidRPr="0024025A" w:rsidRDefault="001C6E7D" w:rsidP="00BD2A60">
            <w:pPr>
              <w:jc w:val="center"/>
            </w:pPr>
            <w:r w:rsidRPr="0024025A">
              <w:t>собственность не разграничена</w:t>
            </w:r>
          </w:p>
        </w:tc>
        <w:tc>
          <w:tcPr>
            <w:tcW w:w="2049" w:type="dxa"/>
          </w:tcPr>
          <w:p w:rsidR="001C6E7D" w:rsidRPr="0024025A" w:rsidRDefault="001C6E7D" w:rsidP="00BD2A60">
            <w:r w:rsidRPr="0024025A">
              <w:t>до 31.12.2015 г.</w:t>
            </w:r>
          </w:p>
        </w:tc>
      </w:tr>
      <w:tr w:rsidR="001C6E7D" w:rsidRPr="0024663D">
        <w:tc>
          <w:tcPr>
            <w:tcW w:w="15048" w:type="dxa"/>
            <w:gridSpan w:val="13"/>
          </w:tcPr>
          <w:p w:rsidR="001C6E7D" w:rsidRPr="0024663D" w:rsidRDefault="001C6E7D" w:rsidP="00BD2A60">
            <w:pPr>
              <w:jc w:val="center"/>
              <w:rPr>
                <w:b/>
                <w:bCs/>
              </w:rPr>
            </w:pPr>
            <w:r w:rsidRPr="0024663D">
              <w:rPr>
                <w:b/>
                <w:bCs/>
              </w:rPr>
              <w:t xml:space="preserve">  </w:t>
            </w:r>
          </w:p>
          <w:p w:rsidR="001C6E7D" w:rsidRPr="0024663D" w:rsidRDefault="001C6E7D" w:rsidP="00BD2A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Торговые объекты </w:t>
            </w:r>
            <w:r w:rsidRPr="0024663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по адресу </w:t>
            </w:r>
            <w:r w:rsidRPr="0024663D">
              <w:rPr>
                <w:b/>
                <w:bCs/>
              </w:rPr>
              <w:t>г. Дальнереченск, ул. Шевчука,16-б</w:t>
            </w:r>
          </w:p>
          <w:p w:rsidR="001C6E7D" w:rsidRPr="0024663D" w:rsidRDefault="001C6E7D" w:rsidP="00BD2A60"/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98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99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100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101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36,00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36,00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102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103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42,00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42,00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104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бытовая химия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105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92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42,00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42,00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rPr>
          <w:trHeight w:val="969"/>
        </w:trPr>
        <w:tc>
          <w:tcPr>
            <w:tcW w:w="720" w:type="dxa"/>
          </w:tcPr>
          <w:p w:rsidR="001C6E7D" w:rsidRPr="0024663D" w:rsidRDefault="001C6E7D" w:rsidP="00BD2A60">
            <w:r>
              <w:t>106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99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107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108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бытовая химия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109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25 метрах от ориентира по направлению на север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киоск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45,00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45,00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 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канц. тоары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86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игрушки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52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автозапчасти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54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автозапчасти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бытовая химия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119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50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142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82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бытовая химия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112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/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104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129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36,00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36,00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130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rPr>
          <w:trHeight w:val="266"/>
        </w:trPr>
        <w:tc>
          <w:tcPr>
            <w:tcW w:w="720" w:type="dxa"/>
          </w:tcPr>
          <w:p w:rsidR="001C6E7D" w:rsidRPr="0024663D" w:rsidRDefault="001C6E7D" w:rsidP="00BD2A60">
            <w:r>
              <w:t>131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 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132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50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133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134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32,00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135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136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49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хоз.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137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138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29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139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89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 xml:space="preserve">пром. товары 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72,00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72,00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бытовая химия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12,00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 продов.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149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69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138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лоток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 xml:space="preserve">в 74 метрах от ориентира по </w:t>
            </w:r>
          </w:p>
          <w:p w:rsidR="001C6E7D" w:rsidRPr="0024663D" w:rsidRDefault="001C6E7D" w:rsidP="00BD2A60">
            <w:r w:rsidRPr="0024663D">
              <w:t>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19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85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159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59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фрукты и овощи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59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киоск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65,00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65,00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169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108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бытовая химия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179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19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конт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конт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12,00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 продов.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 xml:space="preserve">прод. товары 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29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21,00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21,00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189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 метрах от ориентира по направлению на 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21,00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21,00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продукты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134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рыба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199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 xml:space="preserve">прод. товары 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80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209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35 метрах от ориентира по направлению на 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хоз.товары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81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киоск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130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219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220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221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146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222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75 метрах от ориентира по направлению на 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223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27,00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27,00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224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64 метрах от ориентира по направлению на 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42,00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42,00</w:t>
            </w:r>
          </w:p>
        </w:tc>
        <w:tc>
          <w:tcPr>
            <w:tcW w:w="1730" w:type="dxa"/>
            <w:vAlign w:val="center"/>
          </w:tcPr>
          <w:p w:rsidR="001C6E7D" w:rsidRPr="0024663D" w:rsidRDefault="001C6E7D" w:rsidP="00BD2A60"/>
          <w:p w:rsidR="001C6E7D" w:rsidRPr="0024663D" w:rsidRDefault="001C6E7D" w:rsidP="00BD2A60">
            <w:r w:rsidRPr="0024663D">
              <w:t>прод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225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24,00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Default="001C6E7D" w:rsidP="00BD2A60">
            <w:r>
              <w:t>226</w:t>
            </w:r>
          </w:p>
          <w:p w:rsidR="001C6E7D" w:rsidRPr="0024663D" w:rsidRDefault="001C6E7D" w:rsidP="00BD2A60"/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80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227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228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229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11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 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28,00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бытовая химия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239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78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12,00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28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39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114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21,00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21,00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 продов.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25,00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130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36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249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114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120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 xml:space="preserve">прод. товары 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80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27,00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27,00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киоск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10,50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10,50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40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 xml:space="preserve">прод. товары 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258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259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150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42,00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42,00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260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54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261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52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262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263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68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264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35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14,40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265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51 метрах от ориентира по направлению на северо-восток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266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140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267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BD2A60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16,00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 xml:space="preserve"> 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 w:rsidTr="000851BC">
        <w:trPr>
          <w:trHeight w:val="848"/>
        </w:trPr>
        <w:tc>
          <w:tcPr>
            <w:tcW w:w="720" w:type="dxa"/>
          </w:tcPr>
          <w:p w:rsidR="001C6E7D" w:rsidRDefault="001C6E7D" w:rsidP="00BD2A60">
            <w:r>
              <w:t>268</w:t>
            </w:r>
          </w:p>
          <w:p w:rsidR="001C6E7D" w:rsidRPr="00204E7F" w:rsidRDefault="001C6E7D" w:rsidP="00204E7F"/>
          <w:p w:rsidR="001C6E7D" w:rsidRPr="00204E7F" w:rsidRDefault="001C6E7D" w:rsidP="00204E7F"/>
          <w:p w:rsidR="001C6E7D" w:rsidRDefault="001C6E7D" w:rsidP="00204E7F"/>
          <w:p w:rsidR="001C6E7D" w:rsidRDefault="001C6E7D" w:rsidP="00204E7F"/>
          <w:p w:rsidR="001C6E7D" w:rsidRPr="00204E7F" w:rsidRDefault="001C6E7D" w:rsidP="00204E7F"/>
        </w:tc>
        <w:tc>
          <w:tcPr>
            <w:tcW w:w="3779" w:type="dxa"/>
            <w:vAlign w:val="bottom"/>
          </w:tcPr>
          <w:p w:rsidR="001C6E7D" w:rsidRPr="0024663D" w:rsidRDefault="001C6E7D" w:rsidP="000851BC">
            <w:r w:rsidRPr="0024663D">
              <w:t>в 15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</w:tcPr>
          <w:p w:rsidR="001C6E7D" w:rsidRPr="0024663D" w:rsidRDefault="001C6E7D" w:rsidP="000851BC">
            <w:r w:rsidRPr="0024663D">
              <w:t xml:space="preserve"> 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0851BC">
            <w:r w:rsidRPr="0024663D">
              <w:t>40,00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0851BC">
            <w:r w:rsidRPr="0024663D">
              <w:t>40,00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0851BC">
            <w:r w:rsidRPr="0024663D">
              <w:t>прод. промыш.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0851BC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Default="001C6E7D" w:rsidP="000851BC">
            <w:r>
              <w:t>до 31.12.2015г.</w:t>
            </w:r>
          </w:p>
          <w:p w:rsidR="001C6E7D" w:rsidRDefault="001C6E7D" w:rsidP="000851BC">
            <w:pPr>
              <w:jc w:val="right"/>
            </w:pPr>
          </w:p>
          <w:p w:rsidR="001C6E7D" w:rsidRPr="0024663D" w:rsidRDefault="001C6E7D" w:rsidP="000851BC">
            <w:pPr>
              <w:jc w:val="right"/>
            </w:pP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269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70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270</w:t>
            </w:r>
          </w:p>
        </w:tc>
        <w:tc>
          <w:tcPr>
            <w:tcW w:w="3779" w:type="dxa"/>
            <w:vAlign w:val="bottom"/>
          </w:tcPr>
          <w:p w:rsidR="001C6E7D" w:rsidRDefault="001C6E7D" w:rsidP="00BD2A60">
            <w:r w:rsidRPr="0024663D">
              <w:t xml:space="preserve">в 61 метрах от ориентира по </w:t>
            </w:r>
          </w:p>
          <w:p w:rsidR="001C6E7D" w:rsidRDefault="001C6E7D" w:rsidP="00BD2A60"/>
          <w:p w:rsidR="001C6E7D" w:rsidRPr="0024663D" w:rsidRDefault="001C6E7D" w:rsidP="00BD2A60">
            <w:r w:rsidRPr="0024663D">
              <w:t>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пром.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271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63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 xml:space="preserve">лоток 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5,28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хоз.товары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272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84 метрах от ориентира по направлению на 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лоток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7,00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7,00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>прод. 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273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 w:rsidRPr="0024663D">
              <w:t>в 95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BD2A60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 w:rsidRPr="0024663D">
              <w:t>30,00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 w:rsidRPr="0024663D">
              <w:t xml:space="preserve">пром. товары 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  <w:tr w:rsidR="001C6E7D" w:rsidRPr="0024663D">
        <w:tc>
          <w:tcPr>
            <w:tcW w:w="720" w:type="dxa"/>
          </w:tcPr>
          <w:p w:rsidR="001C6E7D" w:rsidRPr="0024663D" w:rsidRDefault="001C6E7D" w:rsidP="00BD2A60">
            <w:r>
              <w:t>274</w:t>
            </w:r>
          </w:p>
        </w:tc>
        <w:tc>
          <w:tcPr>
            <w:tcW w:w="3779" w:type="dxa"/>
            <w:vAlign w:val="bottom"/>
          </w:tcPr>
          <w:p w:rsidR="001C6E7D" w:rsidRPr="0024663D" w:rsidRDefault="001C6E7D" w:rsidP="00BD2A60">
            <w:r>
              <w:t>В 55</w:t>
            </w:r>
            <w:r w:rsidRPr="0024663D">
              <w:t xml:space="preserve"> метрах от ориентира по направлению на северовосток от администрации ярмарки</w:t>
            </w:r>
          </w:p>
        </w:tc>
        <w:tc>
          <w:tcPr>
            <w:tcW w:w="1979" w:type="dxa"/>
            <w:vAlign w:val="bottom"/>
          </w:tcPr>
          <w:p w:rsidR="001C6E7D" w:rsidRPr="0024663D" w:rsidRDefault="001C6E7D" w:rsidP="00C403A3">
            <w:r w:rsidRPr="0024663D">
              <w:t>Торговый павильон</w:t>
            </w:r>
          </w:p>
        </w:tc>
        <w:tc>
          <w:tcPr>
            <w:tcW w:w="1260" w:type="dxa"/>
            <w:vAlign w:val="bottom"/>
          </w:tcPr>
          <w:p w:rsidR="001C6E7D" w:rsidRPr="0024663D" w:rsidRDefault="001C6E7D" w:rsidP="00BD2A60">
            <w:r>
              <w:t>112,00</w:t>
            </w:r>
          </w:p>
        </w:tc>
        <w:tc>
          <w:tcPr>
            <w:tcW w:w="1440" w:type="dxa"/>
            <w:gridSpan w:val="3"/>
            <w:vAlign w:val="bottom"/>
          </w:tcPr>
          <w:p w:rsidR="001C6E7D" w:rsidRPr="0024663D" w:rsidRDefault="001C6E7D" w:rsidP="00BD2A60">
            <w:r>
              <w:t>112,0</w:t>
            </w:r>
          </w:p>
        </w:tc>
        <w:tc>
          <w:tcPr>
            <w:tcW w:w="1730" w:type="dxa"/>
            <w:vAlign w:val="bottom"/>
          </w:tcPr>
          <w:p w:rsidR="001C6E7D" w:rsidRPr="0024663D" w:rsidRDefault="001C6E7D" w:rsidP="00BD2A60">
            <w:r>
              <w:t>прод.</w:t>
            </w:r>
            <w:r w:rsidRPr="0024663D">
              <w:t xml:space="preserve"> </w:t>
            </w:r>
            <w:r>
              <w:t>товары</w:t>
            </w:r>
          </w:p>
        </w:tc>
        <w:tc>
          <w:tcPr>
            <w:tcW w:w="1731" w:type="dxa"/>
            <w:gridSpan w:val="2"/>
            <w:vAlign w:val="bottom"/>
          </w:tcPr>
          <w:p w:rsidR="001C6E7D" w:rsidRPr="0024663D" w:rsidRDefault="001C6E7D" w:rsidP="00BD2A60">
            <w:r w:rsidRPr="0024663D">
              <w:t>Аренда</w:t>
            </w:r>
          </w:p>
        </w:tc>
        <w:tc>
          <w:tcPr>
            <w:tcW w:w="2409" w:type="dxa"/>
            <w:gridSpan w:val="3"/>
            <w:vAlign w:val="bottom"/>
          </w:tcPr>
          <w:p w:rsidR="001C6E7D" w:rsidRPr="0024663D" w:rsidRDefault="001C6E7D" w:rsidP="00BD2A60">
            <w:r>
              <w:t>до 31.12.2015г.</w:t>
            </w:r>
          </w:p>
        </w:tc>
      </w:tr>
    </w:tbl>
    <w:p w:rsidR="001C6E7D" w:rsidRDefault="001C6E7D" w:rsidP="00A8102E">
      <w:r>
        <w:t xml:space="preserve"> </w:t>
      </w:r>
    </w:p>
    <w:p w:rsidR="001C6E7D" w:rsidRDefault="001C6E7D"/>
    <w:sectPr w:rsidR="001C6E7D" w:rsidSect="00BD2A60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02E"/>
    <w:rsid w:val="0005699F"/>
    <w:rsid w:val="0006519F"/>
    <w:rsid w:val="00067A04"/>
    <w:rsid w:val="000851BC"/>
    <w:rsid w:val="00085FF2"/>
    <w:rsid w:val="000A5819"/>
    <w:rsid w:val="000B157E"/>
    <w:rsid w:val="000B3C01"/>
    <w:rsid w:val="000C6511"/>
    <w:rsid w:val="000D2249"/>
    <w:rsid w:val="000E05F5"/>
    <w:rsid w:val="0011177C"/>
    <w:rsid w:val="001619E7"/>
    <w:rsid w:val="00192790"/>
    <w:rsid w:val="001A79BA"/>
    <w:rsid w:val="001A7E8A"/>
    <w:rsid w:val="001C6E7D"/>
    <w:rsid w:val="001C759A"/>
    <w:rsid w:val="001E2DF0"/>
    <w:rsid w:val="001F184D"/>
    <w:rsid w:val="001F74F1"/>
    <w:rsid w:val="00204E7F"/>
    <w:rsid w:val="00205E94"/>
    <w:rsid w:val="0021653C"/>
    <w:rsid w:val="00237EEE"/>
    <w:rsid w:val="0024025A"/>
    <w:rsid w:val="00240A19"/>
    <w:rsid w:val="0024663D"/>
    <w:rsid w:val="00250660"/>
    <w:rsid w:val="0027313F"/>
    <w:rsid w:val="00275C5A"/>
    <w:rsid w:val="0029038B"/>
    <w:rsid w:val="0029323B"/>
    <w:rsid w:val="002A29E5"/>
    <w:rsid w:val="002C034D"/>
    <w:rsid w:val="002E2ED2"/>
    <w:rsid w:val="002E7268"/>
    <w:rsid w:val="00304E25"/>
    <w:rsid w:val="00317D5E"/>
    <w:rsid w:val="00371BE8"/>
    <w:rsid w:val="003B34BD"/>
    <w:rsid w:val="003C4111"/>
    <w:rsid w:val="00440D86"/>
    <w:rsid w:val="004603D8"/>
    <w:rsid w:val="004955BE"/>
    <w:rsid w:val="004B3A87"/>
    <w:rsid w:val="004D65F4"/>
    <w:rsid w:val="004F2DE2"/>
    <w:rsid w:val="004F348F"/>
    <w:rsid w:val="004F3962"/>
    <w:rsid w:val="005102BA"/>
    <w:rsid w:val="005272E4"/>
    <w:rsid w:val="005951AE"/>
    <w:rsid w:val="005A6671"/>
    <w:rsid w:val="005C75D9"/>
    <w:rsid w:val="005D3146"/>
    <w:rsid w:val="0062728E"/>
    <w:rsid w:val="00664702"/>
    <w:rsid w:val="00681B9A"/>
    <w:rsid w:val="006934C8"/>
    <w:rsid w:val="006A4343"/>
    <w:rsid w:val="006E6706"/>
    <w:rsid w:val="00705A27"/>
    <w:rsid w:val="00734C2F"/>
    <w:rsid w:val="00781DF7"/>
    <w:rsid w:val="007904B0"/>
    <w:rsid w:val="007B1A06"/>
    <w:rsid w:val="007B40AC"/>
    <w:rsid w:val="007D3F9A"/>
    <w:rsid w:val="007D513B"/>
    <w:rsid w:val="00803F3B"/>
    <w:rsid w:val="008254ED"/>
    <w:rsid w:val="00886FFF"/>
    <w:rsid w:val="008933EB"/>
    <w:rsid w:val="008A61D4"/>
    <w:rsid w:val="008B6D85"/>
    <w:rsid w:val="008C21A5"/>
    <w:rsid w:val="008C2F18"/>
    <w:rsid w:val="008C3B18"/>
    <w:rsid w:val="008D37B6"/>
    <w:rsid w:val="00A22209"/>
    <w:rsid w:val="00A8102E"/>
    <w:rsid w:val="00A91688"/>
    <w:rsid w:val="00AF6D15"/>
    <w:rsid w:val="00B039EF"/>
    <w:rsid w:val="00B30187"/>
    <w:rsid w:val="00B61D43"/>
    <w:rsid w:val="00B6593F"/>
    <w:rsid w:val="00B85CD3"/>
    <w:rsid w:val="00B877EC"/>
    <w:rsid w:val="00BA04B1"/>
    <w:rsid w:val="00BC183E"/>
    <w:rsid w:val="00BD0B99"/>
    <w:rsid w:val="00BD2A60"/>
    <w:rsid w:val="00BD68CE"/>
    <w:rsid w:val="00BE31D4"/>
    <w:rsid w:val="00C3018B"/>
    <w:rsid w:val="00C359D8"/>
    <w:rsid w:val="00C403A3"/>
    <w:rsid w:val="00C62EED"/>
    <w:rsid w:val="00D032EF"/>
    <w:rsid w:val="00D237B3"/>
    <w:rsid w:val="00D90E10"/>
    <w:rsid w:val="00DA0CEC"/>
    <w:rsid w:val="00DC36EC"/>
    <w:rsid w:val="00DD1E57"/>
    <w:rsid w:val="00E14F04"/>
    <w:rsid w:val="00E22C73"/>
    <w:rsid w:val="00E426D4"/>
    <w:rsid w:val="00E64F6F"/>
    <w:rsid w:val="00EE46DE"/>
    <w:rsid w:val="00F42027"/>
    <w:rsid w:val="00F633FF"/>
    <w:rsid w:val="00F6483C"/>
    <w:rsid w:val="00FD2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0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A8102E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810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102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334</TotalTime>
  <Pages>26</Pages>
  <Words>7109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adm14</cp:lastModifiedBy>
  <cp:revision>36</cp:revision>
  <cp:lastPrinted>2015-08-06T00:05:00Z</cp:lastPrinted>
  <dcterms:created xsi:type="dcterms:W3CDTF">2015-07-28T12:07:00Z</dcterms:created>
  <dcterms:modified xsi:type="dcterms:W3CDTF">2015-08-10T05:58:00Z</dcterms:modified>
</cp:coreProperties>
</file>