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0B" w:rsidRPr="005579C7" w:rsidRDefault="002C5E0B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579C7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5579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2C5E0B" w:rsidRPr="005579C7" w:rsidRDefault="002C5E0B" w:rsidP="003949B4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5579C7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</w:t>
      </w:r>
      <w:r>
        <w:rPr>
          <w:rFonts w:ascii="Times New Roman" w:hAnsi="Times New Roman"/>
          <w:sz w:val="24"/>
          <w:szCs w:val="24"/>
        </w:rPr>
        <w:t>_____</w:t>
      </w:r>
      <w:r w:rsidRPr="005579C7">
        <w:rPr>
          <w:rFonts w:ascii="Times New Roman" w:hAnsi="Times New Roman"/>
          <w:sz w:val="24"/>
          <w:szCs w:val="24"/>
        </w:rPr>
        <w:t xml:space="preserve"> 2014 года  № ____</w:t>
      </w:r>
    </w:p>
    <w:p w:rsidR="002C5E0B" w:rsidRPr="005579C7" w:rsidRDefault="002C5E0B" w:rsidP="00A11C09">
      <w:pPr>
        <w:ind w:left="9781"/>
        <w:jc w:val="center"/>
        <w:rPr>
          <w:rFonts w:ascii="Times New Roman" w:hAnsi="Times New Roman"/>
          <w:bCs/>
          <w:color w:val="000000"/>
        </w:rPr>
      </w:pPr>
    </w:p>
    <w:p w:rsidR="002C5E0B" w:rsidRPr="005579C7" w:rsidRDefault="002C5E0B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tbl>
      <w:tblPr>
        <w:tblW w:w="14520" w:type="dxa"/>
        <w:tblInd w:w="-222" w:type="dxa"/>
        <w:tblLayout w:type="fixed"/>
        <w:tblLook w:val="00A0"/>
      </w:tblPr>
      <w:tblGrid>
        <w:gridCol w:w="880"/>
        <w:gridCol w:w="4840"/>
        <w:gridCol w:w="4400"/>
        <w:gridCol w:w="1430"/>
        <w:gridCol w:w="1320"/>
        <w:gridCol w:w="1650"/>
      </w:tblGrid>
      <w:tr w:rsidR="002C5E0B" w:rsidRPr="008F03F4" w:rsidTr="007252C7">
        <w:trPr>
          <w:trHeight w:val="489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2C5E0B" w:rsidRPr="008F03F4" w:rsidTr="007252C7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5E0B" w:rsidRPr="008F03F4" w:rsidRDefault="002C5E0B" w:rsidP="002260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2C5E0B" w:rsidRPr="005579C7" w:rsidRDefault="002C5E0B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tbl>
      <w:tblPr>
        <w:tblW w:w="1452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0"/>
        <w:gridCol w:w="4840"/>
        <w:gridCol w:w="770"/>
        <w:gridCol w:w="880"/>
        <w:gridCol w:w="770"/>
        <w:gridCol w:w="1320"/>
        <w:gridCol w:w="654"/>
        <w:gridCol w:w="1436"/>
        <w:gridCol w:w="1342"/>
        <w:gridCol w:w="1628"/>
      </w:tblGrid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>, замена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оконных блоков, 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2C5E0B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C5E0B" w:rsidRPr="005579C7" w:rsidRDefault="002C5E0B" w:rsidP="0050227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 xml:space="preserve">МБОУ «СОШ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2C5E0B" w:rsidRPr="004438D2" w:rsidRDefault="002C5E0B" w:rsidP="0050227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572,11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172,11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C5E0B" w:rsidRPr="004438D2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43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2C5E0B" w:rsidRPr="005579C7" w:rsidRDefault="002C5E0B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1080,00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1073,00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2C5E0B" w:rsidRPr="005579C7" w:rsidRDefault="002C5E0B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2C5E0B" w:rsidRPr="005579C7" w:rsidRDefault="002C5E0B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2C5E0B" w:rsidRPr="005579C7" w:rsidRDefault="002C5E0B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350,00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360,00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2C5E0B" w:rsidRPr="005579C7" w:rsidRDefault="002C5E0B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5»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6»</w:t>
            </w:r>
          </w:p>
          <w:p w:rsidR="002C5E0B" w:rsidRPr="005579C7" w:rsidRDefault="002C5E0B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«ООШ № 12»</w:t>
            </w:r>
          </w:p>
          <w:p w:rsidR="002C5E0B" w:rsidRPr="005579C7" w:rsidRDefault="002C5E0B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2C5E0B" w:rsidRPr="005579C7" w:rsidRDefault="002C5E0B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  <w:vAlign w:val="center"/>
          </w:tcPr>
          <w:p w:rsidR="002C5E0B" w:rsidRPr="005579C7" w:rsidRDefault="002C5E0B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C5E0B" w:rsidRPr="005579C7" w:rsidRDefault="002C5E0B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2C5E0B" w:rsidRPr="005579C7" w:rsidRDefault="002C5E0B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C5E0B" w:rsidRPr="005579C7" w:rsidRDefault="002C5E0B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2C5E0B" w:rsidRPr="005579C7" w:rsidRDefault="002C5E0B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1190,00</w:t>
            </w: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1190,00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920,00</w:t>
            </w: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920,00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2C5E0B" w:rsidRPr="005579C7" w:rsidRDefault="002C5E0B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2C5E0B" w:rsidRPr="005579C7" w:rsidRDefault="002C5E0B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,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C5E0B" w:rsidRPr="005579C7" w:rsidTr="007252C7">
        <w:trPr>
          <w:trHeight w:val="20"/>
        </w:trPr>
        <w:tc>
          <w:tcPr>
            <w:tcW w:w="880" w:type="dxa"/>
            <w:shd w:val="clear" w:color="000000" w:fill="FFFFFF"/>
          </w:tcPr>
          <w:p w:rsidR="002C5E0B" w:rsidRPr="005579C7" w:rsidRDefault="002C5E0B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C5E0B" w:rsidRPr="005579C7" w:rsidRDefault="002C5E0B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C5E0B" w:rsidRPr="005579C7" w:rsidRDefault="002C5E0B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628" w:type="dxa"/>
            <w:shd w:val="clear" w:color="000000" w:fill="FFFFFF"/>
            <w:noWrap/>
          </w:tcPr>
          <w:p w:rsidR="002C5E0B" w:rsidRPr="005579C7" w:rsidRDefault="002C5E0B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1800,00  </w:t>
            </w:r>
          </w:p>
        </w:tc>
      </w:tr>
    </w:tbl>
    <w:p w:rsidR="002C5E0B" w:rsidRPr="003F224E" w:rsidRDefault="002C5E0B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C5E0B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0B" w:rsidRDefault="002C5E0B" w:rsidP="001C325E">
      <w:pPr>
        <w:spacing w:after="0" w:line="240" w:lineRule="auto"/>
      </w:pPr>
      <w:r>
        <w:separator/>
      </w:r>
    </w:p>
  </w:endnote>
  <w:endnote w:type="continuationSeparator" w:id="0">
    <w:p w:rsidR="002C5E0B" w:rsidRDefault="002C5E0B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0B" w:rsidRDefault="002C5E0B" w:rsidP="001C325E">
      <w:pPr>
        <w:spacing w:after="0" w:line="240" w:lineRule="auto"/>
      </w:pPr>
      <w:r>
        <w:separator/>
      </w:r>
    </w:p>
  </w:footnote>
  <w:footnote w:type="continuationSeparator" w:id="0">
    <w:p w:rsidR="002C5E0B" w:rsidRDefault="002C5E0B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E0B" w:rsidRPr="001C325E" w:rsidRDefault="002C5E0B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1C325E">
      <w:rPr>
        <w:rFonts w:ascii="Times New Roman" w:hAnsi="Times New Roman"/>
      </w:rPr>
      <w:fldChar w:fldCharType="end"/>
    </w:r>
  </w:p>
  <w:p w:rsidR="002C5E0B" w:rsidRDefault="002C5E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C9D"/>
    <w:rsid w:val="00000CD2"/>
    <w:rsid w:val="00000F19"/>
    <w:rsid w:val="0001135A"/>
    <w:rsid w:val="00022E91"/>
    <w:rsid w:val="0002385E"/>
    <w:rsid w:val="000344A6"/>
    <w:rsid w:val="00035386"/>
    <w:rsid w:val="000416D6"/>
    <w:rsid w:val="000470E0"/>
    <w:rsid w:val="000610AB"/>
    <w:rsid w:val="0006213F"/>
    <w:rsid w:val="0006605A"/>
    <w:rsid w:val="00080F13"/>
    <w:rsid w:val="00084513"/>
    <w:rsid w:val="00085CCC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D37E3"/>
    <w:rsid w:val="000D7113"/>
    <w:rsid w:val="000E0BD8"/>
    <w:rsid w:val="000E0E8D"/>
    <w:rsid w:val="000E6CBD"/>
    <w:rsid w:val="000F1F0E"/>
    <w:rsid w:val="000F2CD5"/>
    <w:rsid w:val="000F359E"/>
    <w:rsid w:val="000F5148"/>
    <w:rsid w:val="000F527D"/>
    <w:rsid w:val="000F76BE"/>
    <w:rsid w:val="000F7A25"/>
    <w:rsid w:val="001008C1"/>
    <w:rsid w:val="0010142D"/>
    <w:rsid w:val="001020C9"/>
    <w:rsid w:val="001028FF"/>
    <w:rsid w:val="00102BEC"/>
    <w:rsid w:val="00107DB4"/>
    <w:rsid w:val="00121DD2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71A06"/>
    <w:rsid w:val="00172E36"/>
    <w:rsid w:val="001754CC"/>
    <w:rsid w:val="0017678A"/>
    <w:rsid w:val="001908BD"/>
    <w:rsid w:val="00191FA2"/>
    <w:rsid w:val="0019563F"/>
    <w:rsid w:val="001A16B2"/>
    <w:rsid w:val="001A3906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7728"/>
    <w:rsid w:val="001E1152"/>
    <w:rsid w:val="001E4E73"/>
    <w:rsid w:val="001E5FD4"/>
    <w:rsid w:val="001F3604"/>
    <w:rsid w:val="001F46F0"/>
    <w:rsid w:val="001F47CC"/>
    <w:rsid w:val="0020256C"/>
    <w:rsid w:val="002062D7"/>
    <w:rsid w:val="00207558"/>
    <w:rsid w:val="00215749"/>
    <w:rsid w:val="002204E6"/>
    <w:rsid w:val="002226FD"/>
    <w:rsid w:val="00223722"/>
    <w:rsid w:val="002243AC"/>
    <w:rsid w:val="0022608E"/>
    <w:rsid w:val="002265E0"/>
    <w:rsid w:val="00230207"/>
    <w:rsid w:val="002328A6"/>
    <w:rsid w:val="002353C4"/>
    <w:rsid w:val="0024148A"/>
    <w:rsid w:val="00241E4D"/>
    <w:rsid w:val="00252142"/>
    <w:rsid w:val="00254A66"/>
    <w:rsid w:val="00260C35"/>
    <w:rsid w:val="00261444"/>
    <w:rsid w:val="00272D4C"/>
    <w:rsid w:val="00277E91"/>
    <w:rsid w:val="00277ECF"/>
    <w:rsid w:val="002813D5"/>
    <w:rsid w:val="00282181"/>
    <w:rsid w:val="002922B6"/>
    <w:rsid w:val="00293BBC"/>
    <w:rsid w:val="00295823"/>
    <w:rsid w:val="00296331"/>
    <w:rsid w:val="00296CAB"/>
    <w:rsid w:val="0029744A"/>
    <w:rsid w:val="002A29C3"/>
    <w:rsid w:val="002A2CAE"/>
    <w:rsid w:val="002A4491"/>
    <w:rsid w:val="002B03D1"/>
    <w:rsid w:val="002B64EA"/>
    <w:rsid w:val="002C04A1"/>
    <w:rsid w:val="002C10F4"/>
    <w:rsid w:val="002C5E0B"/>
    <w:rsid w:val="002D3839"/>
    <w:rsid w:val="002E2AFC"/>
    <w:rsid w:val="002E4050"/>
    <w:rsid w:val="002F2F99"/>
    <w:rsid w:val="002F571E"/>
    <w:rsid w:val="002F5A3D"/>
    <w:rsid w:val="002F6339"/>
    <w:rsid w:val="003015B1"/>
    <w:rsid w:val="00302BDB"/>
    <w:rsid w:val="00305AD0"/>
    <w:rsid w:val="003068C2"/>
    <w:rsid w:val="00312BD1"/>
    <w:rsid w:val="0031327A"/>
    <w:rsid w:val="00320C9B"/>
    <w:rsid w:val="00321BFF"/>
    <w:rsid w:val="00322A8E"/>
    <w:rsid w:val="00322D32"/>
    <w:rsid w:val="00325A8B"/>
    <w:rsid w:val="00326DE0"/>
    <w:rsid w:val="00331551"/>
    <w:rsid w:val="003364D9"/>
    <w:rsid w:val="003424B4"/>
    <w:rsid w:val="0034557D"/>
    <w:rsid w:val="003515B7"/>
    <w:rsid w:val="003568ED"/>
    <w:rsid w:val="00373161"/>
    <w:rsid w:val="00377819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D214F"/>
    <w:rsid w:val="003D35F3"/>
    <w:rsid w:val="003D37B4"/>
    <w:rsid w:val="003D653B"/>
    <w:rsid w:val="003D68CD"/>
    <w:rsid w:val="003E3FDB"/>
    <w:rsid w:val="003E4821"/>
    <w:rsid w:val="003F09CE"/>
    <w:rsid w:val="003F224E"/>
    <w:rsid w:val="003F53FB"/>
    <w:rsid w:val="003F729A"/>
    <w:rsid w:val="003F749D"/>
    <w:rsid w:val="00404670"/>
    <w:rsid w:val="00404ADC"/>
    <w:rsid w:val="0041039C"/>
    <w:rsid w:val="00415E1C"/>
    <w:rsid w:val="004177F7"/>
    <w:rsid w:val="00426663"/>
    <w:rsid w:val="0043488D"/>
    <w:rsid w:val="00434C20"/>
    <w:rsid w:val="00441A1C"/>
    <w:rsid w:val="0044304B"/>
    <w:rsid w:val="004438D2"/>
    <w:rsid w:val="00453524"/>
    <w:rsid w:val="004573D3"/>
    <w:rsid w:val="004638BC"/>
    <w:rsid w:val="004659CA"/>
    <w:rsid w:val="0048118D"/>
    <w:rsid w:val="00483BC4"/>
    <w:rsid w:val="0049215C"/>
    <w:rsid w:val="004961B7"/>
    <w:rsid w:val="004971BE"/>
    <w:rsid w:val="0049769D"/>
    <w:rsid w:val="004A19CD"/>
    <w:rsid w:val="004A3CCB"/>
    <w:rsid w:val="004A7B68"/>
    <w:rsid w:val="004B0C29"/>
    <w:rsid w:val="004B3C66"/>
    <w:rsid w:val="004B5740"/>
    <w:rsid w:val="004B6CBB"/>
    <w:rsid w:val="004C38E6"/>
    <w:rsid w:val="004C406C"/>
    <w:rsid w:val="004C48FA"/>
    <w:rsid w:val="004C5501"/>
    <w:rsid w:val="004D2782"/>
    <w:rsid w:val="004D4B13"/>
    <w:rsid w:val="004D6E43"/>
    <w:rsid w:val="004D7AFC"/>
    <w:rsid w:val="004E522D"/>
    <w:rsid w:val="004E5902"/>
    <w:rsid w:val="004F0CF1"/>
    <w:rsid w:val="004F2099"/>
    <w:rsid w:val="004F2DD1"/>
    <w:rsid w:val="004F2ECA"/>
    <w:rsid w:val="004F4849"/>
    <w:rsid w:val="00500E05"/>
    <w:rsid w:val="00502273"/>
    <w:rsid w:val="0050302C"/>
    <w:rsid w:val="0050388B"/>
    <w:rsid w:val="005132BE"/>
    <w:rsid w:val="00521A22"/>
    <w:rsid w:val="00531BE4"/>
    <w:rsid w:val="005320B8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2FC5"/>
    <w:rsid w:val="00553467"/>
    <w:rsid w:val="00553FEE"/>
    <w:rsid w:val="005579C7"/>
    <w:rsid w:val="00566AD1"/>
    <w:rsid w:val="00567C0D"/>
    <w:rsid w:val="00573D03"/>
    <w:rsid w:val="00584164"/>
    <w:rsid w:val="00584AA1"/>
    <w:rsid w:val="00584BF0"/>
    <w:rsid w:val="00587AEE"/>
    <w:rsid w:val="00587DA7"/>
    <w:rsid w:val="00587E93"/>
    <w:rsid w:val="0059176C"/>
    <w:rsid w:val="005925D3"/>
    <w:rsid w:val="00592E8B"/>
    <w:rsid w:val="00593B50"/>
    <w:rsid w:val="005947DD"/>
    <w:rsid w:val="005A12EC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775C"/>
    <w:rsid w:val="005E4502"/>
    <w:rsid w:val="0060273F"/>
    <w:rsid w:val="00606417"/>
    <w:rsid w:val="00610C6B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A7760"/>
    <w:rsid w:val="006B12F9"/>
    <w:rsid w:val="006B4129"/>
    <w:rsid w:val="006B63AF"/>
    <w:rsid w:val="006B64C6"/>
    <w:rsid w:val="006C1ABA"/>
    <w:rsid w:val="006C2CD7"/>
    <w:rsid w:val="006C45CE"/>
    <w:rsid w:val="006C4E8D"/>
    <w:rsid w:val="006C540B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71C7"/>
    <w:rsid w:val="00723F5F"/>
    <w:rsid w:val="00724FB5"/>
    <w:rsid w:val="007252C7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0D8B"/>
    <w:rsid w:val="00783FAF"/>
    <w:rsid w:val="00785B7A"/>
    <w:rsid w:val="00787618"/>
    <w:rsid w:val="007878C1"/>
    <w:rsid w:val="00790DF9"/>
    <w:rsid w:val="007A3523"/>
    <w:rsid w:val="007A6C20"/>
    <w:rsid w:val="007B4C25"/>
    <w:rsid w:val="007C4E81"/>
    <w:rsid w:val="007C6FE0"/>
    <w:rsid w:val="007D04BB"/>
    <w:rsid w:val="007E3555"/>
    <w:rsid w:val="007E4619"/>
    <w:rsid w:val="007E5457"/>
    <w:rsid w:val="007E64B3"/>
    <w:rsid w:val="007E7EC6"/>
    <w:rsid w:val="007F224B"/>
    <w:rsid w:val="00801C93"/>
    <w:rsid w:val="008033EF"/>
    <w:rsid w:val="0080692B"/>
    <w:rsid w:val="00806C48"/>
    <w:rsid w:val="008135F3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78D7"/>
    <w:rsid w:val="00860520"/>
    <w:rsid w:val="00861221"/>
    <w:rsid w:val="00862E11"/>
    <w:rsid w:val="0086606D"/>
    <w:rsid w:val="0087171C"/>
    <w:rsid w:val="0088126C"/>
    <w:rsid w:val="00881FFB"/>
    <w:rsid w:val="00893D26"/>
    <w:rsid w:val="00894531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3F4"/>
    <w:rsid w:val="008F043D"/>
    <w:rsid w:val="008F399C"/>
    <w:rsid w:val="00900B82"/>
    <w:rsid w:val="00904DC9"/>
    <w:rsid w:val="00905986"/>
    <w:rsid w:val="0091355F"/>
    <w:rsid w:val="0092151A"/>
    <w:rsid w:val="0092174F"/>
    <w:rsid w:val="00940165"/>
    <w:rsid w:val="009418F8"/>
    <w:rsid w:val="00943033"/>
    <w:rsid w:val="009500A7"/>
    <w:rsid w:val="00952153"/>
    <w:rsid w:val="00954B56"/>
    <w:rsid w:val="0095720A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6B9"/>
    <w:rsid w:val="00985D64"/>
    <w:rsid w:val="00987688"/>
    <w:rsid w:val="00993D2A"/>
    <w:rsid w:val="009958DC"/>
    <w:rsid w:val="009A0060"/>
    <w:rsid w:val="009A1423"/>
    <w:rsid w:val="009A6EC7"/>
    <w:rsid w:val="009C0E69"/>
    <w:rsid w:val="009C5426"/>
    <w:rsid w:val="009C6E34"/>
    <w:rsid w:val="009D32CA"/>
    <w:rsid w:val="009D4085"/>
    <w:rsid w:val="009D7EAA"/>
    <w:rsid w:val="009E78E3"/>
    <w:rsid w:val="009E7C31"/>
    <w:rsid w:val="009F1D73"/>
    <w:rsid w:val="009F57C9"/>
    <w:rsid w:val="009F6025"/>
    <w:rsid w:val="00A07C07"/>
    <w:rsid w:val="00A11C09"/>
    <w:rsid w:val="00A141EB"/>
    <w:rsid w:val="00A15B82"/>
    <w:rsid w:val="00A1601B"/>
    <w:rsid w:val="00A2006D"/>
    <w:rsid w:val="00A20310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4225"/>
    <w:rsid w:val="00A576A5"/>
    <w:rsid w:val="00A6311C"/>
    <w:rsid w:val="00A63258"/>
    <w:rsid w:val="00A6540D"/>
    <w:rsid w:val="00A657CE"/>
    <w:rsid w:val="00A72E38"/>
    <w:rsid w:val="00A778B9"/>
    <w:rsid w:val="00A80506"/>
    <w:rsid w:val="00A81FC4"/>
    <w:rsid w:val="00A90DC0"/>
    <w:rsid w:val="00A91657"/>
    <w:rsid w:val="00A94FFE"/>
    <w:rsid w:val="00AA762B"/>
    <w:rsid w:val="00AB347D"/>
    <w:rsid w:val="00AB6E26"/>
    <w:rsid w:val="00AB706E"/>
    <w:rsid w:val="00AB7C38"/>
    <w:rsid w:val="00AD1954"/>
    <w:rsid w:val="00AD1CAE"/>
    <w:rsid w:val="00AE2EA3"/>
    <w:rsid w:val="00AE64EA"/>
    <w:rsid w:val="00AF1B9B"/>
    <w:rsid w:val="00AF505F"/>
    <w:rsid w:val="00AF7FBC"/>
    <w:rsid w:val="00B020C1"/>
    <w:rsid w:val="00B0757E"/>
    <w:rsid w:val="00B107BF"/>
    <w:rsid w:val="00B1254C"/>
    <w:rsid w:val="00B1571B"/>
    <w:rsid w:val="00B163F5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D45"/>
    <w:rsid w:val="00B728F7"/>
    <w:rsid w:val="00B76CC4"/>
    <w:rsid w:val="00B772E2"/>
    <w:rsid w:val="00B77537"/>
    <w:rsid w:val="00B832F1"/>
    <w:rsid w:val="00B8771F"/>
    <w:rsid w:val="00B87841"/>
    <w:rsid w:val="00B930C3"/>
    <w:rsid w:val="00B955ED"/>
    <w:rsid w:val="00B962F0"/>
    <w:rsid w:val="00BA3312"/>
    <w:rsid w:val="00BB13DC"/>
    <w:rsid w:val="00BB2DD8"/>
    <w:rsid w:val="00BB55D9"/>
    <w:rsid w:val="00BC042C"/>
    <w:rsid w:val="00BC12F1"/>
    <w:rsid w:val="00BC2D71"/>
    <w:rsid w:val="00BC2DE3"/>
    <w:rsid w:val="00BC5348"/>
    <w:rsid w:val="00BD1B9F"/>
    <w:rsid w:val="00BD7E06"/>
    <w:rsid w:val="00BE2BC9"/>
    <w:rsid w:val="00BF1C12"/>
    <w:rsid w:val="00BF1E65"/>
    <w:rsid w:val="00BF35C3"/>
    <w:rsid w:val="00BF3732"/>
    <w:rsid w:val="00C10732"/>
    <w:rsid w:val="00C170C7"/>
    <w:rsid w:val="00C2170C"/>
    <w:rsid w:val="00C217DC"/>
    <w:rsid w:val="00C23DED"/>
    <w:rsid w:val="00C306EC"/>
    <w:rsid w:val="00C322DA"/>
    <w:rsid w:val="00C325B3"/>
    <w:rsid w:val="00C33592"/>
    <w:rsid w:val="00C35B93"/>
    <w:rsid w:val="00C3662B"/>
    <w:rsid w:val="00C40E54"/>
    <w:rsid w:val="00C50C05"/>
    <w:rsid w:val="00C55C37"/>
    <w:rsid w:val="00C61047"/>
    <w:rsid w:val="00C6227E"/>
    <w:rsid w:val="00C66794"/>
    <w:rsid w:val="00C74F6B"/>
    <w:rsid w:val="00C81672"/>
    <w:rsid w:val="00C81E05"/>
    <w:rsid w:val="00C8323A"/>
    <w:rsid w:val="00C84E32"/>
    <w:rsid w:val="00C972F4"/>
    <w:rsid w:val="00CA5275"/>
    <w:rsid w:val="00CB2A0F"/>
    <w:rsid w:val="00CC2000"/>
    <w:rsid w:val="00CC5ABE"/>
    <w:rsid w:val="00CC71A6"/>
    <w:rsid w:val="00CD2C89"/>
    <w:rsid w:val="00CE48DB"/>
    <w:rsid w:val="00CF4892"/>
    <w:rsid w:val="00CF7C4D"/>
    <w:rsid w:val="00D0381F"/>
    <w:rsid w:val="00D07E03"/>
    <w:rsid w:val="00D12E61"/>
    <w:rsid w:val="00D13D3A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3273"/>
    <w:rsid w:val="00D74553"/>
    <w:rsid w:val="00D75602"/>
    <w:rsid w:val="00D810C3"/>
    <w:rsid w:val="00D82924"/>
    <w:rsid w:val="00D86570"/>
    <w:rsid w:val="00D93D85"/>
    <w:rsid w:val="00D97CF6"/>
    <w:rsid w:val="00DB1356"/>
    <w:rsid w:val="00DB4988"/>
    <w:rsid w:val="00DC0A9D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3C57"/>
    <w:rsid w:val="00E03DEE"/>
    <w:rsid w:val="00E04794"/>
    <w:rsid w:val="00E04ECB"/>
    <w:rsid w:val="00E07322"/>
    <w:rsid w:val="00E07E6C"/>
    <w:rsid w:val="00E10D9E"/>
    <w:rsid w:val="00E17122"/>
    <w:rsid w:val="00E173E3"/>
    <w:rsid w:val="00E35B68"/>
    <w:rsid w:val="00E4029C"/>
    <w:rsid w:val="00E405B5"/>
    <w:rsid w:val="00E51FEC"/>
    <w:rsid w:val="00E52473"/>
    <w:rsid w:val="00E72D0D"/>
    <w:rsid w:val="00E746E8"/>
    <w:rsid w:val="00E8043A"/>
    <w:rsid w:val="00E809D5"/>
    <w:rsid w:val="00E81637"/>
    <w:rsid w:val="00E90830"/>
    <w:rsid w:val="00E90A1A"/>
    <w:rsid w:val="00E923B1"/>
    <w:rsid w:val="00E92490"/>
    <w:rsid w:val="00E9277B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C3A69"/>
    <w:rsid w:val="00ED3684"/>
    <w:rsid w:val="00EF107E"/>
    <w:rsid w:val="00EF750C"/>
    <w:rsid w:val="00F04FA2"/>
    <w:rsid w:val="00F119DE"/>
    <w:rsid w:val="00F23C21"/>
    <w:rsid w:val="00F30CA2"/>
    <w:rsid w:val="00F328E9"/>
    <w:rsid w:val="00F37890"/>
    <w:rsid w:val="00F43939"/>
    <w:rsid w:val="00F450DF"/>
    <w:rsid w:val="00F479FE"/>
    <w:rsid w:val="00F55E3B"/>
    <w:rsid w:val="00F57E2A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7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1349</TotalTime>
  <Pages>3</Pages>
  <Words>474</Words>
  <Characters>2707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345</cp:revision>
  <cp:lastPrinted>2014-02-12T05:32:00Z</cp:lastPrinted>
  <dcterms:created xsi:type="dcterms:W3CDTF">2012-12-13T06:34:00Z</dcterms:created>
  <dcterms:modified xsi:type="dcterms:W3CDTF">2014-10-01T03:59:00Z</dcterms:modified>
</cp:coreProperties>
</file>