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90" w:rsidRPr="00A63258" w:rsidRDefault="00367690" w:rsidP="00ED5580">
      <w:pPr>
        <w:spacing w:after="0" w:line="240" w:lineRule="auto"/>
        <w:ind w:left="10008"/>
        <w:jc w:val="center"/>
        <w:rPr>
          <w:rFonts w:ascii="Times New Roman" w:hAnsi="Times New Roman"/>
          <w:bCs/>
          <w:color w:val="000000"/>
        </w:rPr>
      </w:pPr>
      <w:bookmarkStart w:id="0" w:name="_GoBack"/>
      <w:bookmarkEnd w:id="0"/>
      <w:r w:rsidRPr="00A63258">
        <w:rPr>
          <w:rFonts w:ascii="Times New Roman" w:hAnsi="Times New Roman"/>
          <w:bCs/>
          <w:color w:val="000000"/>
        </w:rPr>
        <w:t>Приложение № 3</w:t>
      </w:r>
    </w:p>
    <w:p w:rsidR="00367690" w:rsidRPr="00A63258" w:rsidRDefault="00367690" w:rsidP="00ED5580">
      <w:pPr>
        <w:spacing w:after="0" w:line="240" w:lineRule="auto"/>
        <w:ind w:left="10008"/>
        <w:rPr>
          <w:rFonts w:ascii="Times New Roman" w:hAnsi="Times New Roman"/>
          <w:bCs/>
          <w:color w:val="000000"/>
        </w:rPr>
      </w:pPr>
      <w:r w:rsidRPr="00A63258">
        <w:rPr>
          <w:rFonts w:ascii="Times New Roman" w:hAnsi="Times New Roman"/>
          <w:bCs/>
          <w:color w:val="000000"/>
        </w:rPr>
        <w:t xml:space="preserve">к постановлению администрации Дальнереченского городского округа от </w:t>
      </w:r>
      <w:r>
        <w:rPr>
          <w:rFonts w:ascii="Times New Roman" w:hAnsi="Times New Roman"/>
          <w:bCs/>
          <w:color w:val="000000"/>
        </w:rPr>
        <w:t>_________</w:t>
      </w:r>
      <w:r w:rsidRPr="00A63258">
        <w:rPr>
          <w:rFonts w:ascii="Times New Roman" w:hAnsi="Times New Roman"/>
          <w:bCs/>
          <w:color w:val="000000"/>
        </w:rPr>
        <w:t xml:space="preserve"> 2014 года № </w:t>
      </w:r>
      <w:r>
        <w:rPr>
          <w:rFonts w:ascii="Times New Roman" w:hAnsi="Times New Roman"/>
          <w:bCs/>
          <w:color w:val="000000"/>
        </w:rPr>
        <w:t>_____</w:t>
      </w:r>
    </w:p>
    <w:p w:rsidR="00367690" w:rsidRPr="00A63258" w:rsidRDefault="00367690" w:rsidP="00B24788">
      <w:pPr>
        <w:ind w:left="10010"/>
        <w:rPr>
          <w:rFonts w:ascii="Times New Roman" w:hAnsi="Times New Roman"/>
          <w:bCs/>
          <w:color w:val="000000"/>
        </w:rPr>
      </w:pPr>
    </w:p>
    <w:p w:rsidR="00367690" w:rsidRPr="00A63258" w:rsidRDefault="00367690" w:rsidP="00297948">
      <w:pPr>
        <w:ind w:left="10010"/>
        <w:jc w:val="center"/>
        <w:rPr>
          <w:rFonts w:ascii="Times New Roman" w:hAnsi="Times New Roman"/>
          <w:bCs/>
          <w:color w:val="000000"/>
        </w:rPr>
      </w:pPr>
      <w:r w:rsidRPr="00A63258">
        <w:rPr>
          <w:rFonts w:ascii="Times New Roman" w:hAnsi="Times New Roman"/>
          <w:bCs/>
          <w:color w:val="000000"/>
        </w:rPr>
        <w:t>«Приложение № 5</w:t>
      </w:r>
    </w:p>
    <w:p w:rsidR="00367690" w:rsidRPr="00A63258" w:rsidRDefault="00367690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A63258">
        <w:rPr>
          <w:rFonts w:ascii="Times New Roman" w:hAnsi="Times New Roman"/>
        </w:rPr>
        <w:t xml:space="preserve">к муниципальной программе </w:t>
      </w:r>
    </w:p>
    <w:p w:rsidR="00367690" w:rsidRPr="00A63258" w:rsidRDefault="00367690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A63258">
        <w:rPr>
          <w:rFonts w:ascii="Times New Roman" w:hAnsi="Times New Roman"/>
        </w:rPr>
        <w:t>«Развитие образования Дальнереченского городского округа»  на 2014-2016 годы,</w:t>
      </w:r>
    </w:p>
    <w:p w:rsidR="00367690" w:rsidRPr="00A63258" w:rsidRDefault="00367690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A63258">
        <w:rPr>
          <w:rFonts w:ascii="Times New Roman" w:hAnsi="Times New Roman"/>
        </w:rPr>
        <w:t>утвержденной постановлением</w:t>
      </w:r>
    </w:p>
    <w:p w:rsidR="00367690" w:rsidRPr="00A63258" w:rsidRDefault="00367690" w:rsidP="00B24788">
      <w:pPr>
        <w:spacing w:after="0" w:line="240" w:lineRule="auto"/>
        <w:ind w:left="10010"/>
        <w:rPr>
          <w:rFonts w:ascii="Times New Roman" w:hAnsi="Times New Roman"/>
        </w:rPr>
      </w:pPr>
      <w:r w:rsidRPr="00A63258">
        <w:rPr>
          <w:rFonts w:ascii="Times New Roman" w:hAnsi="Times New Roman"/>
        </w:rPr>
        <w:t xml:space="preserve">администрации  Дальнереченского городского округа </w:t>
      </w:r>
    </w:p>
    <w:p w:rsidR="00367690" w:rsidRPr="00A63258" w:rsidRDefault="00367690" w:rsidP="00B24788">
      <w:pPr>
        <w:spacing w:after="0" w:line="240" w:lineRule="auto"/>
        <w:ind w:left="10010"/>
        <w:rPr>
          <w:rFonts w:ascii="Times New Roman" w:hAnsi="Times New Roman"/>
        </w:rPr>
      </w:pPr>
      <w:r w:rsidRPr="00A63258">
        <w:rPr>
          <w:rFonts w:ascii="Times New Roman" w:hAnsi="Times New Roman"/>
          <w:bCs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A63258">
          <w:rPr>
            <w:rFonts w:ascii="Times New Roman" w:hAnsi="Times New Roman"/>
            <w:bCs/>
          </w:rPr>
          <w:t>2013 г</w:t>
        </w:r>
      </w:smartTag>
      <w:r w:rsidRPr="00A63258">
        <w:rPr>
          <w:rFonts w:ascii="Times New Roman" w:hAnsi="Times New Roman"/>
          <w:bCs/>
        </w:rPr>
        <w:t xml:space="preserve"> № 1258</w:t>
      </w:r>
      <w:r w:rsidRPr="00A63258">
        <w:rPr>
          <w:rFonts w:ascii="Times New Roman" w:hAnsi="Times New Roman"/>
        </w:rPr>
        <w:br w:type="textWrapping" w:clear="all"/>
      </w:r>
    </w:p>
    <w:p w:rsidR="00367690" w:rsidRPr="00A63258" w:rsidRDefault="00367690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367690" w:rsidRPr="00A63258" w:rsidRDefault="00367690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367690" w:rsidRPr="00A63258" w:rsidRDefault="00367690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367690" w:rsidRPr="00A63258" w:rsidRDefault="00367690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63258">
        <w:rPr>
          <w:rFonts w:ascii="Times New Roman" w:hAnsi="Times New Roman"/>
          <w:b/>
          <w:sz w:val="24"/>
          <w:szCs w:val="24"/>
        </w:rPr>
        <w:t>ИНФОРМАЦИЯ</w:t>
      </w:r>
    </w:p>
    <w:p w:rsidR="00367690" w:rsidRPr="00A63258" w:rsidRDefault="00367690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3258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367690" w:rsidRPr="00A63258" w:rsidRDefault="00367690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3258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367690" w:rsidRPr="00A63258" w:rsidRDefault="00367690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3258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367690" w:rsidRPr="00A63258" w:rsidRDefault="00367690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A63258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 городского округа» на 2014-2016 годы</w:t>
      </w:r>
    </w:p>
    <w:tbl>
      <w:tblPr>
        <w:tblW w:w="14975" w:type="dxa"/>
        <w:tblInd w:w="93" w:type="dxa"/>
        <w:tblLayout w:type="fixed"/>
        <w:tblLook w:val="00A0"/>
      </w:tblPr>
      <w:tblGrid>
        <w:gridCol w:w="1008"/>
        <w:gridCol w:w="5717"/>
        <w:gridCol w:w="3630"/>
        <w:gridCol w:w="1650"/>
        <w:gridCol w:w="1430"/>
        <w:gridCol w:w="1540"/>
      </w:tblGrid>
      <w:tr w:rsidR="00367690" w:rsidRPr="00A63258" w:rsidTr="00B24218">
        <w:trPr>
          <w:trHeight w:val="48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664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367690" w:rsidRPr="00A63258" w:rsidTr="00B24218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367690" w:rsidRPr="00A63258" w:rsidRDefault="00367690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7826" w:type="dxa"/>
        <w:tblInd w:w="93" w:type="dxa"/>
        <w:tblLayout w:type="fixed"/>
        <w:tblLook w:val="00A0"/>
      </w:tblPr>
      <w:tblGrid>
        <w:gridCol w:w="1004"/>
        <w:gridCol w:w="16"/>
        <w:gridCol w:w="5703"/>
        <w:gridCol w:w="3629"/>
        <w:gridCol w:w="1650"/>
        <w:gridCol w:w="1433"/>
        <w:gridCol w:w="1540"/>
        <w:gridCol w:w="1417"/>
        <w:gridCol w:w="1434"/>
      </w:tblGrid>
      <w:tr w:rsidR="00367690" w:rsidRPr="00A63258" w:rsidTr="0082225C">
        <w:trPr>
          <w:gridAfter w:val="2"/>
          <w:wAfter w:w="2851" w:type="dxa"/>
          <w:trHeight w:val="20"/>
          <w:tblHeader/>
        </w:trPr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A6325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3258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A6325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A63258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A63258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67690" w:rsidRPr="00A63258" w:rsidRDefault="00367690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367690" w:rsidRPr="00A63258" w:rsidRDefault="0036769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315 966,70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327 472,37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331 276,71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170 344,00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170 344,00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170 344,00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145 622,70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157 128,37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160 932,71</w:t>
            </w:r>
          </w:p>
        </w:tc>
      </w:tr>
      <w:tr w:rsidR="00367690" w:rsidRPr="00A63258" w:rsidTr="0082225C">
        <w:trPr>
          <w:gridAfter w:val="2"/>
          <w:wAfter w:w="2851" w:type="dxa"/>
          <w:trHeight w:val="365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104 521,80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109 278,98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109 316,69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41 750,00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41 750,00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41 750,00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62 771,80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67 528,98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67 566,69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258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55970,13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59074,18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60566,69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55970,13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59074,18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60566,69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258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095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258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095D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проектно-сметной документации на реконструкцию (</w:t>
            </w:r>
            <w:r w:rsidRPr="00A63258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258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4060,10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6684,80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4823,00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4060,10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6684,80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4823,00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(Все дошкольные учреждения 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(из расчета 60 тыс.руб на 1 группу))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367690" w:rsidRPr="00A63258" w:rsidRDefault="0036769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367690" w:rsidRPr="00A63258" w:rsidRDefault="0036769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367690" w:rsidRPr="00A63258" w:rsidRDefault="00367690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367690" w:rsidRPr="00A63258" w:rsidRDefault="00367690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129,85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129,85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367690" w:rsidRPr="00A63258" w:rsidRDefault="0036769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367690" w:rsidRPr="00A63258" w:rsidRDefault="0036769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12»;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«Детский сад № 1»;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183,00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183,00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(МБДОУ «ЦРР-Детский сад № 10»;</w:t>
            </w:r>
          </w:p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 МБДОУ «ЦРР-Детский сад № 5»; </w:t>
            </w:r>
          </w:p>
          <w:p w:rsidR="00367690" w:rsidRPr="00A63258" w:rsidRDefault="0036769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367690" w:rsidRPr="00A63258" w:rsidRDefault="0036769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367690" w:rsidRPr="00A63258" w:rsidRDefault="0036769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367690" w:rsidRPr="00A63258" w:rsidRDefault="0036769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775,86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154,80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775,86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154,80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367690" w:rsidRPr="00A63258" w:rsidRDefault="0036769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1.5.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B2421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1770,00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2177,00</w:t>
            </w:r>
          </w:p>
        </w:tc>
      </w:tr>
      <w:tr w:rsidR="00367690" w:rsidRPr="00A63258" w:rsidTr="0082225C">
        <w:trPr>
          <w:gridAfter w:val="2"/>
          <w:wAfter w:w="2851" w:type="dxa"/>
          <w:trHeight w:val="338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B24218">
              <w:rPr>
                <w:rFonts w:ascii="Times New Roman" w:hAnsi="Times New Roman"/>
                <w:b/>
                <w:bCs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B24218">
              <w:rPr>
                <w:rFonts w:ascii="Times New Roman" w:hAnsi="Times New Roman"/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1770,00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2177,00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B2421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B24218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631,00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940,00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631,00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940,00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446,00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446,00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1.7.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276,57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276,57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общего образования»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178 878,84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184 485,81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187 439,27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128 039,00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128 039,00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128 039,00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50 839,84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56 446,81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59 400,27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45092,64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46623,70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48865,27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45092,64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46623,70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48865,27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3257,40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</w:t>
            </w: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367690" w:rsidRPr="00A63258" w:rsidRDefault="00367690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377,40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377,40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367690" w:rsidRPr="00A63258" w:rsidRDefault="00367690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367690" w:rsidRPr="00A63258" w:rsidRDefault="0036769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826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367690" w:rsidRPr="00A63258" w:rsidRDefault="0036769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</w:t>
            </w: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367690" w:rsidRPr="00A63258" w:rsidRDefault="0036769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1065,00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1065,00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367690" w:rsidRPr="00A63258" w:rsidRDefault="00367690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67690" w:rsidRPr="00A63258" w:rsidTr="0082225C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17" w:type="dxa"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34" w:type="dxa"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367690" w:rsidRPr="00A63258" w:rsidRDefault="0036769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1927,00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1928,00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1927,00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1928,00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24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827,00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827,00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6A1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809,80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809,80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2.8.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Осуществление поддержки и социальной защиты одаренных детей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570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89416F">
            <w:pPr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</w:t>
            </w:r>
          </w:p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«Ученик года». </w:t>
            </w:r>
          </w:p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67690" w:rsidRPr="00A63258" w:rsidRDefault="0036769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67690" w:rsidRPr="00A63258" w:rsidRDefault="0036769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7690" w:rsidRPr="00A63258" w:rsidRDefault="0036769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690" w:rsidRPr="00A63258" w:rsidRDefault="00367690" w:rsidP="000B2A80">
            <w:pPr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2.8.4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06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2.9.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06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2.10.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804,00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854,00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620,00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804,00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854,00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C4465D">
            <w:pPr>
              <w:pStyle w:val="NormalWeb"/>
              <w:ind w:left="-15" w:right="-84"/>
            </w:pPr>
            <w:r w:rsidRPr="00A63258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0655D">
            <w:pPr>
              <w:pStyle w:val="NormalWeb"/>
              <w:spacing w:before="0" w:beforeAutospacing="0" w:after="0" w:afterAutospacing="0"/>
            </w:pPr>
            <w:r w:rsidRPr="00A63258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2.10.3</w:t>
            </w:r>
          </w:p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pStyle w:val="NormalWeb"/>
              <w:ind w:left="-15" w:right="-84"/>
            </w:pPr>
            <w:r w:rsidRPr="00A63258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pStyle w:val="NormalWeb"/>
              <w:ind w:left="-15" w:right="-84"/>
            </w:pPr>
            <w:r w:rsidRPr="00A63258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pStyle w:val="NormalWeb"/>
              <w:ind w:left="-15" w:right="-84"/>
            </w:pPr>
            <w:r w:rsidRPr="00A63258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DC39D7">
            <w:pPr>
              <w:pStyle w:val="NormalWeb"/>
              <w:ind w:right="-84"/>
            </w:pPr>
            <w:r w:rsidRPr="00A63258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03B8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2.10.7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600,00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650,00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600,00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650,00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33294E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A63258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подростков).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FA37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и фестивалей,   направленных на формирование у молодежи здорового образа жизни.      Участие в краевых, региональных, всероссийских, международных конкурсах и  фестивалях.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33294E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A63258">
              <w:t>Содействие в организации временного трудоустройства молодежи в летний период. Организация деятельности  Молодежной биржи труда по мониторингу рабочих мест на предприятиях и в организациях  города. Привлечение молодежи к участию в общественных работах. Проведение профориентационных мероприятий для молодежи.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D24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Оказание содействия в организации  деятельности  молодежных и детских общественных объединений, реализации молодежных инициатив, проектов, организации участия молодежных общественных объединений   в фестивалях и конкурсах краевого, межрегионального и федерального уровней. Проведение конкурса на соискание грантов главы администрации Дальнереченского  городского округа для поддержки социально значимых молодежных проектов.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3294E">
            <w:pPr>
              <w:pStyle w:val="NormalWeb"/>
              <w:ind w:left="-15" w:right="-84"/>
            </w:pPr>
            <w:r w:rsidRPr="00A63258">
              <w:t>Поддержка талантливой, творческой и активной молодежи округа,   проявившей себя в мероприятиях     в рамках реализации национального проекта «Образование».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Создание системы информационного обеспечения молодежи (выпуск тематических материалов и страниц в печатных СМИ и на Интернет-сайте администрации Дальнереченского городского округа. Организация  конкурса молодежных средств массовой информации. Организация работы       «Телефона доверия» для подростков и их родителей) 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DC39D7">
            <w:pPr>
              <w:pStyle w:val="NormalWeb"/>
              <w:spacing w:before="0" w:beforeAutospacing="0" w:after="0" w:afterAutospacing="0"/>
            </w:pPr>
            <w:r w:rsidRPr="00A63258">
              <w:t>Сотрудничество со СМИ в рамках пропаганды здорового образа жизни и борьбы с наркоманией и другими социально опасными заболеваниями. Проведение конкурса среди журналистов на лучшее освещение проблемы наркомании, алкоголизма, табакокурения, негативных явлений в молодежной среде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2.10.8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36,00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36,00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pStyle w:val="NormalWeb"/>
              <w:ind w:right="-84"/>
            </w:pPr>
            <w:r w:rsidRPr="00A63258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pStyle w:val="NormalWeb"/>
              <w:ind w:right="-84"/>
            </w:pPr>
            <w:r w:rsidRPr="00A63258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pStyle w:val="NormalWeb"/>
              <w:ind w:right="-84"/>
            </w:pPr>
            <w:r w:rsidRPr="00A63258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2.10.9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34,00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34,00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pStyle w:val="NormalWeb"/>
              <w:ind w:right="-84"/>
            </w:pPr>
            <w:r w:rsidRPr="00A63258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pStyle w:val="NormalWeb"/>
              <w:ind w:left="33" w:right="-84"/>
            </w:pPr>
            <w:r w:rsidRPr="00A63258">
              <w:t>Проведение тематических бесед в коллек</w:t>
            </w:r>
            <w:r w:rsidRPr="00A63258">
              <w:softHyphen/>
              <w:t>тивах учащихся государственных образова</w:t>
            </w:r>
            <w:r w:rsidRPr="00A63258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pStyle w:val="NormalWeb"/>
              <w:ind w:right="-84"/>
            </w:pPr>
            <w:r w:rsidRPr="00A63258"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723CDD">
            <w:pPr>
              <w:pStyle w:val="NormalWeb"/>
              <w:ind w:right="-84"/>
            </w:pPr>
            <w:r w:rsidRPr="00A63258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723CDD">
            <w:pPr>
              <w:pStyle w:val="NormalWeb"/>
              <w:ind w:right="-84"/>
            </w:pPr>
            <w:r w:rsidRPr="00A63258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890DE5">
            <w:pPr>
              <w:pStyle w:val="NormalWeb"/>
              <w:ind w:right="-84"/>
            </w:pPr>
            <w:r w:rsidRPr="00A63258">
              <w:t>Осуществление еженедельных обходов территории на предмет выявления и ликвида</w:t>
            </w:r>
            <w:r w:rsidRPr="00A63258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pStyle w:val="NormalWeb"/>
              <w:ind w:right="-84"/>
            </w:pPr>
            <w:r w:rsidRPr="00A63258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pStyle w:val="NormalWeb"/>
              <w:ind w:left="-23" w:right="-84"/>
            </w:pPr>
            <w:r w:rsidRPr="00A63258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pStyle w:val="NormalWeb"/>
              <w:ind w:left="-76" w:right="-84"/>
            </w:pPr>
            <w:r w:rsidRPr="00A63258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2.11.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</w:t>
            </w: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16541,32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17242,94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18025,91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15986,32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16687,94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17470,91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14323,72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14948,74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15633,71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14323,72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14948,74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15633,71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14323,72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14948,74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15633,71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14323,72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14948,74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15633,71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1467,60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1494,20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1542,20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912,60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939,20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987,20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939,20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987,20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939,20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987,20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559,20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559,20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367690" w:rsidRPr="00A63258" w:rsidRDefault="00367690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>3.3.2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63258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52774">
            <w:pPr>
              <w:spacing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750,00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750,00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800,00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Поддержка волонтёрства и добровольчества (реализация волонтерских проектов, организация городских акций, конкурсов среди волонтерских объединений, слёты, конференции, круглые столы,  изготовление атрибутики  для волонтеров, обслуживающих городские мероприятия  (футболки, бейсболки, значки)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Мероприятия по интеграции в жизнь общества молодежи, оказавшейся в трудной жизненной ситуации (городские акции, молодежные мероприятия и проекты  с участием «особой» категории подростков)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332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FE5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призывника, проводы в Армию, спортивные состязания, акции).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(городские мероприятия для молодежи (форумы, презентации, игры, конкурсы, тематические площадки, фотовыставки,    выставки прикладного творчества)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90" w:rsidRPr="00A63258" w:rsidRDefault="00367690" w:rsidP="000906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Участие молодежи в краевых,  всероссийских и международных конкурсах, фестивалях, форумах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16024,74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16464,64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16494,84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 xml:space="preserve">16024,74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16464,64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/>
                <w:sz w:val="24"/>
                <w:szCs w:val="24"/>
              </w:rPr>
              <w:t>16494,84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58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16024,74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16464,64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67690" w:rsidRPr="00A63258" w:rsidTr="0082225C">
        <w:trPr>
          <w:gridAfter w:val="2"/>
          <w:wAfter w:w="2851" w:type="dxa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690" w:rsidRPr="00A63258" w:rsidRDefault="0036769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 xml:space="preserve">16024,74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16464,64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67690" w:rsidRPr="00A63258" w:rsidRDefault="0036769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3258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</w:tbl>
    <w:p w:rsidR="00367690" w:rsidRPr="00A63258" w:rsidRDefault="00367690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690" w:rsidRPr="00A63258" w:rsidRDefault="00367690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3258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367690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690" w:rsidRDefault="00367690" w:rsidP="001C325E">
      <w:pPr>
        <w:spacing w:after="0" w:line="240" w:lineRule="auto"/>
      </w:pPr>
      <w:r>
        <w:separator/>
      </w:r>
    </w:p>
  </w:endnote>
  <w:endnote w:type="continuationSeparator" w:id="0">
    <w:p w:rsidR="00367690" w:rsidRDefault="00367690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690" w:rsidRDefault="00367690" w:rsidP="001C325E">
      <w:pPr>
        <w:spacing w:after="0" w:line="240" w:lineRule="auto"/>
      </w:pPr>
      <w:r>
        <w:separator/>
      </w:r>
    </w:p>
  </w:footnote>
  <w:footnote w:type="continuationSeparator" w:id="0">
    <w:p w:rsidR="00367690" w:rsidRDefault="00367690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90" w:rsidRPr="0012098F" w:rsidRDefault="00367690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13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2CFF"/>
    <w:rsid w:val="000058CD"/>
    <w:rsid w:val="00010767"/>
    <w:rsid w:val="00010B24"/>
    <w:rsid w:val="00011434"/>
    <w:rsid w:val="00016CD4"/>
    <w:rsid w:val="00021CBC"/>
    <w:rsid w:val="00022C2E"/>
    <w:rsid w:val="00022E91"/>
    <w:rsid w:val="00026B3C"/>
    <w:rsid w:val="00027313"/>
    <w:rsid w:val="000315DE"/>
    <w:rsid w:val="0003210E"/>
    <w:rsid w:val="0004038E"/>
    <w:rsid w:val="000437B9"/>
    <w:rsid w:val="000440E0"/>
    <w:rsid w:val="0005355D"/>
    <w:rsid w:val="00055C76"/>
    <w:rsid w:val="00061E35"/>
    <w:rsid w:val="00062F66"/>
    <w:rsid w:val="0006605A"/>
    <w:rsid w:val="00071060"/>
    <w:rsid w:val="00073A6B"/>
    <w:rsid w:val="000744C7"/>
    <w:rsid w:val="00074EAD"/>
    <w:rsid w:val="0007625F"/>
    <w:rsid w:val="000823A3"/>
    <w:rsid w:val="00090677"/>
    <w:rsid w:val="00093E1E"/>
    <w:rsid w:val="00095DAC"/>
    <w:rsid w:val="000A52E7"/>
    <w:rsid w:val="000A5BA2"/>
    <w:rsid w:val="000A79B8"/>
    <w:rsid w:val="000A7C59"/>
    <w:rsid w:val="000B277B"/>
    <w:rsid w:val="000B2A80"/>
    <w:rsid w:val="000C012E"/>
    <w:rsid w:val="000D0CE7"/>
    <w:rsid w:val="000D0F62"/>
    <w:rsid w:val="000D5DB5"/>
    <w:rsid w:val="000E2BFA"/>
    <w:rsid w:val="000E5153"/>
    <w:rsid w:val="000E5AB5"/>
    <w:rsid w:val="000E6326"/>
    <w:rsid w:val="000E78D0"/>
    <w:rsid w:val="000F002A"/>
    <w:rsid w:val="000F003E"/>
    <w:rsid w:val="000F018D"/>
    <w:rsid w:val="000F1496"/>
    <w:rsid w:val="00101816"/>
    <w:rsid w:val="00106FA3"/>
    <w:rsid w:val="00110630"/>
    <w:rsid w:val="00113848"/>
    <w:rsid w:val="0011499D"/>
    <w:rsid w:val="0012098F"/>
    <w:rsid w:val="00123994"/>
    <w:rsid w:val="00134AFC"/>
    <w:rsid w:val="00137028"/>
    <w:rsid w:val="00142B94"/>
    <w:rsid w:val="001452D8"/>
    <w:rsid w:val="00152F5B"/>
    <w:rsid w:val="00153FD5"/>
    <w:rsid w:val="00155524"/>
    <w:rsid w:val="00164889"/>
    <w:rsid w:val="00166AC7"/>
    <w:rsid w:val="001674CC"/>
    <w:rsid w:val="00167640"/>
    <w:rsid w:val="00172A7A"/>
    <w:rsid w:val="001733FB"/>
    <w:rsid w:val="00177F95"/>
    <w:rsid w:val="001819FE"/>
    <w:rsid w:val="00185DE2"/>
    <w:rsid w:val="00187449"/>
    <w:rsid w:val="00187A88"/>
    <w:rsid w:val="001951A9"/>
    <w:rsid w:val="001969B3"/>
    <w:rsid w:val="001A16B2"/>
    <w:rsid w:val="001A2A93"/>
    <w:rsid w:val="001B571F"/>
    <w:rsid w:val="001C13C0"/>
    <w:rsid w:val="001C1FC6"/>
    <w:rsid w:val="001C2590"/>
    <w:rsid w:val="001C325E"/>
    <w:rsid w:val="001C6367"/>
    <w:rsid w:val="001D5F63"/>
    <w:rsid w:val="001D6EEB"/>
    <w:rsid w:val="001E1152"/>
    <w:rsid w:val="001E5FD4"/>
    <w:rsid w:val="001F1364"/>
    <w:rsid w:val="00200BC4"/>
    <w:rsid w:val="00201F1F"/>
    <w:rsid w:val="00202E89"/>
    <w:rsid w:val="00205744"/>
    <w:rsid w:val="00216DD9"/>
    <w:rsid w:val="002239B5"/>
    <w:rsid w:val="00227201"/>
    <w:rsid w:val="002273E0"/>
    <w:rsid w:val="00236877"/>
    <w:rsid w:val="00236D58"/>
    <w:rsid w:val="0024162F"/>
    <w:rsid w:val="002602FA"/>
    <w:rsid w:val="002721DD"/>
    <w:rsid w:val="0027396C"/>
    <w:rsid w:val="00275F36"/>
    <w:rsid w:val="00277E91"/>
    <w:rsid w:val="0028427A"/>
    <w:rsid w:val="002845F9"/>
    <w:rsid w:val="00284D8C"/>
    <w:rsid w:val="0029105C"/>
    <w:rsid w:val="00296759"/>
    <w:rsid w:val="00297948"/>
    <w:rsid w:val="002A70B1"/>
    <w:rsid w:val="002B0879"/>
    <w:rsid w:val="002B0A25"/>
    <w:rsid w:val="002B5F62"/>
    <w:rsid w:val="002C1445"/>
    <w:rsid w:val="002C6A6E"/>
    <w:rsid w:val="002C6E3C"/>
    <w:rsid w:val="002C7E3F"/>
    <w:rsid w:val="002D70FB"/>
    <w:rsid w:val="002E1223"/>
    <w:rsid w:val="002E3868"/>
    <w:rsid w:val="002E437D"/>
    <w:rsid w:val="002F06FA"/>
    <w:rsid w:val="002F5652"/>
    <w:rsid w:val="002F5D9C"/>
    <w:rsid w:val="0030124E"/>
    <w:rsid w:val="00302B36"/>
    <w:rsid w:val="0030645F"/>
    <w:rsid w:val="00307880"/>
    <w:rsid w:val="00307CE0"/>
    <w:rsid w:val="003118F0"/>
    <w:rsid w:val="00314032"/>
    <w:rsid w:val="003141E2"/>
    <w:rsid w:val="0031734E"/>
    <w:rsid w:val="003202A9"/>
    <w:rsid w:val="003268B2"/>
    <w:rsid w:val="0033294E"/>
    <w:rsid w:val="003338F1"/>
    <w:rsid w:val="00342647"/>
    <w:rsid w:val="003430A1"/>
    <w:rsid w:val="003515B7"/>
    <w:rsid w:val="00351934"/>
    <w:rsid w:val="00351E3B"/>
    <w:rsid w:val="00354A93"/>
    <w:rsid w:val="00357B0D"/>
    <w:rsid w:val="003626F3"/>
    <w:rsid w:val="00365A53"/>
    <w:rsid w:val="00367690"/>
    <w:rsid w:val="00371574"/>
    <w:rsid w:val="00373DDD"/>
    <w:rsid w:val="00376602"/>
    <w:rsid w:val="003846DE"/>
    <w:rsid w:val="00386101"/>
    <w:rsid w:val="0039278E"/>
    <w:rsid w:val="003A0D30"/>
    <w:rsid w:val="003A3AFD"/>
    <w:rsid w:val="003A7B4D"/>
    <w:rsid w:val="003B0648"/>
    <w:rsid w:val="003B2E46"/>
    <w:rsid w:val="003B5DDA"/>
    <w:rsid w:val="003B734B"/>
    <w:rsid w:val="003C4D49"/>
    <w:rsid w:val="003C5C7C"/>
    <w:rsid w:val="003C6627"/>
    <w:rsid w:val="003C6C67"/>
    <w:rsid w:val="003C7C27"/>
    <w:rsid w:val="003D2AA5"/>
    <w:rsid w:val="003D3DE3"/>
    <w:rsid w:val="003D4C71"/>
    <w:rsid w:val="003D653B"/>
    <w:rsid w:val="003D7AC9"/>
    <w:rsid w:val="003D7FC0"/>
    <w:rsid w:val="003E192F"/>
    <w:rsid w:val="003E386C"/>
    <w:rsid w:val="003E3FDB"/>
    <w:rsid w:val="003E5CBB"/>
    <w:rsid w:val="003F0D11"/>
    <w:rsid w:val="003F2A6A"/>
    <w:rsid w:val="003F4AF2"/>
    <w:rsid w:val="003F6029"/>
    <w:rsid w:val="00407C69"/>
    <w:rsid w:val="00410DDF"/>
    <w:rsid w:val="004161A4"/>
    <w:rsid w:val="00416DA9"/>
    <w:rsid w:val="00421F4C"/>
    <w:rsid w:val="004243C6"/>
    <w:rsid w:val="00431339"/>
    <w:rsid w:val="00443908"/>
    <w:rsid w:val="004464E0"/>
    <w:rsid w:val="00450EB7"/>
    <w:rsid w:val="00454835"/>
    <w:rsid w:val="004614A2"/>
    <w:rsid w:val="004614B4"/>
    <w:rsid w:val="00463659"/>
    <w:rsid w:val="00464AAC"/>
    <w:rsid w:val="00465DF5"/>
    <w:rsid w:val="00465F18"/>
    <w:rsid w:val="00467886"/>
    <w:rsid w:val="004709DA"/>
    <w:rsid w:val="00474D8B"/>
    <w:rsid w:val="004776A6"/>
    <w:rsid w:val="00477BE9"/>
    <w:rsid w:val="00485AAB"/>
    <w:rsid w:val="00485D8F"/>
    <w:rsid w:val="0048688B"/>
    <w:rsid w:val="0049034E"/>
    <w:rsid w:val="00494BB4"/>
    <w:rsid w:val="004A029F"/>
    <w:rsid w:val="004A19CD"/>
    <w:rsid w:val="004A1ED4"/>
    <w:rsid w:val="004A4F05"/>
    <w:rsid w:val="004A6E68"/>
    <w:rsid w:val="004A7FE2"/>
    <w:rsid w:val="004B7D41"/>
    <w:rsid w:val="004C6CC0"/>
    <w:rsid w:val="004C7459"/>
    <w:rsid w:val="004C7766"/>
    <w:rsid w:val="004D3075"/>
    <w:rsid w:val="004D3B7F"/>
    <w:rsid w:val="004D4C2F"/>
    <w:rsid w:val="004D4EE3"/>
    <w:rsid w:val="004D6E43"/>
    <w:rsid w:val="004E73BC"/>
    <w:rsid w:val="004F4F30"/>
    <w:rsid w:val="00503B89"/>
    <w:rsid w:val="0050518F"/>
    <w:rsid w:val="00505273"/>
    <w:rsid w:val="00512E98"/>
    <w:rsid w:val="0052674C"/>
    <w:rsid w:val="00526F5B"/>
    <w:rsid w:val="00527F8D"/>
    <w:rsid w:val="00532B20"/>
    <w:rsid w:val="00534A8E"/>
    <w:rsid w:val="00542321"/>
    <w:rsid w:val="00542422"/>
    <w:rsid w:val="005430D1"/>
    <w:rsid w:val="0054314E"/>
    <w:rsid w:val="0054503B"/>
    <w:rsid w:val="00546418"/>
    <w:rsid w:val="00552774"/>
    <w:rsid w:val="00567D98"/>
    <w:rsid w:val="00574230"/>
    <w:rsid w:val="00580D06"/>
    <w:rsid w:val="0058229F"/>
    <w:rsid w:val="00582B5F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B138E"/>
    <w:rsid w:val="005B2445"/>
    <w:rsid w:val="005B283B"/>
    <w:rsid w:val="005B295D"/>
    <w:rsid w:val="005B4B58"/>
    <w:rsid w:val="005B4CA8"/>
    <w:rsid w:val="005B5188"/>
    <w:rsid w:val="005C2FCE"/>
    <w:rsid w:val="005C40E9"/>
    <w:rsid w:val="005C51FE"/>
    <w:rsid w:val="005C5FCC"/>
    <w:rsid w:val="005C6E09"/>
    <w:rsid w:val="005E6A7C"/>
    <w:rsid w:val="005E78B6"/>
    <w:rsid w:val="005F185E"/>
    <w:rsid w:val="0060347C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505C8"/>
    <w:rsid w:val="006600FF"/>
    <w:rsid w:val="006618D4"/>
    <w:rsid w:val="00664046"/>
    <w:rsid w:val="00665BC5"/>
    <w:rsid w:val="006738C8"/>
    <w:rsid w:val="00673BA8"/>
    <w:rsid w:val="00674FC9"/>
    <w:rsid w:val="0067714E"/>
    <w:rsid w:val="006810BF"/>
    <w:rsid w:val="00695681"/>
    <w:rsid w:val="00697583"/>
    <w:rsid w:val="006A0721"/>
    <w:rsid w:val="006A0C4F"/>
    <w:rsid w:val="006A1BF2"/>
    <w:rsid w:val="006A30B0"/>
    <w:rsid w:val="006A5057"/>
    <w:rsid w:val="006B511B"/>
    <w:rsid w:val="006C296F"/>
    <w:rsid w:val="006C3E89"/>
    <w:rsid w:val="006C6CD9"/>
    <w:rsid w:val="006D1EC5"/>
    <w:rsid w:val="006D5C8F"/>
    <w:rsid w:val="006D6E4C"/>
    <w:rsid w:val="006E1342"/>
    <w:rsid w:val="006E73BA"/>
    <w:rsid w:val="007028FF"/>
    <w:rsid w:val="00704D20"/>
    <w:rsid w:val="00711E9C"/>
    <w:rsid w:val="0072104C"/>
    <w:rsid w:val="00723609"/>
    <w:rsid w:val="00723CDD"/>
    <w:rsid w:val="007339BC"/>
    <w:rsid w:val="00743AA9"/>
    <w:rsid w:val="007454DF"/>
    <w:rsid w:val="00751F87"/>
    <w:rsid w:val="00755E56"/>
    <w:rsid w:val="007619E1"/>
    <w:rsid w:val="00764BCD"/>
    <w:rsid w:val="007745CB"/>
    <w:rsid w:val="007816AF"/>
    <w:rsid w:val="007852D9"/>
    <w:rsid w:val="00787CA2"/>
    <w:rsid w:val="00791256"/>
    <w:rsid w:val="00794AB7"/>
    <w:rsid w:val="00794EB6"/>
    <w:rsid w:val="00795D06"/>
    <w:rsid w:val="007A19B5"/>
    <w:rsid w:val="007A5D0A"/>
    <w:rsid w:val="007B02BC"/>
    <w:rsid w:val="007B4213"/>
    <w:rsid w:val="007C26B2"/>
    <w:rsid w:val="007C2709"/>
    <w:rsid w:val="007C4FFB"/>
    <w:rsid w:val="007C61C4"/>
    <w:rsid w:val="007D364C"/>
    <w:rsid w:val="007E16BF"/>
    <w:rsid w:val="007E4687"/>
    <w:rsid w:val="007E4CBE"/>
    <w:rsid w:val="007E69E1"/>
    <w:rsid w:val="007F2173"/>
    <w:rsid w:val="007F45E0"/>
    <w:rsid w:val="007F7298"/>
    <w:rsid w:val="00802259"/>
    <w:rsid w:val="00804F20"/>
    <w:rsid w:val="0080655D"/>
    <w:rsid w:val="00810AB7"/>
    <w:rsid w:val="00811079"/>
    <w:rsid w:val="00811498"/>
    <w:rsid w:val="0081243D"/>
    <w:rsid w:val="008143C6"/>
    <w:rsid w:val="0082225C"/>
    <w:rsid w:val="008249F8"/>
    <w:rsid w:val="00831977"/>
    <w:rsid w:val="008366BA"/>
    <w:rsid w:val="00837C70"/>
    <w:rsid w:val="0084261C"/>
    <w:rsid w:val="008433B7"/>
    <w:rsid w:val="00846D0F"/>
    <w:rsid w:val="00854D76"/>
    <w:rsid w:val="0086174E"/>
    <w:rsid w:val="00875C5A"/>
    <w:rsid w:val="008832D6"/>
    <w:rsid w:val="00885A95"/>
    <w:rsid w:val="008879AB"/>
    <w:rsid w:val="00890056"/>
    <w:rsid w:val="0089032C"/>
    <w:rsid w:val="00890DE5"/>
    <w:rsid w:val="0089104E"/>
    <w:rsid w:val="0089416F"/>
    <w:rsid w:val="00896953"/>
    <w:rsid w:val="00896B12"/>
    <w:rsid w:val="008B720B"/>
    <w:rsid w:val="008C09CC"/>
    <w:rsid w:val="008C5233"/>
    <w:rsid w:val="008D22A0"/>
    <w:rsid w:val="008D61A6"/>
    <w:rsid w:val="008D6265"/>
    <w:rsid w:val="008D6459"/>
    <w:rsid w:val="008D6E97"/>
    <w:rsid w:val="008D7D2A"/>
    <w:rsid w:val="008E068B"/>
    <w:rsid w:val="008E0F57"/>
    <w:rsid w:val="008E39FC"/>
    <w:rsid w:val="008E40FE"/>
    <w:rsid w:val="008E7559"/>
    <w:rsid w:val="008F3337"/>
    <w:rsid w:val="00901B2E"/>
    <w:rsid w:val="00903A1F"/>
    <w:rsid w:val="00904AFF"/>
    <w:rsid w:val="0090564E"/>
    <w:rsid w:val="00905689"/>
    <w:rsid w:val="009134A0"/>
    <w:rsid w:val="00922991"/>
    <w:rsid w:val="00923F40"/>
    <w:rsid w:val="009306E7"/>
    <w:rsid w:val="009335D4"/>
    <w:rsid w:val="009343D4"/>
    <w:rsid w:val="00946359"/>
    <w:rsid w:val="009524A5"/>
    <w:rsid w:val="00956210"/>
    <w:rsid w:val="0095652F"/>
    <w:rsid w:val="00966672"/>
    <w:rsid w:val="009708F4"/>
    <w:rsid w:val="009748C8"/>
    <w:rsid w:val="009750A9"/>
    <w:rsid w:val="00977951"/>
    <w:rsid w:val="00981C7F"/>
    <w:rsid w:val="00982034"/>
    <w:rsid w:val="00982E8E"/>
    <w:rsid w:val="00986208"/>
    <w:rsid w:val="009906D0"/>
    <w:rsid w:val="00991E03"/>
    <w:rsid w:val="00994F21"/>
    <w:rsid w:val="00997658"/>
    <w:rsid w:val="009A0FBB"/>
    <w:rsid w:val="009A1423"/>
    <w:rsid w:val="009A414F"/>
    <w:rsid w:val="009A6D69"/>
    <w:rsid w:val="009A6EC7"/>
    <w:rsid w:val="009B3DA9"/>
    <w:rsid w:val="009B7A11"/>
    <w:rsid w:val="009C0D6D"/>
    <w:rsid w:val="009D3983"/>
    <w:rsid w:val="009D730F"/>
    <w:rsid w:val="009E616F"/>
    <w:rsid w:val="009E66F7"/>
    <w:rsid w:val="009E6B1A"/>
    <w:rsid w:val="009F4806"/>
    <w:rsid w:val="009F6B83"/>
    <w:rsid w:val="009F6BA8"/>
    <w:rsid w:val="00A01302"/>
    <w:rsid w:val="00A01427"/>
    <w:rsid w:val="00A02291"/>
    <w:rsid w:val="00A022AB"/>
    <w:rsid w:val="00A024BD"/>
    <w:rsid w:val="00A1164B"/>
    <w:rsid w:val="00A169D9"/>
    <w:rsid w:val="00A20310"/>
    <w:rsid w:val="00A22304"/>
    <w:rsid w:val="00A24237"/>
    <w:rsid w:val="00A270DD"/>
    <w:rsid w:val="00A27E70"/>
    <w:rsid w:val="00A33515"/>
    <w:rsid w:val="00A4377D"/>
    <w:rsid w:val="00A479C6"/>
    <w:rsid w:val="00A53374"/>
    <w:rsid w:val="00A54225"/>
    <w:rsid w:val="00A54684"/>
    <w:rsid w:val="00A55592"/>
    <w:rsid w:val="00A63258"/>
    <w:rsid w:val="00A653DC"/>
    <w:rsid w:val="00A67CBD"/>
    <w:rsid w:val="00A722BB"/>
    <w:rsid w:val="00A76AB8"/>
    <w:rsid w:val="00A8212E"/>
    <w:rsid w:val="00A877AC"/>
    <w:rsid w:val="00A87DD3"/>
    <w:rsid w:val="00A87E8B"/>
    <w:rsid w:val="00A90BB9"/>
    <w:rsid w:val="00A9321B"/>
    <w:rsid w:val="00A95B9A"/>
    <w:rsid w:val="00AA153F"/>
    <w:rsid w:val="00AA338A"/>
    <w:rsid w:val="00AA3BC7"/>
    <w:rsid w:val="00AC1759"/>
    <w:rsid w:val="00AC1ADA"/>
    <w:rsid w:val="00AC67AE"/>
    <w:rsid w:val="00AD0CF9"/>
    <w:rsid w:val="00AD215B"/>
    <w:rsid w:val="00AD6D75"/>
    <w:rsid w:val="00AE3111"/>
    <w:rsid w:val="00AF5C3C"/>
    <w:rsid w:val="00AF6210"/>
    <w:rsid w:val="00B006FD"/>
    <w:rsid w:val="00B01350"/>
    <w:rsid w:val="00B01354"/>
    <w:rsid w:val="00B118D8"/>
    <w:rsid w:val="00B1257F"/>
    <w:rsid w:val="00B24218"/>
    <w:rsid w:val="00B24788"/>
    <w:rsid w:val="00B37F18"/>
    <w:rsid w:val="00B40AD4"/>
    <w:rsid w:val="00B5040F"/>
    <w:rsid w:val="00B53744"/>
    <w:rsid w:val="00B556BA"/>
    <w:rsid w:val="00B5682A"/>
    <w:rsid w:val="00B63852"/>
    <w:rsid w:val="00B6402A"/>
    <w:rsid w:val="00B6573C"/>
    <w:rsid w:val="00B77D19"/>
    <w:rsid w:val="00B83B76"/>
    <w:rsid w:val="00B86EFD"/>
    <w:rsid w:val="00B87888"/>
    <w:rsid w:val="00B91C42"/>
    <w:rsid w:val="00B92409"/>
    <w:rsid w:val="00BA6B17"/>
    <w:rsid w:val="00BB39F6"/>
    <w:rsid w:val="00BB55D9"/>
    <w:rsid w:val="00BC4F1D"/>
    <w:rsid w:val="00BD26C4"/>
    <w:rsid w:val="00BD788C"/>
    <w:rsid w:val="00BE2DFD"/>
    <w:rsid w:val="00BF385E"/>
    <w:rsid w:val="00BF3874"/>
    <w:rsid w:val="00C00D69"/>
    <w:rsid w:val="00C033AD"/>
    <w:rsid w:val="00C03E62"/>
    <w:rsid w:val="00C05308"/>
    <w:rsid w:val="00C20297"/>
    <w:rsid w:val="00C214BA"/>
    <w:rsid w:val="00C25A50"/>
    <w:rsid w:val="00C26594"/>
    <w:rsid w:val="00C325B3"/>
    <w:rsid w:val="00C3453D"/>
    <w:rsid w:val="00C40E54"/>
    <w:rsid w:val="00C4465D"/>
    <w:rsid w:val="00C5270B"/>
    <w:rsid w:val="00C65ECE"/>
    <w:rsid w:val="00C72D9C"/>
    <w:rsid w:val="00C82898"/>
    <w:rsid w:val="00C85681"/>
    <w:rsid w:val="00C867BB"/>
    <w:rsid w:val="00C87E74"/>
    <w:rsid w:val="00C91FCD"/>
    <w:rsid w:val="00C9350B"/>
    <w:rsid w:val="00C95243"/>
    <w:rsid w:val="00C95E66"/>
    <w:rsid w:val="00C964FB"/>
    <w:rsid w:val="00CB1D7E"/>
    <w:rsid w:val="00CC2EA8"/>
    <w:rsid w:val="00CC59D6"/>
    <w:rsid w:val="00CC61EE"/>
    <w:rsid w:val="00CC756C"/>
    <w:rsid w:val="00CD58ED"/>
    <w:rsid w:val="00CE0B9C"/>
    <w:rsid w:val="00CE29A4"/>
    <w:rsid w:val="00CE3182"/>
    <w:rsid w:val="00CE3F5A"/>
    <w:rsid w:val="00CE4481"/>
    <w:rsid w:val="00CF3CBC"/>
    <w:rsid w:val="00CF4B5B"/>
    <w:rsid w:val="00CF57DF"/>
    <w:rsid w:val="00D03736"/>
    <w:rsid w:val="00D03EDB"/>
    <w:rsid w:val="00D0470C"/>
    <w:rsid w:val="00D06638"/>
    <w:rsid w:val="00D06794"/>
    <w:rsid w:val="00D10B0D"/>
    <w:rsid w:val="00D11E32"/>
    <w:rsid w:val="00D12B58"/>
    <w:rsid w:val="00D138A8"/>
    <w:rsid w:val="00D24A43"/>
    <w:rsid w:val="00D26279"/>
    <w:rsid w:val="00D26CAE"/>
    <w:rsid w:val="00D307BB"/>
    <w:rsid w:val="00D31B67"/>
    <w:rsid w:val="00D3237D"/>
    <w:rsid w:val="00D37C53"/>
    <w:rsid w:val="00D37E44"/>
    <w:rsid w:val="00D37F4D"/>
    <w:rsid w:val="00D5073F"/>
    <w:rsid w:val="00D6094D"/>
    <w:rsid w:val="00D629FA"/>
    <w:rsid w:val="00D63C94"/>
    <w:rsid w:val="00D7302C"/>
    <w:rsid w:val="00D7509C"/>
    <w:rsid w:val="00D80390"/>
    <w:rsid w:val="00D80A10"/>
    <w:rsid w:val="00D92396"/>
    <w:rsid w:val="00D92D71"/>
    <w:rsid w:val="00D93C5E"/>
    <w:rsid w:val="00D9579B"/>
    <w:rsid w:val="00DB2479"/>
    <w:rsid w:val="00DB5DA1"/>
    <w:rsid w:val="00DC2577"/>
    <w:rsid w:val="00DC38B5"/>
    <w:rsid w:val="00DC39D7"/>
    <w:rsid w:val="00DC59FF"/>
    <w:rsid w:val="00DD0B99"/>
    <w:rsid w:val="00DD26EC"/>
    <w:rsid w:val="00DD4B20"/>
    <w:rsid w:val="00DE1E36"/>
    <w:rsid w:val="00DE7E0A"/>
    <w:rsid w:val="00DF3709"/>
    <w:rsid w:val="00E0222E"/>
    <w:rsid w:val="00E03146"/>
    <w:rsid w:val="00E054FB"/>
    <w:rsid w:val="00E076A0"/>
    <w:rsid w:val="00E10A57"/>
    <w:rsid w:val="00E1255F"/>
    <w:rsid w:val="00E165C4"/>
    <w:rsid w:val="00E16FB0"/>
    <w:rsid w:val="00E23B14"/>
    <w:rsid w:val="00E26144"/>
    <w:rsid w:val="00E2727C"/>
    <w:rsid w:val="00E307C0"/>
    <w:rsid w:val="00E3255A"/>
    <w:rsid w:val="00E363AE"/>
    <w:rsid w:val="00E36667"/>
    <w:rsid w:val="00E4029C"/>
    <w:rsid w:val="00E40BD0"/>
    <w:rsid w:val="00E47ABB"/>
    <w:rsid w:val="00E534C9"/>
    <w:rsid w:val="00E5538D"/>
    <w:rsid w:val="00E57098"/>
    <w:rsid w:val="00E62E12"/>
    <w:rsid w:val="00E64346"/>
    <w:rsid w:val="00E713DB"/>
    <w:rsid w:val="00E8277F"/>
    <w:rsid w:val="00E828BE"/>
    <w:rsid w:val="00E83357"/>
    <w:rsid w:val="00E84CDF"/>
    <w:rsid w:val="00E85B63"/>
    <w:rsid w:val="00E871E1"/>
    <w:rsid w:val="00E912CD"/>
    <w:rsid w:val="00E9607B"/>
    <w:rsid w:val="00E966C7"/>
    <w:rsid w:val="00E96FC8"/>
    <w:rsid w:val="00EA2C18"/>
    <w:rsid w:val="00EA511B"/>
    <w:rsid w:val="00EB2B3E"/>
    <w:rsid w:val="00EB4177"/>
    <w:rsid w:val="00EB73F7"/>
    <w:rsid w:val="00ED0960"/>
    <w:rsid w:val="00ED5580"/>
    <w:rsid w:val="00ED5F3A"/>
    <w:rsid w:val="00EE136A"/>
    <w:rsid w:val="00EE1DF6"/>
    <w:rsid w:val="00EE707C"/>
    <w:rsid w:val="00EE7796"/>
    <w:rsid w:val="00EF239F"/>
    <w:rsid w:val="00F0027A"/>
    <w:rsid w:val="00F01AA6"/>
    <w:rsid w:val="00F076FC"/>
    <w:rsid w:val="00F119DE"/>
    <w:rsid w:val="00F15964"/>
    <w:rsid w:val="00F22FAA"/>
    <w:rsid w:val="00F23A30"/>
    <w:rsid w:val="00F30000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604B"/>
    <w:rsid w:val="00F710A4"/>
    <w:rsid w:val="00F83650"/>
    <w:rsid w:val="00F87894"/>
    <w:rsid w:val="00F92168"/>
    <w:rsid w:val="00F96734"/>
    <w:rsid w:val="00FA2139"/>
    <w:rsid w:val="00FA3796"/>
    <w:rsid w:val="00FA71BB"/>
    <w:rsid w:val="00FA7A11"/>
    <w:rsid w:val="00FB352B"/>
    <w:rsid w:val="00FC3DF7"/>
    <w:rsid w:val="00FC4587"/>
    <w:rsid w:val="00FC4ADA"/>
    <w:rsid w:val="00FC5294"/>
    <w:rsid w:val="00FE5175"/>
    <w:rsid w:val="00FE6C38"/>
    <w:rsid w:val="00FE719A"/>
    <w:rsid w:val="00FF1392"/>
    <w:rsid w:val="00FF512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4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1015</TotalTime>
  <Pages>20</Pages>
  <Words>5951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326</cp:revision>
  <cp:lastPrinted>2014-02-12T05:34:00Z</cp:lastPrinted>
  <dcterms:created xsi:type="dcterms:W3CDTF">2012-12-14T05:12:00Z</dcterms:created>
  <dcterms:modified xsi:type="dcterms:W3CDTF">2014-10-01T01:14:00Z</dcterms:modified>
</cp:coreProperties>
</file>