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EE9" w:rsidRPr="00EA511B" w:rsidRDefault="00FE4EE9" w:rsidP="00A11C09">
      <w:pPr>
        <w:ind w:left="9781"/>
        <w:jc w:val="center"/>
        <w:rPr>
          <w:rFonts w:ascii="Times New Roman" w:hAnsi="Times New Roman"/>
          <w:bCs/>
          <w:color w:val="000000"/>
          <w:sz w:val="26"/>
          <w:szCs w:val="26"/>
        </w:rPr>
      </w:pPr>
      <w:r>
        <w:rPr>
          <w:rFonts w:ascii="Times New Roman" w:hAnsi="Times New Roman"/>
          <w:bCs/>
          <w:color w:val="000000"/>
          <w:sz w:val="26"/>
          <w:szCs w:val="26"/>
        </w:rPr>
        <w:t>Приложение № 4</w:t>
      </w:r>
    </w:p>
    <w:p w:rsidR="00FE4EE9" w:rsidRPr="00EA511B" w:rsidRDefault="00FE4EE9" w:rsidP="00A11C09">
      <w:pPr>
        <w:autoSpaceDE w:val="0"/>
        <w:autoSpaceDN w:val="0"/>
        <w:adjustRightInd w:val="0"/>
        <w:spacing w:after="0" w:line="240" w:lineRule="auto"/>
        <w:ind w:left="9781"/>
        <w:outlineLvl w:val="1"/>
        <w:rPr>
          <w:rFonts w:ascii="Times New Roman" w:hAnsi="Times New Roman"/>
          <w:sz w:val="26"/>
          <w:szCs w:val="26"/>
        </w:rPr>
      </w:pPr>
      <w:r w:rsidRPr="00EA511B">
        <w:rPr>
          <w:rFonts w:ascii="Times New Roman" w:hAnsi="Times New Roman"/>
          <w:sz w:val="26"/>
          <w:szCs w:val="26"/>
        </w:rPr>
        <w:t xml:space="preserve">к муниципальной программе </w:t>
      </w:r>
    </w:p>
    <w:p w:rsidR="00FE4EE9" w:rsidRPr="00EA511B" w:rsidRDefault="00FE4EE9" w:rsidP="00A11C09">
      <w:pPr>
        <w:autoSpaceDE w:val="0"/>
        <w:autoSpaceDN w:val="0"/>
        <w:adjustRightInd w:val="0"/>
        <w:spacing w:after="0" w:line="240" w:lineRule="auto"/>
        <w:ind w:left="9781"/>
        <w:outlineLvl w:val="1"/>
        <w:rPr>
          <w:rFonts w:ascii="Times New Roman" w:hAnsi="Times New Roman"/>
          <w:sz w:val="26"/>
          <w:szCs w:val="26"/>
        </w:rPr>
      </w:pPr>
      <w:r w:rsidRPr="00EA511B">
        <w:rPr>
          <w:rFonts w:ascii="Times New Roman" w:hAnsi="Times New Roman"/>
          <w:sz w:val="26"/>
          <w:szCs w:val="26"/>
        </w:rPr>
        <w:t>«Развитие образования Дальнереченского городского округа»  на 2014-201</w:t>
      </w:r>
      <w:r>
        <w:rPr>
          <w:rFonts w:ascii="Times New Roman" w:hAnsi="Times New Roman"/>
          <w:sz w:val="26"/>
          <w:szCs w:val="26"/>
        </w:rPr>
        <w:t>6</w:t>
      </w:r>
      <w:r w:rsidRPr="00EA511B">
        <w:rPr>
          <w:rFonts w:ascii="Times New Roman" w:hAnsi="Times New Roman"/>
          <w:sz w:val="26"/>
          <w:szCs w:val="26"/>
        </w:rPr>
        <w:t xml:space="preserve"> годы,</w:t>
      </w:r>
    </w:p>
    <w:p w:rsidR="00FE4EE9" w:rsidRPr="00EA511B" w:rsidRDefault="00FE4EE9" w:rsidP="00A11C09">
      <w:pPr>
        <w:autoSpaceDE w:val="0"/>
        <w:autoSpaceDN w:val="0"/>
        <w:adjustRightInd w:val="0"/>
        <w:spacing w:after="0" w:line="240" w:lineRule="auto"/>
        <w:ind w:left="9781"/>
        <w:outlineLvl w:val="1"/>
        <w:rPr>
          <w:rFonts w:ascii="Times New Roman" w:hAnsi="Times New Roman"/>
          <w:sz w:val="26"/>
          <w:szCs w:val="26"/>
        </w:rPr>
      </w:pPr>
      <w:r w:rsidRPr="00EA511B">
        <w:rPr>
          <w:rFonts w:ascii="Times New Roman" w:hAnsi="Times New Roman"/>
          <w:sz w:val="26"/>
          <w:szCs w:val="26"/>
        </w:rPr>
        <w:t>утвержденной постановлением</w:t>
      </w:r>
    </w:p>
    <w:p w:rsidR="00FE4EE9" w:rsidRDefault="00FE4EE9" w:rsidP="00A11C09">
      <w:pPr>
        <w:spacing w:after="0" w:line="240" w:lineRule="auto"/>
        <w:ind w:left="9781"/>
        <w:rPr>
          <w:rFonts w:ascii="Times New Roman" w:hAnsi="Times New Roman"/>
          <w:sz w:val="26"/>
          <w:szCs w:val="26"/>
        </w:rPr>
      </w:pPr>
      <w:r w:rsidRPr="00EA511B">
        <w:rPr>
          <w:rFonts w:ascii="Times New Roman" w:hAnsi="Times New Roman"/>
          <w:sz w:val="26"/>
          <w:szCs w:val="26"/>
        </w:rPr>
        <w:t xml:space="preserve">администрации  </w:t>
      </w:r>
      <w:r>
        <w:rPr>
          <w:rFonts w:ascii="Times New Roman" w:hAnsi="Times New Roman"/>
          <w:sz w:val="26"/>
          <w:szCs w:val="26"/>
        </w:rPr>
        <w:t>Д</w:t>
      </w:r>
      <w:r w:rsidRPr="00EA511B">
        <w:rPr>
          <w:rFonts w:ascii="Times New Roman" w:hAnsi="Times New Roman"/>
          <w:sz w:val="26"/>
          <w:szCs w:val="26"/>
        </w:rPr>
        <w:t>альнереченского городского округа</w:t>
      </w:r>
      <w:r>
        <w:rPr>
          <w:rFonts w:ascii="Times New Roman" w:hAnsi="Times New Roman"/>
          <w:sz w:val="26"/>
          <w:szCs w:val="26"/>
        </w:rPr>
        <w:t xml:space="preserve"> </w:t>
      </w:r>
    </w:p>
    <w:tbl>
      <w:tblPr>
        <w:tblW w:w="0" w:type="auto"/>
        <w:tblInd w:w="9889" w:type="dxa"/>
        <w:tblLook w:val="00A0"/>
      </w:tblPr>
      <w:tblGrid>
        <w:gridCol w:w="5180"/>
      </w:tblGrid>
      <w:tr w:rsidR="00FE4EE9" w:rsidRPr="00A141EB" w:rsidTr="00A141EB">
        <w:tc>
          <w:tcPr>
            <w:tcW w:w="5180" w:type="dxa"/>
          </w:tcPr>
          <w:p w:rsidR="00FE4EE9" w:rsidRPr="00A141EB" w:rsidRDefault="00FE4EE9" w:rsidP="00A141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от ______________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rFonts w:ascii="Times New Roman" w:hAnsi="Times New Roman"/>
                  <w:bCs/>
                  <w:sz w:val="26"/>
                  <w:szCs w:val="26"/>
                </w:rPr>
                <w:t>2013 г</w:t>
              </w:r>
            </w:smartTag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Pr="00A141EB">
              <w:rPr>
                <w:rFonts w:ascii="Times New Roman" w:hAnsi="Times New Roman"/>
                <w:bCs/>
                <w:sz w:val="26"/>
                <w:szCs w:val="26"/>
              </w:rPr>
              <w:t xml:space="preserve">№ </w:t>
            </w:r>
          </w:p>
        </w:tc>
      </w:tr>
    </w:tbl>
    <w:p w:rsidR="00FE4EE9" w:rsidRPr="004A19CD" w:rsidRDefault="00FE4EE9" w:rsidP="004A19CD">
      <w:pPr>
        <w:spacing w:after="0" w:line="240" w:lineRule="auto"/>
        <w:ind w:left="8647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FE4EE9" w:rsidRPr="001E1152" w:rsidRDefault="00FE4EE9" w:rsidP="00DC5D1F">
      <w:pPr>
        <w:spacing w:after="0" w:line="360" w:lineRule="auto"/>
        <w:jc w:val="center"/>
        <w:rPr>
          <w:rFonts w:ascii="Times New Roman" w:hAnsi="Times New Roman"/>
          <w:b/>
          <w:sz w:val="26"/>
          <w:szCs w:val="26"/>
        </w:rPr>
      </w:pPr>
      <w:r w:rsidRPr="001E1152">
        <w:rPr>
          <w:rFonts w:ascii="Times New Roman" w:hAnsi="Times New Roman"/>
          <w:b/>
          <w:sz w:val="26"/>
          <w:szCs w:val="26"/>
        </w:rPr>
        <w:t>РЕСУРСНОЕ ОБЕСПЕЧЕНИЕ</w:t>
      </w:r>
    </w:p>
    <w:p w:rsidR="00FE4EE9" w:rsidRPr="001E1152" w:rsidRDefault="00FE4EE9" w:rsidP="00DC5D1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1E1152">
        <w:rPr>
          <w:rFonts w:ascii="Times New Roman" w:hAnsi="Times New Roman"/>
          <w:b/>
          <w:sz w:val="26"/>
          <w:szCs w:val="26"/>
        </w:rPr>
        <w:t xml:space="preserve">реализации муниципальной программы Дальнереченского городского округа </w:t>
      </w:r>
    </w:p>
    <w:p w:rsidR="00FE4EE9" w:rsidRPr="001E1152" w:rsidRDefault="00FE4EE9" w:rsidP="00DC5D1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1E1152">
        <w:rPr>
          <w:rFonts w:ascii="Times New Roman" w:hAnsi="Times New Roman"/>
          <w:b/>
          <w:sz w:val="26"/>
          <w:szCs w:val="26"/>
        </w:rPr>
        <w:t>за счет средств местного бюджета, (тыс. руб.)</w:t>
      </w:r>
    </w:p>
    <w:p w:rsidR="00FE4EE9" w:rsidRPr="001E1152" w:rsidRDefault="00FE4EE9" w:rsidP="00DC5D1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u w:val="single"/>
        </w:rPr>
      </w:pPr>
      <w:r w:rsidRPr="001E1152">
        <w:rPr>
          <w:rFonts w:ascii="Times New Roman" w:hAnsi="Times New Roman"/>
          <w:b/>
          <w:sz w:val="26"/>
          <w:szCs w:val="26"/>
          <w:u w:val="single"/>
        </w:rPr>
        <w:t>«Развитие образования Дальнереченского городского округа» на 2014-2016 годы</w:t>
      </w:r>
    </w:p>
    <w:p w:rsidR="00FE4EE9" w:rsidRPr="001E1152" w:rsidRDefault="00FE4EE9" w:rsidP="00E90830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tbl>
      <w:tblPr>
        <w:tblW w:w="1445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54"/>
        <w:gridCol w:w="4678"/>
        <w:gridCol w:w="709"/>
        <w:gridCol w:w="851"/>
        <w:gridCol w:w="850"/>
        <w:gridCol w:w="1276"/>
        <w:gridCol w:w="709"/>
        <w:gridCol w:w="1389"/>
        <w:gridCol w:w="1389"/>
        <w:gridCol w:w="1552"/>
      </w:tblGrid>
      <w:tr w:rsidR="00FE4EE9" w:rsidRPr="001E1152" w:rsidTr="00EB4145">
        <w:trPr>
          <w:trHeight w:val="2295"/>
        </w:trPr>
        <w:tc>
          <w:tcPr>
            <w:tcW w:w="1054" w:type="dxa"/>
            <w:shd w:val="clear" w:color="000000" w:fill="FFFFFF"/>
            <w:vAlign w:val="center"/>
          </w:tcPr>
          <w:p w:rsidR="00FE4EE9" w:rsidRPr="001E1152" w:rsidRDefault="00FE4EE9" w:rsidP="00022E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4678" w:type="dxa"/>
            <w:shd w:val="clear" w:color="000000" w:fill="FFFFFF"/>
            <w:vAlign w:val="center"/>
          </w:tcPr>
          <w:p w:rsidR="00FE4EE9" w:rsidRPr="001E1152" w:rsidRDefault="00FE4EE9" w:rsidP="00022E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FE4EE9" w:rsidRPr="001E1152" w:rsidRDefault="00FE4EE9" w:rsidP="00022E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М</w:t>
            </w:r>
            <w:r w:rsidRPr="001E1152">
              <w:rPr>
                <w:rFonts w:ascii="Times New Roman" w:hAnsi="Times New Roman"/>
                <w:b/>
                <w:bCs/>
                <w:sz w:val="26"/>
                <w:szCs w:val="26"/>
              </w:rPr>
              <w:t>П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FE4EE9" w:rsidRPr="001E1152" w:rsidRDefault="00FE4EE9" w:rsidP="00022E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bCs/>
                <w:sz w:val="26"/>
                <w:szCs w:val="26"/>
              </w:rPr>
              <w:t>ГРБС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FE4EE9" w:rsidRPr="001E1152" w:rsidRDefault="00FE4EE9" w:rsidP="00022E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bCs/>
                <w:sz w:val="26"/>
                <w:szCs w:val="26"/>
              </w:rPr>
              <w:t>РзПр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FE4EE9" w:rsidRPr="001E1152" w:rsidRDefault="00FE4EE9" w:rsidP="00022E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bCs/>
                <w:sz w:val="26"/>
                <w:szCs w:val="26"/>
              </w:rPr>
              <w:t>ЦСР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FE4EE9" w:rsidRPr="001E1152" w:rsidRDefault="00FE4EE9" w:rsidP="00022E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bCs/>
                <w:sz w:val="26"/>
                <w:szCs w:val="26"/>
              </w:rPr>
              <w:t>ВР</w:t>
            </w:r>
          </w:p>
        </w:tc>
        <w:tc>
          <w:tcPr>
            <w:tcW w:w="1389" w:type="dxa"/>
            <w:shd w:val="clear" w:color="000000" w:fill="FFFFFF"/>
            <w:vAlign w:val="center"/>
          </w:tcPr>
          <w:p w:rsidR="00FE4EE9" w:rsidRPr="001E1152" w:rsidRDefault="00FE4EE9" w:rsidP="002237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>2014 год</w:t>
            </w:r>
          </w:p>
        </w:tc>
        <w:tc>
          <w:tcPr>
            <w:tcW w:w="1389" w:type="dxa"/>
            <w:shd w:val="clear" w:color="000000" w:fill="FFFFFF"/>
            <w:vAlign w:val="center"/>
          </w:tcPr>
          <w:p w:rsidR="00FE4EE9" w:rsidRPr="001E1152" w:rsidRDefault="00FE4EE9" w:rsidP="002237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>2015 год</w:t>
            </w:r>
          </w:p>
        </w:tc>
        <w:tc>
          <w:tcPr>
            <w:tcW w:w="1552" w:type="dxa"/>
            <w:shd w:val="clear" w:color="000000" w:fill="FFFFFF"/>
            <w:vAlign w:val="center"/>
          </w:tcPr>
          <w:p w:rsidR="00FE4EE9" w:rsidRPr="001E1152" w:rsidRDefault="00FE4EE9" w:rsidP="002237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>2016 год</w:t>
            </w:r>
          </w:p>
        </w:tc>
      </w:tr>
    </w:tbl>
    <w:p w:rsidR="00FE4EE9" w:rsidRPr="001E1152" w:rsidRDefault="00FE4EE9" w:rsidP="0006605A">
      <w:pPr>
        <w:tabs>
          <w:tab w:val="left" w:pos="675"/>
          <w:tab w:val="left" w:pos="4077"/>
          <w:tab w:val="left" w:pos="4644"/>
          <w:tab w:val="left" w:pos="5495"/>
          <w:tab w:val="left" w:pos="6345"/>
          <w:tab w:val="left" w:pos="7479"/>
          <w:tab w:val="left" w:pos="8188"/>
          <w:tab w:val="left" w:pos="9577"/>
          <w:tab w:val="left" w:pos="10966"/>
          <w:tab w:val="left" w:pos="12355"/>
          <w:tab w:val="left" w:pos="13744"/>
        </w:tabs>
        <w:spacing w:after="0" w:line="240" w:lineRule="auto"/>
        <w:outlineLvl w:val="2"/>
        <w:rPr>
          <w:rFonts w:ascii="Times New Roman" w:hAnsi="Times New Roman"/>
          <w:b/>
          <w:bCs/>
          <w:sz w:val="26"/>
          <w:szCs w:val="26"/>
        </w:rPr>
      </w:pPr>
    </w:p>
    <w:tbl>
      <w:tblPr>
        <w:tblW w:w="144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62"/>
        <w:gridCol w:w="4666"/>
        <w:gridCol w:w="708"/>
        <w:gridCol w:w="851"/>
        <w:gridCol w:w="850"/>
        <w:gridCol w:w="1276"/>
        <w:gridCol w:w="709"/>
        <w:gridCol w:w="1389"/>
        <w:gridCol w:w="1389"/>
        <w:gridCol w:w="1549"/>
      </w:tblGrid>
      <w:tr w:rsidR="00FE4EE9" w:rsidRPr="001E1152" w:rsidTr="004E5902">
        <w:trPr>
          <w:trHeight w:val="20"/>
          <w:tblHeader/>
        </w:trPr>
        <w:tc>
          <w:tcPr>
            <w:tcW w:w="1062" w:type="dxa"/>
            <w:shd w:val="clear" w:color="000000" w:fill="FFFFFF"/>
            <w:vAlign w:val="center"/>
          </w:tcPr>
          <w:p w:rsidR="00FE4EE9" w:rsidRPr="001E1152" w:rsidRDefault="00FE4EE9" w:rsidP="0006605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4666" w:type="dxa"/>
            <w:shd w:val="clear" w:color="000000" w:fill="FFFFFF"/>
          </w:tcPr>
          <w:p w:rsidR="00FE4EE9" w:rsidRPr="001E1152" w:rsidRDefault="00FE4EE9" w:rsidP="0006605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06605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06605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06605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06605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06605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06605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bCs/>
                <w:sz w:val="26"/>
                <w:szCs w:val="26"/>
              </w:rPr>
              <w:t>8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06605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bCs/>
                <w:sz w:val="26"/>
                <w:szCs w:val="26"/>
              </w:rPr>
              <w:t>9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1E1152" w:rsidRDefault="00FE4EE9" w:rsidP="0006605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bCs/>
                <w:sz w:val="26"/>
                <w:szCs w:val="26"/>
              </w:rPr>
              <w:t>10</w:t>
            </w:r>
          </w:p>
        </w:tc>
      </w:tr>
      <w:tr w:rsidR="00FE4EE9" w:rsidRPr="001E1152" w:rsidTr="004E5902">
        <w:trPr>
          <w:trHeight w:val="20"/>
        </w:trPr>
        <w:tc>
          <w:tcPr>
            <w:tcW w:w="1062" w:type="dxa"/>
            <w:shd w:val="clear" w:color="000000" w:fill="FFFFFF"/>
            <w:vAlign w:val="center"/>
          </w:tcPr>
          <w:p w:rsidR="00FE4EE9" w:rsidRPr="001E1152" w:rsidRDefault="00FE4EE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Cs/>
                <w:sz w:val="26"/>
                <w:szCs w:val="26"/>
              </w:rPr>
              <w:t> </w:t>
            </w:r>
          </w:p>
        </w:tc>
        <w:tc>
          <w:tcPr>
            <w:tcW w:w="4666" w:type="dxa"/>
            <w:shd w:val="clear" w:color="000000" w:fill="FFFFFF"/>
          </w:tcPr>
          <w:p w:rsidR="00FE4EE9" w:rsidRPr="001E1152" w:rsidRDefault="00FE4EE9" w:rsidP="009C6E34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Муниципальная программа </w:t>
            </w:r>
          </w:p>
          <w:p w:rsidR="00FE4EE9" w:rsidRPr="001E1152" w:rsidRDefault="00FE4EE9" w:rsidP="009C6E34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bCs/>
                <w:sz w:val="26"/>
                <w:szCs w:val="26"/>
              </w:rPr>
              <w:t>«Развитие образования Дальнереченского городского округа»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9D7EAA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D7EAA">
              <w:rPr>
                <w:rFonts w:ascii="Times New Roman" w:hAnsi="Times New Roman"/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FE4EE9" w:rsidRPr="009D7EAA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D7EAA">
              <w:rPr>
                <w:rFonts w:ascii="Times New Roman" w:hAnsi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850" w:type="dxa"/>
            <w:shd w:val="clear" w:color="000000" w:fill="FFFFFF"/>
            <w:noWrap/>
          </w:tcPr>
          <w:p w:rsidR="00FE4EE9" w:rsidRPr="009D7EAA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D7EAA">
              <w:rPr>
                <w:rFonts w:ascii="Times New Roman" w:hAnsi="Times New Roman"/>
                <w:b/>
                <w:bCs/>
                <w:sz w:val="26"/>
                <w:szCs w:val="26"/>
              </w:rPr>
              <w:t>0000</w:t>
            </w:r>
          </w:p>
        </w:tc>
        <w:tc>
          <w:tcPr>
            <w:tcW w:w="1276" w:type="dxa"/>
            <w:shd w:val="clear" w:color="000000" w:fill="FFFFFF"/>
            <w:noWrap/>
          </w:tcPr>
          <w:p w:rsidR="00FE4EE9" w:rsidRPr="009D7EAA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D7EAA">
              <w:rPr>
                <w:rFonts w:ascii="Times New Roman" w:hAnsi="Times New Roman"/>
                <w:b/>
                <w:bCs/>
                <w:sz w:val="26"/>
                <w:szCs w:val="26"/>
              </w:rPr>
              <w:t>0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5</w:t>
            </w:r>
            <w:r w:rsidRPr="009D7EAA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0 0000</w:t>
            </w:r>
          </w:p>
        </w:tc>
        <w:tc>
          <w:tcPr>
            <w:tcW w:w="709" w:type="dxa"/>
            <w:shd w:val="clear" w:color="000000" w:fill="FFFFFF"/>
            <w:noWrap/>
          </w:tcPr>
          <w:p w:rsidR="00FE4EE9" w:rsidRPr="009D7EAA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D7EAA">
              <w:rPr>
                <w:rFonts w:ascii="Times New Roman" w:hAnsi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06605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139 628,10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06605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144 678,37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1E1152" w:rsidRDefault="00FE4EE9" w:rsidP="0006605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148 482,71</w:t>
            </w:r>
          </w:p>
        </w:tc>
      </w:tr>
      <w:tr w:rsidR="00FE4EE9" w:rsidRPr="001E1152" w:rsidTr="004E5902">
        <w:trPr>
          <w:trHeight w:val="20"/>
        </w:trPr>
        <w:tc>
          <w:tcPr>
            <w:tcW w:w="1062" w:type="dxa"/>
            <w:vMerge w:val="restart"/>
            <w:shd w:val="clear" w:color="000000" w:fill="FFFFFF"/>
            <w:textDirection w:val="btLr"/>
            <w:vAlign w:val="center"/>
          </w:tcPr>
          <w:p w:rsidR="00FE4EE9" w:rsidRPr="001E1152" w:rsidRDefault="00FE4EE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bCs/>
                <w:sz w:val="26"/>
                <w:szCs w:val="26"/>
              </w:rPr>
              <w:t>соисполнители</w:t>
            </w:r>
          </w:p>
        </w:tc>
        <w:tc>
          <w:tcPr>
            <w:tcW w:w="4666" w:type="dxa"/>
            <w:shd w:val="clear" w:color="000000" w:fill="FFFFFF"/>
          </w:tcPr>
          <w:p w:rsidR="00FE4EE9" w:rsidRPr="001E1152" w:rsidRDefault="00FE4EE9" w:rsidP="00022E91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bCs/>
                <w:sz w:val="26"/>
                <w:szCs w:val="26"/>
              </w:rPr>
              <w:t>Муниципальное казенное учреждение «Управление образования» Дальнереченского городского округа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9D7EAA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D7EAA">
              <w:rPr>
                <w:rFonts w:ascii="Times New Roman" w:hAnsi="Times New Roman"/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FE4EE9" w:rsidRPr="009D7EAA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D7EAA">
              <w:rPr>
                <w:rFonts w:ascii="Times New Roman" w:hAnsi="Times New Roman"/>
                <w:b/>
                <w:bCs/>
                <w:sz w:val="26"/>
                <w:szCs w:val="26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FE4EE9" w:rsidRPr="009D7EAA" w:rsidRDefault="00FE4EE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D7EAA">
              <w:rPr>
                <w:rFonts w:ascii="Times New Roman" w:hAnsi="Times New Roman"/>
                <w:b/>
                <w:bCs/>
                <w:sz w:val="26"/>
                <w:szCs w:val="26"/>
              </w:rPr>
              <w:t>0000</w:t>
            </w:r>
          </w:p>
        </w:tc>
        <w:tc>
          <w:tcPr>
            <w:tcW w:w="1276" w:type="dxa"/>
            <w:shd w:val="clear" w:color="000000" w:fill="FFFFFF"/>
            <w:noWrap/>
          </w:tcPr>
          <w:p w:rsidR="00FE4EE9" w:rsidRPr="009D7EAA" w:rsidRDefault="00FE4EE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D7EAA">
              <w:rPr>
                <w:rFonts w:ascii="Times New Roman" w:hAnsi="Times New Roman"/>
                <w:b/>
                <w:bCs/>
                <w:sz w:val="26"/>
                <w:szCs w:val="26"/>
              </w:rPr>
              <w:t>0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5</w:t>
            </w:r>
            <w:r w:rsidRPr="009D7EAA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0 0000</w:t>
            </w:r>
          </w:p>
        </w:tc>
        <w:tc>
          <w:tcPr>
            <w:tcW w:w="709" w:type="dxa"/>
            <w:shd w:val="clear" w:color="000000" w:fill="FFFFFF"/>
            <w:noWrap/>
          </w:tcPr>
          <w:p w:rsidR="00FE4EE9" w:rsidRPr="009D7EAA" w:rsidRDefault="00FE4EE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D7EAA">
              <w:rPr>
                <w:rFonts w:ascii="Times New Roman" w:hAnsi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06605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138 316,10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06605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143 191,37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1E1152" w:rsidRDefault="00FE4EE9" w:rsidP="0006605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146 895,71</w:t>
            </w:r>
          </w:p>
        </w:tc>
      </w:tr>
      <w:tr w:rsidR="00FE4EE9" w:rsidRPr="001E1152" w:rsidTr="004E5902">
        <w:trPr>
          <w:trHeight w:val="716"/>
        </w:trPr>
        <w:tc>
          <w:tcPr>
            <w:tcW w:w="1062" w:type="dxa"/>
            <w:vMerge/>
            <w:vAlign w:val="center"/>
          </w:tcPr>
          <w:p w:rsidR="00FE4EE9" w:rsidRPr="001E1152" w:rsidRDefault="00FE4EE9" w:rsidP="00022E91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FE4EE9" w:rsidRPr="001E1152" w:rsidRDefault="00FE4EE9" w:rsidP="00022E91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bCs/>
                <w:sz w:val="26"/>
                <w:szCs w:val="26"/>
              </w:rPr>
              <w:t>Отдел молодежной политики, культуры и спорта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005</w:t>
            </w:r>
          </w:p>
        </w:tc>
        <w:tc>
          <w:tcPr>
            <w:tcW w:w="850" w:type="dxa"/>
            <w:shd w:val="clear" w:color="000000" w:fill="FFFFFF"/>
            <w:noWrap/>
          </w:tcPr>
          <w:p w:rsidR="00FE4EE9" w:rsidRPr="009D7EAA" w:rsidRDefault="00FE4EE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D7EAA">
              <w:rPr>
                <w:rFonts w:ascii="Times New Roman" w:hAnsi="Times New Roman"/>
                <w:b/>
                <w:bCs/>
                <w:sz w:val="26"/>
                <w:szCs w:val="26"/>
              </w:rPr>
              <w:t>0000</w:t>
            </w:r>
          </w:p>
        </w:tc>
        <w:tc>
          <w:tcPr>
            <w:tcW w:w="1276" w:type="dxa"/>
            <w:shd w:val="clear" w:color="000000" w:fill="FFFFFF"/>
            <w:noWrap/>
          </w:tcPr>
          <w:p w:rsidR="00FE4EE9" w:rsidRPr="009D7EAA" w:rsidRDefault="00FE4EE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05</w:t>
            </w:r>
            <w:r w:rsidRPr="009D7EAA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0 0000</w:t>
            </w:r>
          </w:p>
        </w:tc>
        <w:tc>
          <w:tcPr>
            <w:tcW w:w="709" w:type="dxa"/>
            <w:shd w:val="clear" w:color="000000" w:fill="FFFFFF"/>
            <w:noWrap/>
          </w:tcPr>
          <w:p w:rsidR="00FE4EE9" w:rsidRPr="009D7EAA" w:rsidRDefault="00FE4EE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D7EAA">
              <w:rPr>
                <w:rFonts w:ascii="Times New Roman" w:hAnsi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1312,00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1487,00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1587,00</w:t>
            </w:r>
          </w:p>
        </w:tc>
      </w:tr>
      <w:tr w:rsidR="00FE4EE9" w:rsidRPr="001E1152" w:rsidTr="004E5902">
        <w:trPr>
          <w:trHeight w:val="20"/>
        </w:trPr>
        <w:tc>
          <w:tcPr>
            <w:tcW w:w="1062" w:type="dxa"/>
            <w:shd w:val="clear" w:color="000000" w:fill="FFFFFF"/>
            <w:vAlign w:val="center"/>
          </w:tcPr>
          <w:p w:rsidR="00FE4EE9" w:rsidRPr="001E1152" w:rsidRDefault="00FE4EE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>1</w:t>
            </w:r>
          </w:p>
        </w:tc>
        <w:tc>
          <w:tcPr>
            <w:tcW w:w="4666" w:type="dxa"/>
            <w:shd w:val="clear" w:color="000000" w:fill="FFFFFF"/>
          </w:tcPr>
          <w:p w:rsidR="00FE4EE9" w:rsidRPr="001E1152" w:rsidRDefault="00FE4EE9" w:rsidP="00022E91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Подпрограмма 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«</w:t>
            </w:r>
            <w:r w:rsidRPr="001E1152">
              <w:rPr>
                <w:rFonts w:ascii="Times New Roman" w:hAnsi="Times New Roman"/>
                <w:b/>
                <w:bCs/>
                <w:sz w:val="26"/>
                <w:szCs w:val="26"/>
              </w:rPr>
              <w:t>Развитие системы дошкольного образования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»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9D7EAA" w:rsidRDefault="00FE4EE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D7EAA">
              <w:rPr>
                <w:rFonts w:ascii="Times New Roman" w:hAnsi="Times New Roman"/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FE4EE9" w:rsidRPr="009D7EAA" w:rsidRDefault="00FE4EE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D7EAA">
              <w:rPr>
                <w:rFonts w:ascii="Times New Roman" w:hAnsi="Times New Roman"/>
                <w:b/>
                <w:bCs/>
                <w:sz w:val="26"/>
                <w:szCs w:val="26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FE4EE9" w:rsidRPr="009D7EAA" w:rsidRDefault="00FE4EE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D7EAA">
              <w:rPr>
                <w:rFonts w:ascii="Times New Roman" w:hAnsi="Times New Roman"/>
                <w:b/>
                <w:bCs/>
                <w:sz w:val="26"/>
                <w:szCs w:val="26"/>
              </w:rPr>
              <w:t>0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701</w:t>
            </w:r>
          </w:p>
        </w:tc>
        <w:tc>
          <w:tcPr>
            <w:tcW w:w="1276" w:type="dxa"/>
            <w:shd w:val="clear" w:color="000000" w:fill="FFFFFF"/>
            <w:noWrap/>
          </w:tcPr>
          <w:p w:rsidR="00FE4EE9" w:rsidRPr="009D7EAA" w:rsidRDefault="00FE4EE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D7EAA">
              <w:rPr>
                <w:rFonts w:ascii="Times New Roman" w:hAnsi="Times New Roman"/>
                <w:b/>
                <w:bCs/>
                <w:sz w:val="26"/>
                <w:szCs w:val="26"/>
              </w:rPr>
              <w:t>0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5</w:t>
            </w:r>
            <w:r w:rsidRPr="009D7EAA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1</w:t>
            </w:r>
            <w:r w:rsidRPr="009D7EAA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0000</w:t>
            </w: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000</w:t>
            </w:r>
            <w:r w:rsidRPr="001E1152">
              <w:rPr>
                <w:rFonts w:ascii="Times New Roman" w:hAnsi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0E0E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66024,60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8D705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67528,98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1E1152" w:rsidRDefault="00FE4EE9" w:rsidP="000E0E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67566,69</w:t>
            </w:r>
          </w:p>
        </w:tc>
      </w:tr>
      <w:tr w:rsidR="00FE4EE9" w:rsidRPr="001E1152" w:rsidTr="004E5902">
        <w:trPr>
          <w:trHeight w:val="20"/>
        </w:trPr>
        <w:tc>
          <w:tcPr>
            <w:tcW w:w="1062" w:type="dxa"/>
            <w:shd w:val="clear" w:color="000000" w:fill="FFFFFF"/>
          </w:tcPr>
          <w:p w:rsidR="00FE4EE9" w:rsidRPr="001E1152" w:rsidRDefault="00FE4EE9" w:rsidP="008E39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1.1</w:t>
            </w:r>
          </w:p>
        </w:tc>
        <w:tc>
          <w:tcPr>
            <w:tcW w:w="4666" w:type="dxa"/>
            <w:shd w:val="clear" w:color="000000" w:fill="FFFFFF"/>
          </w:tcPr>
          <w:p w:rsidR="00FE4EE9" w:rsidRPr="001E1152" w:rsidRDefault="00FE4EE9" w:rsidP="0050302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>Субсидии из местного бюджета муниципальным дошкольным образовательным учреждениям Дальнереченского городского округа на организацию предоставления общедоступного дошкольного образования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0701</w:t>
            </w: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05 1 2014</w:t>
            </w: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600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55970,13</w:t>
            </w: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 xml:space="preserve">  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0E0E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59074,18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1E1152" w:rsidRDefault="00FE4EE9" w:rsidP="000E0E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60566,69</w:t>
            </w:r>
          </w:p>
        </w:tc>
      </w:tr>
      <w:tr w:rsidR="00FE4EE9" w:rsidRPr="001E1152" w:rsidTr="004E5902">
        <w:trPr>
          <w:trHeight w:val="20"/>
        </w:trPr>
        <w:tc>
          <w:tcPr>
            <w:tcW w:w="1062" w:type="dxa"/>
            <w:shd w:val="clear" w:color="000000" w:fill="FFFFFF"/>
          </w:tcPr>
          <w:p w:rsidR="00FE4EE9" w:rsidRDefault="00FE4EE9" w:rsidP="008E39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1.2</w:t>
            </w:r>
          </w:p>
        </w:tc>
        <w:tc>
          <w:tcPr>
            <w:tcW w:w="4666" w:type="dxa"/>
            <w:shd w:val="clear" w:color="000000" w:fill="FFFFFF"/>
          </w:tcPr>
          <w:p w:rsidR="00FE4EE9" w:rsidRPr="001E1152" w:rsidRDefault="00FE4EE9" w:rsidP="0050302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 xml:space="preserve">Субвенции на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обеспечение государственных гарантий реализации</w:t>
            </w: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 xml:space="preserve"> дошкольного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 xml:space="preserve">образования в муниципальных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дошкольных </w:t>
            </w: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>образовательных учреждениях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0701</w:t>
            </w: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05 1 9307</w:t>
            </w: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600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Default="00FE4EE9" w:rsidP="000E0E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Default="00FE4EE9" w:rsidP="000E0E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</w:tr>
      <w:tr w:rsidR="00FE4EE9" w:rsidRPr="001E1152" w:rsidTr="004E5902">
        <w:trPr>
          <w:trHeight w:val="20"/>
        </w:trPr>
        <w:tc>
          <w:tcPr>
            <w:tcW w:w="1062" w:type="dxa"/>
            <w:shd w:val="clear" w:color="000000" w:fill="FFFFFF"/>
            <w:vAlign w:val="center"/>
          </w:tcPr>
          <w:p w:rsidR="00FE4EE9" w:rsidRPr="001E1152" w:rsidRDefault="00FE4EE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1.3</w:t>
            </w:r>
          </w:p>
        </w:tc>
        <w:tc>
          <w:tcPr>
            <w:tcW w:w="4666" w:type="dxa"/>
            <w:shd w:val="clear" w:color="000000" w:fill="FFFFFF"/>
          </w:tcPr>
          <w:p w:rsidR="00FE4EE9" w:rsidRPr="001E1152" w:rsidRDefault="00FE4EE9" w:rsidP="009C6E34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>Субсидии из местного бюджета муниципальным дошкольным образовательным учреждениям Дальнереченского городского округа на строительство (реконструкцию) зданий (в том числе проектно-изыскательские работы) муниципальных образовательных учреждений, реализующих основную общеобразовательную программу дошкольного образования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0701</w:t>
            </w: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05 1 2013</w:t>
            </w: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600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1800,00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9C6E3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1E1152" w:rsidRDefault="00FE4EE9" w:rsidP="0023020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</w:tr>
      <w:tr w:rsidR="00FE4EE9" w:rsidRPr="001E1152" w:rsidTr="004E5902">
        <w:trPr>
          <w:trHeight w:val="20"/>
        </w:trPr>
        <w:tc>
          <w:tcPr>
            <w:tcW w:w="1062" w:type="dxa"/>
            <w:shd w:val="clear" w:color="000000" w:fill="FFFFFF"/>
            <w:vAlign w:val="center"/>
          </w:tcPr>
          <w:p w:rsidR="00FE4EE9" w:rsidRPr="001E1152" w:rsidRDefault="00FE4EE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FE4EE9" w:rsidRPr="001E1152" w:rsidRDefault="00FE4EE9" w:rsidP="009C6E34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Cs/>
                <w:sz w:val="26"/>
                <w:szCs w:val="26"/>
              </w:rPr>
              <w:t>Строительство детского сада на 120 мест на территории МБДОУ «Детский сад общеразвивающего вида № 7»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120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B832F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1E1152" w:rsidRDefault="00FE4EE9" w:rsidP="00B832F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FE4EE9" w:rsidRPr="001E1152" w:rsidTr="004E5902">
        <w:trPr>
          <w:trHeight w:val="20"/>
        </w:trPr>
        <w:tc>
          <w:tcPr>
            <w:tcW w:w="1062" w:type="dxa"/>
            <w:shd w:val="clear" w:color="000000" w:fill="FFFFFF"/>
            <w:vAlign w:val="center"/>
          </w:tcPr>
          <w:p w:rsidR="00FE4EE9" w:rsidRPr="001E1152" w:rsidRDefault="00FE4EE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FE4EE9" w:rsidRDefault="00FE4EE9" w:rsidP="009C6E34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Изготовление проектно-строительной документации на реконструкцию</w:t>
            </w:r>
          </w:p>
          <w:p w:rsidR="00FE4EE9" w:rsidRPr="00EB4145" w:rsidRDefault="00FE4EE9" w:rsidP="00EB4145">
            <w:pPr>
              <w:tabs>
                <w:tab w:val="left" w:pos="2436"/>
              </w:tabs>
              <w:rPr>
                <w:bCs/>
                <w:sz w:val="20"/>
                <w:szCs w:val="20"/>
              </w:rPr>
            </w:pPr>
            <w:r w:rsidRPr="001E1152">
              <w:rPr>
                <w:rFonts w:ascii="Times New Roman" w:hAnsi="Times New Roman"/>
                <w:bCs/>
                <w:sz w:val="26"/>
                <w:szCs w:val="26"/>
              </w:rPr>
              <w:t>(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>МБДОУ «ЦРР-Детский сад № 4»)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600,00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FE4EE9" w:rsidRPr="001E1152" w:rsidTr="004E5902">
        <w:trPr>
          <w:trHeight w:val="20"/>
        </w:trPr>
        <w:tc>
          <w:tcPr>
            <w:tcW w:w="1062" w:type="dxa"/>
            <w:shd w:val="clear" w:color="000000" w:fill="FFFFFF"/>
            <w:vAlign w:val="center"/>
          </w:tcPr>
          <w:p w:rsidR="00FE4EE9" w:rsidRPr="001E1152" w:rsidRDefault="00FE4EE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1.4</w:t>
            </w:r>
          </w:p>
        </w:tc>
        <w:tc>
          <w:tcPr>
            <w:tcW w:w="4666" w:type="dxa"/>
            <w:shd w:val="clear" w:color="000000" w:fill="FFFFFF"/>
          </w:tcPr>
          <w:p w:rsidR="00FE4EE9" w:rsidRPr="001E1152" w:rsidRDefault="00FE4EE9" w:rsidP="006C540B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 xml:space="preserve">Субсидии из местного бюджета муниципальным дошкольным образовательным учреждениям Дальнереченского городского округа на проведение капитального и текущего ремонта зданий муниципальных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дошкольных </w:t>
            </w: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 xml:space="preserve">образовательных учреждений,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благоустройство территорий и организацию безопасности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0701</w:t>
            </w: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05 1 2015</w:t>
            </w: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600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4060,10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6684,80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1E1152" w:rsidRDefault="00FE4EE9" w:rsidP="006B63A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4823,00</w:t>
            </w:r>
          </w:p>
        </w:tc>
      </w:tr>
      <w:tr w:rsidR="00FE4EE9" w:rsidRPr="001E1152" w:rsidTr="004E5902">
        <w:trPr>
          <w:trHeight w:val="20"/>
        </w:trPr>
        <w:tc>
          <w:tcPr>
            <w:tcW w:w="1062" w:type="dxa"/>
            <w:shd w:val="clear" w:color="000000" w:fill="FFFFFF"/>
            <w:vAlign w:val="center"/>
          </w:tcPr>
          <w:p w:rsidR="00FE4EE9" w:rsidRPr="001E1152" w:rsidRDefault="00FE4EE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FE4EE9" w:rsidRPr="001E1152" w:rsidRDefault="00FE4EE9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Устройство приточно-вытяжной вентиляции на пищеблоке с ПСД </w:t>
            </w:r>
          </w:p>
          <w:p w:rsidR="00FE4EE9" w:rsidRPr="001E1152" w:rsidRDefault="00FE4EE9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(МБДОУ «Детский сад № 1»</w:t>
            </w:r>
          </w:p>
          <w:p w:rsidR="00FE4EE9" w:rsidRPr="001E1152" w:rsidRDefault="00FE4EE9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МБДОУ «Детский сад № 7»</w:t>
            </w:r>
          </w:p>
          <w:p w:rsidR="00FE4EE9" w:rsidRPr="001E1152" w:rsidRDefault="00FE4EE9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МБДОУ «ЦРР-Детский сад № 10»</w:t>
            </w:r>
          </w:p>
          <w:p w:rsidR="00FE4EE9" w:rsidRPr="001E1152" w:rsidRDefault="00FE4EE9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МБДОУ «Детский сад № 6»</w:t>
            </w:r>
          </w:p>
          <w:p w:rsidR="00FE4EE9" w:rsidRPr="001E1152" w:rsidRDefault="00FE4EE9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МБДОУ «ЦРР-Детский сад № 12»)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800,00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800,00  </w:t>
            </w:r>
          </w:p>
        </w:tc>
      </w:tr>
      <w:tr w:rsidR="00FE4EE9" w:rsidRPr="001E1152" w:rsidTr="004E5902">
        <w:trPr>
          <w:trHeight w:val="20"/>
        </w:trPr>
        <w:tc>
          <w:tcPr>
            <w:tcW w:w="1062" w:type="dxa"/>
            <w:shd w:val="clear" w:color="000000" w:fill="FFFFFF"/>
            <w:vAlign w:val="center"/>
          </w:tcPr>
          <w:p w:rsidR="00FE4EE9" w:rsidRPr="001E1152" w:rsidRDefault="00FE4EE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FE4EE9" w:rsidRPr="001E1152" w:rsidRDefault="00FE4EE9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Оборудование закрывающихся кабин без запоров в туалетных комнатах </w:t>
            </w:r>
          </w:p>
          <w:p w:rsidR="00FE4EE9" w:rsidRPr="001E1152" w:rsidRDefault="00FE4EE9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(Все дошкольные учреждения (из расчета 60 тыс.руб на 1 группу))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1060,00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1060,00  </w:t>
            </w:r>
          </w:p>
        </w:tc>
      </w:tr>
      <w:tr w:rsidR="00FE4EE9" w:rsidRPr="001E1152" w:rsidTr="004E5902">
        <w:trPr>
          <w:trHeight w:val="20"/>
        </w:trPr>
        <w:tc>
          <w:tcPr>
            <w:tcW w:w="1062" w:type="dxa"/>
            <w:shd w:val="clear" w:color="000000" w:fill="FFFFFF"/>
            <w:vAlign w:val="center"/>
          </w:tcPr>
          <w:p w:rsidR="00FE4EE9" w:rsidRPr="001E1152" w:rsidRDefault="00FE4EE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  <w:vAlign w:val="bottom"/>
          </w:tcPr>
          <w:p w:rsidR="00FE4EE9" w:rsidRPr="001E1152" w:rsidRDefault="00FE4EE9" w:rsidP="00FB558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Ремонт системы отопления и приобретение материалов </w:t>
            </w:r>
          </w:p>
          <w:p w:rsidR="00FE4EE9" w:rsidRPr="001E1152" w:rsidRDefault="00FE4EE9" w:rsidP="00FB558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(Все дошкольные учреждения (постепенно))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500,00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500,00  </w:t>
            </w:r>
          </w:p>
        </w:tc>
      </w:tr>
      <w:tr w:rsidR="00FE4EE9" w:rsidRPr="001E1152" w:rsidTr="004E5902">
        <w:trPr>
          <w:trHeight w:val="20"/>
        </w:trPr>
        <w:tc>
          <w:tcPr>
            <w:tcW w:w="1062" w:type="dxa"/>
            <w:shd w:val="clear" w:color="000000" w:fill="FFFFFF"/>
            <w:vAlign w:val="center"/>
          </w:tcPr>
          <w:p w:rsidR="00FE4EE9" w:rsidRPr="001E1152" w:rsidRDefault="00FE4EE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  <w:vAlign w:val="bottom"/>
          </w:tcPr>
          <w:p w:rsidR="00FE4EE9" w:rsidRPr="001E1152" w:rsidRDefault="00FE4EE9" w:rsidP="00FB558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Замена водопроводных сетей и канализации (подвальное помещение) </w:t>
            </w:r>
          </w:p>
          <w:p w:rsidR="00FE4EE9" w:rsidRPr="001E1152" w:rsidRDefault="00FE4EE9" w:rsidP="00FB558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(МБДОУ «ЦРР-Детский сад № 10»)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58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FE4EE9" w:rsidRPr="001E1152" w:rsidTr="004E5902">
        <w:trPr>
          <w:trHeight w:val="20"/>
        </w:trPr>
        <w:tc>
          <w:tcPr>
            <w:tcW w:w="1062" w:type="dxa"/>
            <w:shd w:val="clear" w:color="000000" w:fill="FFFFFF"/>
            <w:vAlign w:val="center"/>
          </w:tcPr>
          <w:p w:rsidR="00FE4EE9" w:rsidRPr="001E1152" w:rsidRDefault="00FE4EE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  <w:vAlign w:val="bottom"/>
          </w:tcPr>
          <w:p w:rsidR="00FE4EE9" w:rsidRPr="001E1152" w:rsidRDefault="00FE4EE9" w:rsidP="0050302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Замена водопроводных сетей и канализации (</w:t>
            </w:r>
            <w:r>
              <w:rPr>
                <w:rFonts w:ascii="Times New Roman" w:hAnsi="Times New Roman"/>
                <w:sz w:val="26"/>
                <w:szCs w:val="26"/>
              </w:rPr>
              <w:t>внутренние работы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 xml:space="preserve">) </w:t>
            </w:r>
          </w:p>
          <w:p w:rsidR="00FE4EE9" w:rsidRPr="001E1152" w:rsidRDefault="00FE4EE9" w:rsidP="0050302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(МБДОУ «Д/с № 7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>»)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FE4EE9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300,00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FE4EE9" w:rsidRPr="001E1152" w:rsidTr="004E5902">
        <w:trPr>
          <w:trHeight w:val="20"/>
        </w:trPr>
        <w:tc>
          <w:tcPr>
            <w:tcW w:w="1062" w:type="dxa"/>
            <w:shd w:val="clear" w:color="000000" w:fill="FFFFFF"/>
            <w:vAlign w:val="center"/>
          </w:tcPr>
          <w:p w:rsidR="00FE4EE9" w:rsidRPr="001E1152" w:rsidRDefault="00FE4EE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  <w:vAlign w:val="bottom"/>
          </w:tcPr>
          <w:p w:rsidR="00FE4EE9" w:rsidRPr="001E1152" w:rsidRDefault="00FE4EE9" w:rsidP="00FB5583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Подводка горячей воды к умывальной раковине персонала, оборудование душевых поддонов в умывальной зоне </w:t>
            </w:r>
          </w:p>
          <w:p w:rsidR="00FE4EE9" w:rsidRPr="001E1152" w:rsidRDefault="00FE4EE9" w:rsidP="00FB5583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(МБДОУ «Детский сад № 1»; </w:t>
            </w:r>
          </w:p>
          <w:p w:rsidR="00FE4EE9" w:rsidRPr="001E1152" w:rsidRDefault="00FE4EE9" w:rsidP="00FB5583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МБДОУ «ЦРР-Детский сад № 5»; </w:t>
            </w:r>
          </w:p>
          <w:p w:rsidR="00FE4EE9" w:rsidRPr="001E1152" w:rsidRDefault="00FE4EE9" w:rsidP="00FB5583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МБДОУ «ЦРР-Детский сад № 12»)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FE4EE9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FE4EE9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FE4EE9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50,00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FE4EE9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FE4EE9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FE4EE9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150,00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FE4EE9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FE4EE9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FE4EE9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FE4EE9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150,00  </w:t>
            </w:r>
          </w:p>
        </w:tc>
      </w:tr>
      <w:tr w:rsidR="00FE4EE9" w:rsidRPr="001E1152" w:rsidTr="004E5902">
        <w:trPr>
          <w:trHeight w:val="20"/>
        </w:trPr>
        <w:tc>
          <w:tcPr>
            <w:tcW w:w="1062" w:type="dxa"/>
            <w:shd w:val="clear" w:color="000000" w:fill="FFFFFF"/>
            <w:vAlign w:val="center"/>
          </w:tcPr>
          <w:p w:rsidR="00FE4EE9" w:rsidRPr="001E1152" w:rsidRDefault="00FE4EE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FE4EE9" w:rsidRPr="001E1152" w:rsidRDefault="00FE4EE9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Установка теневых навесов </w:t>
            </w:r>
          </w:p>
          <w:p w:rsidR="00FE4EE9" w:rsidRPr="001E1152" w:rsidRDefault="00FE4EE9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(МБДОУ «ЦРР-Детский сад № 5») 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900,00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900,00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900,00  </w:t>
            </w:r>
          </w:p>
        </w:tc>
      </w:tr>
      <w:tr w:rsidR="00FE4EE9" w:rsidRPr="001E1152" w:rsidTr="004E5902">
        <w:trPr>
          <w:trHeight w:val="20"/>
        </w:trPr>
        <w:tc>
          <w:tcPr>
            <w:tcW w:w="1062" w:type="dxa"/>
            <w:shd w:val="clear" w:color="000000" w:fill="FFFFFF"/>
            <w:vAlign w:val="center"/>
          </w:tcPr>
          <w:p w:rsidR="00FE4EE9" w:rsidRPr="001E1152" w:rsidRDefault="00FE4EE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FE4EE9" w:rsidRDefault="00FE4EE9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Устройство асфальтобетонного покрытия территории</w:t>
            </w:r>
            <w:r>
              <w:rPr>
                <w:rFonts w:ascii="Times New Roman" w:hAnsi="Times New Roman"/>
                <w:sz w:val="26"/>
                <w:szCs w:val="26"/>
              </w:rPr>
              <w:t>, всего</w:t>
            </w:r>
          </w:p>
          <w:p w:rsidR="00FE4EE9" w:rsidRPr="001E1152" w:rsidRDefault="00FE4EE9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т.ч.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FE4EE9" w:rsidRPr="001E1152" w:rsidRDefault="00FE4EE9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(МБДОУ «ЦРР-Детский сад № 12»;</w:t>
            </w:r>
          </w:p>
          <w:p w:rsidR="00FE4EE9" w:rsidRDefault="00FE4EE9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МБДОУ «Детский сад № 1»</w:t>
            </w:r>
          </w:p>
          <w:p w:rsidR="00FE4EE9" w:rsidRDefault="00FE4EE9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МБДОУ «ЦРР-Детский сад № 10»;</w:t>
            </w:r>
          </w:p>
          <w:p w:rsidR="00FE4EE9" w:rsidRPr="001E1152" w:rsidRDefault="00FE4EE9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МБДОУ «Детский сад № 6»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645,00</w:t>
            </w:r>
          </w:p>
          <w:p w:rsidR="00FE4EE9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FE4EE9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FE4EE9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495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>,00</w:t>
            </w:r>
          </w:p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150,00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900,00</w:t>
            </w:r>
          </w:p>
          <w:p w:rsidR="00FE4EE9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FE4EE9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FE4EE9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FE4EE9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900,00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183,00</w:t>
            </w:r>
          </w:p>
          <w:p w:rsidR="00FE4EE9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FE4EE9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FE4EE9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FE4EE9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FE4EE9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183,00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</w:tc>
      </w:tr>
      <w:tr w:rsidR="00FE4EE9" w:rsidRPr="001E1152" w:rsidTr="004E5902">
        <w:trPr>
          <w:trHeight w:val="20"/>
        </w:trPr>
        <w:tc>
          <w:tcPr>
            <w:tcW w:w="1062" w:type="dxa"/>
            <w:shd w:val="clear" w:color="000000" w:fill="FFFFFF"/>
            <w:vAlign w:val="center"/>
          </w:tcPr>
          <w:p w:rsidR="00FE4EE9" w:rsidRPr="001E1152" w:rsidRDefault="00FE4EE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  <w:vAlign w:val="bottom"/>
          </w:tcPr>
          <w:p w:rsidR="00FE4EE9" w:rsidRPr="001E1152" w:rsidRDefault="00FE4EE9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Ремонт металлического ограждения территории </w:t>
            </w:r>
          </w:p>
          <w:p w:rsidR="00FE4EE9" w:rsidRPr="001E1152" w:rsidRDefault="00FE4EE9" w:rsidP="00636BFA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(МБДОУ «ЦРР-Детский сад № 10»; </w:t>
            </w:r>
          </w:p>
          <w:p w:rsidR="00FE4EE9" w:rsidRDefault="00FE4EE9" w:rsidP="00636BF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МБДОУ «ЦРР-Детский сад № 5»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FE4EE9" w:rsidRPr="001E1152" w:rsidRDefault="00FE4EE9" w:rsidP="00636BF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МБДОУ «ЦРР-Детский сад № 4»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FE4EE9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FE4EE9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92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FE4EE9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FE4EE9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1300,00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FE4EE9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FE4EE9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FE4EE9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900,00  </w:t>
            </w:r>
          </w:p>
        </w:tc>
      </w:tr>
      <w:tr w:rsidR="00FE4EE9" w:rsidRPr="001E1152" w:rsidTr="004E5902">
        <w:trPr>
          <w:trHeight w:val="20"/>
        </w:trPr>
        <w:tc>
          <w:tcPr>
            <w:tcW w:w="1062" w:type="dxa"/>
            <w:shd w:val="clear" w:color="000000" w:fill="FFFFFF"/>
            <w:vAlign w:val="center"/>
          </w:tcPr>
          <w:p w:rsidR="00FE4EE9" w:rsidRPr="001E1152" w:rsidRDefault="00FE4EE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  <w:vAlign w:val="bottom"/>
          </w:tcPr>
          <w:p w:rsidR="00FE4EE9" w:rsidRPr="001E1152" w:rsidRDefault="00FE4EE9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Установка металлических дверей 1 степени </w:t>
            </w:r>
          </w:p>
          <w:p w:rsidR="00FE4EE9" w:rsidRPr="001E1152" w:rsidRDefault="00FE4EE9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(МБДОУ «ЦРР-Детский сад № 5»;</w:t>
            </w:r>
          </w:p>
          <w:p w:rsidR="00FE4EE9" w:rsidRPr="001E1152" w:rsidRDefault="00FE4EE9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МБДОУ «Детский сад № 6»;</w:t>
            </w:r>
          </w:p>
          <w:p w:rsidR="00FE4EE9" w:rsidRPr="001E1152" w:rsidRDefault="00FE4EE9" w:rsidP="0050302C">
            <w:pPr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МБДОУ «ЦРР-Детский сад № 4»)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120,00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30,00  </w:t>
            </w:r>
          </w:p>
        </w:tc>
      </w:tr>
      <w:tr w:rsidR="00FE4EE9" w:rsidRPr="001E1152" w:rsidTr="004E5902">
        <w:trPr>
          <w:trHeight w:val="20"/>
        </w:trPr>
        <w:tc>
          <w:tcPr>
            <w:tcW w:w="1062" w:type="dxa"/>
            <w:shd w:val="clear" w:color="000000" w:fill="FFFFFF"/>
            <w:vAlign w:val="center"/>
          </w:tcPr>
          <w:p w:rsidR="00FE4EE9" w:rsidRPr="001E1152" w:rsidRDefault="00FE4EE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  <w:vAlign w:val="bottom"/>
          </w:tcPr>
          <w:p w:rsidR="00FE4EE9" w:rsidRPr="001E1152" w:rsidRDefault="00FE4EE9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Установка систем внутреннего видеонаблюдения</w:t>
            </w:r>
          </w:p>
          <w:p w:rsidR="00FE4EE9" w:rsidRPr="001E1152" w:rsidRDefault="00FE4EE9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 (МБДОУ «ЦРР-Детский сад № 10»; </w:t>
            </w:r>
          </w:p>
          <w:p w:rsidR="00FE4EE9" w:rsidRPr="001E1152" w:rsidRDefault="00FE4EE9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МБДОУ «ЦРР-Детский сад № 12»; </w:t>
            </w:r>
          </w:p>
          <w:p w:rsidR="00FE4EE9" w:rsidRPr="001E1152" w:rsidRDefault="00FE4EE9" w:rsidP="0050302C">
            <w:pPr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МБДОУ «Детский сад № 1»)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500,00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200,00  </w:t>
            </w:r>
          </w:p>
        </w:tc>
      </w:tr>
      <w:tr w:rsidR="00FE4EE9" w:rsidRPr="001E1152" w:rsidTr="004E5902">
        <w:trPr>
          <w:trHeight w:val="20"/>
        </w:trPr>
        <w:tc>
          <w:tcPr>
            <w:tcW w:w="1062" w:type="dxa"/>
            <w:shd w:val="clear" w:color="000000" w:fill="FFFFFF"/>
            <w:vAlign w:val="center"/>
          </w:tcPr>
          <w:p w:rsidR="00FE4EE9" w:rsidRPr="001E1152" w:rsidRDefault="00FE4EE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FE4EE9" w:rsidRPr="00191FA2" w:rsidRDefault="00FE4EE9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91FA2">
              <w:rPr>
                <w:rFonts w:ascii="Times New Roman" w:hAnsi="Times New Roman"/>
                <w:sz w:val="26"/>
                <w:szCs w:val="26"/>
              </w:rPr>
              <w:t xml:space="preserve">Установка искусственного освещения на территории детских садов </w:t>
            </w:r>
          </w:p>
          <w:p w:rsidR="00FE4EE9" w:rsidRPr="00191FA2" w:rsidRDefault="00FE4EE9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91FA2">
              <w:rPr>
                <w:rFonts w:ascii="Times New Roman" w:hAnsi="Times New Roman"/>
                <w:sz w:val="26"/>
                <w:szCs w:val="26"/>
              </w:rPr>
              <w:t>(Все дошкольные учреждения (постепенно))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91FA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FE4EE9" w:rsidRPr="00191FA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FE4EE9" w:rsidRPr="00191FA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FE4EE9" w:rsidRPr="00191FA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FE4EE9" w:rsidRPr="00191FA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FE4EE9" w:rsidRPr="00191FA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91FA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91FA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91FA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191FA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91FA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FE4EE9" w:rsidRPr="001E1152" w:rsidTr="004E5902">
        <w:trPr>
          <w:trHeight w:val="20"/>
        </w:trPr>
        <w:tc>
          <w:tcPr>
            <w:tcW w:w="1062" w:type="dxa"/>
            <w:shd w:val="clear" w:color="000000" w:fill="FFFFFF"/>
            <w:vAlign w:val="center"/>
          </w:tcPr>
          <w:p w:rsidR="00FE4EE9" w:rsidRPr="001E1152" w:rsidRDefault="00FE4EE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FE4EE9" w:rsidRDefault="00FE4EE9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8E39FC">
              <w:rPr>
                <w:rFonts w:ascii="Times New Roman" w:hAnsi="Times New Roman"/>
                <w:sz w:val="26"/>
                <w:szCs w:val="26"/>
              </w:rPr>
              <w:t>Замена окон, входных дверей</w:t>
            </w:r>
            <w:r>
              <w:rPr>
                <w:rFonts w:ascii="Times New Roman" w:hAnsi="Times New Roman"/>
                <w:sz w:val="26"/>
                <w:szCs w:val="26"/>
              </w:rPr>
              <w:t>, всего</w:t>
            </w:r>
            <w:r w:rsidRPr="008E39FC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FE4EE9" w:rsidRPr="008E39FC" w:rsidRDefault="00FE4EE9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т.ч.</w:t>
            </w:r>
          </w:p>
          <w:p w:rsidR="00FE4EE9" w:rsidRDefault="00FE4EE9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8E39FC">
              <w:rPr>
                <w:rFonts w:ascii="Times New Roman" w:hAnsi="Times New Roman"/>
                <w:sz w:val="26"/>
                <w:szCs w:val="26"/>
              </w:rPr>
              <w:t>(МБ</w:t>
            </w:r>
            <w:r>
              <w:rPr>
                <w:rFonts w:ascii="Times New Roman" w:hAnsi="Times New Roman"/>
                <w:sz w:val="26"/>
                <w:szCs w:val="26"/>
              </w:rPr>
              <w:t>Д</w:t>
            </w:r>
            <w:r w:rsidRPr="008E39FC">
              <w:rPr>
                <w:rFonts w:ascii="Times New Roman" w:hAnsi="Times New Roman"/>
                <w:sz w:val="26"/>
                <w:szCs w:val="26"/>
              </w:rPr>
              <w:t>ОУ «ЦРР-д/с № 5»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FE4EE9" w:rsidRDefault="00FE4EE9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МБДОУ «Д/с № 6»;</w:t>
            </w:r>
          </w:p>
          <w:p w:rsidR="00FE4EE9" w:rsidRDefault="00FE4EE9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МБДОУ «Д/С № 7»;</w:t>
            </w:r>
          </w:p>
          <w:p w:rsidR="00FE4EE9" w:rsidRDefault="00FE4EE9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МБДОУ «ЦРР д/с № 10»;</w:t>
            </w:r>
          </w:p>
          <w:p w:rsidR="00FE4EE9" w:rsidRPr="008E39FC" w:rsidRDefault="00FE4EE9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МБДОУ «ЦРР д/с № 12)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8E39FC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FE4EE9" w:rsidRPr="008E39FC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FE4EE9" w:rsidRPr="008E39FC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FE4EE9" w:rsidRPr="008E39FC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FE4EE9" w:rsidRPr="008E39FC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FE4EE9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651,10</w:t>
            </w:r>
          </w:p>
          <w:p w:rsidR="00FE4EE9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FE4EE9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233,50</w:t>
            </w:r>
          </w:p>
          <w:p w:rsidR="00FE4EE9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80,00</w:t>
            </w:r>
          </w:p>
          <w:p w:rsidR="00FE4EE9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100,00</w:t>
            </w:r>
          </w:p>
          <w:p w:rsidR="00FE4EE9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155,60</w:t>
            </w:r>
          </w:p>
          <w:p w:rsidR="00FE4EE9" w:rsidRPr="008E39FC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82,00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454,80</w:t>
            </w:r>
          </w:p>
          <w:p w:rsidR="00FE4EE9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FE4EE9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154,80</w:t>
            </w:r>
          </w:p>
          <w:p w:rsidR="00FE4EE9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FE4EE9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100,00</w:t>
            </w:r>
          </w:p>
          <w:p w:rsidR="00FE4EE9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100,00</w:t>
            </w:r>
          </w:p>
          <w:p w:rsidR="00FE4EE9" w:rsidRPr="008E39FC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100,00</w:t>
            </w:r>
          </w:p>
          <w:p w:rsidR="00FE4EE9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FE4EE9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FE4EE9" w:rsidRPr="008E39FC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100,00</w:t>
            </w:r>
          </w:p>
        </w:tc>
      </w:tr>
      <w:tr w:rsidR="00FE4EE9" w:rsidRPr="001E1152" w:rsidTr="004E5902">
        <w:trPr>
          <w:trHeight w:val="20"/>
        </w:trPr>
        <w:tc>
          <w:tcPr>
            <w:tcW w:w="1062" w:type="dxa"/>
            <w:shd w:val="clear" w:color="000000" w:fill="FFFFFF"/>
            <w:vAlign w:val="center"/>
          </w:tcPr>
          <w:p w:rsidR="00FE4EE9" w:rsidRPr="001E1152" w:rsidRDefault="00FE4EE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FE4EE9" w:rsidRPr="001A16B2" w:rsidRDefault="00FE4EE9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A16B2">
              <w:rPr>
                <w:rFonts w:ascii="Times New Roman" w:hAnsi="Times New Roman"/>
                <w:sz w:val="26"/>
                <w:szCs w:val="26"/>
              </w:rPr>
              <w:t>Установка теплоотражающих экранов на отопительные приборы</w:t>
            </w:r>
          </w:p>
          <w:p w:rsidR="00FE4EE9" w:rsidRPr="001A16B2" w:rsidRDefault="00FE4EE9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A16B2">
              <w:rPr>
                <w:rFonts w:ascii="Times New Roman" w:hAnsi="Times New Roman"/>
                <w:sz w:val="26"/>
                <w:szCs w:val="26"/>
              </w:rPr>
              <w:t>(МБДОУ «Д/с № 6»)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FA49FC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FE4EE9" w:rsidRPr="00FA49FC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FE4EE9" w:rsidRPr="00FA49FC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FE4EE9" w:rsidRPr="00FA49FC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FE4EE9" w:rsidRPr="00FA49FC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FE4EE9" w:rsidRPr="001A16B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A16B2">
              <w:rPr>
                <w:rFonts w:ascii="Times New Roman" w:hAnsi="Times New Roman"/>
                <w:sz w:val="26"/>
                <w:szCs w:val="26"/>
              </w:rPr>
              <w:t>14,00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A16B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1A16B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FE4EE9" w:rsidRPr="001E1152" w:rsidTr="004E5902">
        <w:trPr>
          <w:trHeight w:val="20"/>
        </w:trPr>
        <w:tc>
          <w:tcPr>
            <w:tcW w:w="1062" w:type="dxa"/>
            <w:shd w:val="clear" w:color="000000" w:fill="FFFFFF"/>
          </w:tcPr>
          <w:p w:rsidR="00FE4EE9" w:rsidRPr="001E1152" w:rsidRDefault="00FE4EE9" w:rsidP="00E72D0D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1.5</w:t>
            </w:r>
          </w:p>
        </w:tc>
        <w:tc>
          <w:tcPr>
            <w:tcW w:w="4666" w:type="dxa"/>
            <w:shd w:val="clear" w:color="000000" w:fill="FFFFFF"/>
          </w:tcPr>
          <w:p w:rsidR="00FE4EE9" w:rsidRPr="001E1152" w:rsidRDefault="00FE4EE9" w:rsidP="00E72D0D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 xml:space="preserve">Субсидии из местного бюджета муниципальным дошкольным образовательным учреждениям Дальнереченского городского округа на модернизацию материально-технической базы дошкольных образовательных учреждений 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0701</w:t>
            </w: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172E3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05 1 2016</w:t>
            </w: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600</w:t>
            </w:r>
            <w:r w:rsidRPr="001E1152">
              <w:rPr>
                <w:rFonts w:ascii="Times New Roman" w:hAnsi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08451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665</w:t>
            </w: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 xml:space="preserve">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8D705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1770</w:t>
            </w: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 xml:space="preserve">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1E1152" w:rsidRDefault="00FE4EE9" w:rsidP="0008451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 xml:space="preserve">2177,00  </w:t>
            </w:r>
          </w:p>
        </w:tc>
      </w:tr>
      <w:tr w:rsidR="00FE4EE9" w:rsidRPr="001E1152" w:rsidTr="004E5902">
        <w:trPr>
          <w:trHeight w:val="20"/>
        </w:trPr>
        <w:tc>
          <w:tcPr>
            <w:tcW w:w="1062" w:type="dxa"/>
            <w:shd w:val="clear" w:color="000000" w:fill="FFFFFF"/>
            <w:vAlign w:val="center"/>
          </w:tcPr>
          <w:p w:rsidR="00FE4EE9" w:rsidRPr="001E1152" w:rsidRDefault="00FE4EE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  <w:vAlign w:val="bottom"/>
          </w:tcPr>
          <w:p w:rsidR="00FE4EE9" w:rsidRDefault="00FE4EE9" w:rsidP="001E115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Приобретение технологического оборудования </w:t>
            </w:r>
          </w:p>
          <w:p w:rsidR="00FE4EE9" w:rsidRPr="001E1152" w:rsidRDefault="00FE4EE9" w:rsidP="001E115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(Все дошкольные учреждения (постепенно))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Cs/>
                <w:sz w:val="26"/>
                <w:szCs w:val="26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Cs/>
                <w:sz w:val="26"/>
                <w:szCs w:val="26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 xml:space="preserve">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8D705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4</w:t>
            </w:r>
            <w:r>
              <w:rPr>
                <w:rFonts w:ascii="Times New Roman" w:hAnsi="Times New Roman"/>
                <w:sz w:val="26"/>
                <w:szCs w:val="26"/>
              </w:rPr>
              <w:t>00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 xml:space="preserve">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550,00  </w:t>
            </w:r>
          </w:p>
        </w:tc>
      </w:tr>
      <w:tr w:rsidR="00FE4EE9" w:rsidRPr="001E1152" w:rsidTr="004E5902">
        <w:trPr>
          <w:trHeight w:val="20"/>
        </w:trPr>
        <w:tc>
          <w:tcPr>
            <w:tcW w:w="1062" w:type="dxa"/>
            <w:shd w:val="clear" w:color="000000" w:fill="FFFFFF"/>
            <w:vAlign w:val="center"/>
          </w:tcPr>
          <w:p w:rsidR="00FE4EE9" w:rsidRPr="001E1152" w:rsidRDefault="00FE4EE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  <w:vAlign w:val="bottom"/>
          </w:tcPr>
          <w:p w:rsidR="00FE4EE9" w:rsidRDefault="00FE4EE9" w:rsidP="0053632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Приобретение медицинского оборудования </w:t>
            </w:r>
          </w:p>
          <w:p w:rsidR="00FE4EE9" w:rsidRPr="001E1152" w:rsidRDefault="00FE4EE9" w:rsidP="0053632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(Все дошкольные учреждения (постепенно))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44,00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6,00  </w:t>
            </w:r>
          </w:p>
        </w:tc>
      </w:tr>
      <w:tr w:rsidR="00FE4EE9" w:rsidRPr="001E1152" w:rsidTr="004E5902">
        <w:trPr>
          <w:trHeight w:val="20"/>
        </w:trPr>
        <w:tc>
          <w:tcPr>
            <w:tcW w:w="1062" w:type="dxa"/>
            <w:shd w:val="clear" w:color="000000" w:fill="FFFFFF"/>
            <w:vAlign w:val="center"/>
          </w:tcPr>
          <w:p w:rsidR="00FE4EE9" w:rsidRPr="001E1152" w:rsidRDefault="00FE4EE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  <w:vAlign w:val="bottom"/>
          </w:tcPr>
          <w:p w:rsidR="00FE4EE9" w:rsidRPr="001E1152" w:rsidRDefault="00FE4EE9" w:rsidP="0053632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Приобретение спортивного инвентаря </w:t>
            </w:r>
          </w:p>
          <w:p w:rsidR="00FE4EE9" w:rsidRPr="001E1152" w:rsidRDefault="00FE4EE9" w:rsidP="0053632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(Все дошкольные учреждения (постепенно))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 xml:space="preserve">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 xml:space="preserve">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15,00  </w:t>
            </w:r>
          </w:p>
        </w:tc>
      </w:tr>
      <w:tr w:rsidR="00FE4EE9" w:rsidRPr="001E1152" w:rsidTr="004E5902">
        <w:trPr>
          <w:trHeight w:val="20"/>
        </w:trPr>
        <w:tc>
          <w:tcPr>
            <w:tcW w:w="1062" w:type="dxa"/>
            <w:shd w:val="clear" w:color="000000" w:fill="FFFFFF"/>
            <w:vAlign w:val="center"/>
          </w:tcPr>
          <w:p w:rsidR="00FE4EE9" w:rsidRPr="001E1152" w:rsidRDefault="00FE4EE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  <w:vAlign w:val="bottom"/>
          </w:tcPr>
          <w:p w:rsidR="00FE4EE9" w:rsidRPr="001E1152" w:rsidRDefault="00FE4EE9" w:rsidP="0053632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Приобретение детской ростовой мебели </w:t>
            </w:r>
          </w:p>
          <w:p w:rsidR="00FE4EE9" w:rsidRPr="001E1152" w:rsidRDefault="00FE4EE9" w:rsidP="0053632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(Все дошкольные учреждения (постепенно))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 xml:space="preserve">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8D705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631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 xml:space="preserve">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940,00  </w:t>
            </w:r>
          </w:p>
        </w:tc>
      </w:tr>
      <w:tr w:rsidR="00FE4EE9" w:rsidRPr="001E1152" w:rsidTr="004E5902">
        <w:trPr>
          <w:trHeight w:val="20"/>
        </w:trPr>
        <w:tc>
          <w:tcPr>
            <w:tcW w:w="1062" w:type="dxa"/>
            <w:shd w:val="clear" w:color="000000" w:fill="FFFFFF"/>
            <w:vAlign w:val="center"/>
          </w:tcPr>
          <w:p w:rsidR="00FE4EE9" w:rsidRPr="001E1152" w:rsidRDefault="00FE4EE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  <w:vAlign w:val="bottom"/>
          </w:tcPr>
          <w:p w:rsidR="00FE4EE9" w:rsidRPr="001E1152" w:rsidRDefault="00FE4EE9" w:rsidP="00A343A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Приобретение кухонной утвари </w:t>
            </w:r>
          </w:p>
          <w:p w:rsidR="00FE4EE9" w:rsidRPr="001E1152" w:rsidRDefault="00FE4EE9" w:rsidP="00A343A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(Все дошкольные учреждения (постепенно))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220,00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220,00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220,00  </w:t>
            </w:r>
          </w:p>
        </w:tc>
      </w:tr>
      <w:tr w:rsidR="00FE4EE9" w:rsidRPr="001E1152" w:rsidTr="004E5902">
        <w:trPr>
          <w:trHeight w:val="20"/>
        </w:trPr>
        <w:tc>
          <w:tcPr>
            <w:tcW w:w="1062" w:type="dxa"/>
            <w:shd w:val="clear" w:color="000000" w:fill="FFFFFF"/>
            <w:vAlign w:val="center"/>
          </w:tcPr>
          <w:p w:rsidR="00FE4EE9" w:rsidRPr="001E1152" w:rsidRDefault="00FE4EE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FE4EE9" w:rsidRPr="001E1152" w:rsidRDefault="00FE4EE9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Приобретение мягкого инвентаря </w:t>
            </w:r>
          </w:p>
          <w:p w:rsidR="00FE4EE9" w:rsidRPr="001E1152" w:rsidRDefault="00FE4EE9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(Все дошкольные учреждения (постепенно))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445,00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475,00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446,00  </w:t>
            </w:r>
          </w:p>
        </w:tc>
      </w:tr>
      <w:tr w:rsidR="00FE4EE9" w:rsidRPr="001E1152" w:rsidTr="004E5902">
        <w:trPr>
          <w:trHeight w:val="20"/>
        </w:trPr>
        <w:tc>
          <w:tcPr>
            <w:tcW w:w="1062" w:type="dxa"/>
            <w:shd w:val="clear" w:color="000000" w:fill="FFFFFF"/>
            <w:vAlign w:val="center"/>
          </w:tcPr>
          <w:p w:rsidR="00FE4EE9" w:rsidRPr="005B4CA8" w:rsidRDefault="00FE4EE9" w:rsidP="005B4CA8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5B4CA8">
              <w:rPr>
                <w:rFonts w:ascii="Times New Roman" w:hAnsi="Times New Roman"/>
                <w:b/>
                <w:sz w:val="26"/>
                <w:szCs w:val="26"/>
              </w:rPr>
              <w:t>1.6</w:t>
            </w:r>
          </w:p>
        </w:tc>
        <w:tc>
          <w:tcPr>
            <w:tcW w:w="4666" w:type="dxa"/>
            <w:shd w:val="clear" w:color="000000" w:fill="FFFFFF"/>
          </w:tcPr>
          <w:p w:rsidR="00FE4EE9" w:rsidRPr="005B4CA8" w:rsidRDefault="00FE4EE9" w:rsidP="00E72D0D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Субвенции на компенсацию части родительской платы за присмотр и уход за детьми в образовательных организациях, реализующих образовательную программу дошкольного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9D7EAA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9D7EAA">
              <w:rPr>
                <w:rFonts w:ascii="Times New Roman" w:hAnsi="Times New Roman"/>
                <w:b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FE4EE9" w:rsidRPr="009D7EAA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9D7EAA">
              <w:rPr>
                <w:rFonts w:ascii="Times New Roman" w:hAnsi="Times New Roman"/>
                <w:b/>
                <w:sz w:val="26"/>
                <w:szCs w:val="26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FE4EE9" w:rsidRPr="009D7EAA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9D7EAA">
              <w:rPr>
                <w:rFonts w:ascii="Times New Roman" w:hAnsi="Times New Roman"/>
                <w:b/>
                <w:sz w:val="26"/>
                <w:szCs w:val="26"/>
              </w:rPr>
              <w:t>1004</w:t>
            </w:r>
          </w:p>
        </w:tc>
        <w:tc>
          <w:tcPr>
            <w:tcW w:w="1276" w:type="dxa"/>
            <w:shd w:val="clear" w:color="000000" w:fill="FFFFFF"/>
            <w:noWrap/>
          </w:tcPr>
          <w:p w:rsidR="00FE4EE9" w:rsidRPr="009D7EAA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9D7EAA">
              <w:rPr>
                <w:rFonts w:ascii="Times New Roman" w:hAnsi="Times New Roman"/>
                <w:b/>
                <w:sz w:val="26"/>
                <w:szCs w:val="26"/>
              </w:rPr>
              <w:t>05 1 9309</w:t>
            </w:r>
          </w:p>
        </w:tc>
        <w:tc>
          <w:tcPr>
            <w:tcW w:w="709" w:type="dxa"/>
            <w:shd w:val="clear" w:color="000000" w:fill="FFFFFF"/>
            <w:noWrap/>
          </w:tcPr>
          <w:p w:rsidR="00FE4EE9" w:rsidRPr="009D7EAA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9D7EAA">
              <w:rPr>
                <w:rFonts w:ascii="Times New Roman" w:hAnsi="Times New Roman"/>
                <w:b/>
                <w:sz w:val="26"/>
                <w:szCs w:val="26"/>
              </w:rPr>
              <w:t>300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8D79EF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8D79EF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8D79EF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8D79EF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8D79EF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8D79EF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</w:tr>
      <w:tr w:rsidR="00FE4EE9" w:rsidRPr="001E1152" w:rsidTr="004E5902">
        <w:trPr>
          <w:trHeight w:val="20"/>
        </w:trPr>
        <w:tc>
          <w:tcPr>
            <w:tcW w:w="1062" w:type="dxa"/>
            <w:shd w:val="clear" w:color="000000" w:fill="FFFFFF"/>
            <w:vAlign w:val="center"/>
          </w:tcPr>
          <w:p w:rsidR="00FE4EE9" w:rsidRPr="005B4CA8" w:rsidRDefault="00FE4EE9" w:rsidP="005B4CA8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1.7</w:t>
            </w:r>
          </w:p>
        </w:tc>
        <w:tc>
          <w:tcPr>
            <w:tcW w:w="4666" w:type="dxa"/>
            <w:shd w:val="clear" w:color="000000" w:fill="FFFFFF"/>
          </w:tcPr>
          <w:p w:rsidR="00FE4EE9" w:rsidRPr="005B4CA8" w:rsidRDefault="00FE4EE9" w:rsidP="00E72D0D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Исполнение судебных актов Российской Федерации и мировых соглашений по возмещению вреда, причинённого в результате незаконных действий (бездействия) муниципальных органов либо должностных полномочий этих органов, а также в результате деятельности казённых учреждений. Погашение кредиторской задолженности прошлых лет.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0701</w:t>
            </w:r>
          </w:p>
        </w:tc>
        <w:tc>
          <w:tcPr>
            <w:tcW w:w="1276" w:type="dxa"/>
            <w:shd w:val="clear" w:color="000000" w:fill="FFFFFF"/>
            <w:noWrap/>
          </w:tcPr>
          <w:p w:rsidR="00FE4EE9" w:rsidRPr="009D7EAA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9D7EAA">
              <w:rPr>
                <w:rFonts w:ascii="Times New Roman" w:hAnsi="Times New Roman"/>
                <w:b/>
                <w:sz w:val="26"/>
                <w:szCs w:val="26"/>
              </w:rPr>
              <w:t>05 1 2046</w:t>
            </w:r>
          </w:p>
        </w:tc>
        <w:tc>
          <w:tcPr>
            <w:tcW w:w="709" w:type="dxa"/>
            <w:shd w:val="clear" w:color="000000" w:fill="FFFFFF"/>
            <w:noWrap/>
          </w:tcPr>
          <w:p w:rsidR="00FE4EE9" w:rsidRPr="009D7EAA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9D7EAA">
              <w:rPr>
                <w:rFonts w:ascii="Times New Roman" w:hAnsi="Times New Roman"/>
                <w:b/>
                <w:sz w:val="26"/>
                <w:szCs w:val="26"/>
              </w:rPr>
              <w:t>600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8D79EF" w:rsidRDefault="00FE4EE9" w:rsidP="00BC12F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3529,37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8D79EF" w:rsidRDefault="00FE4EE9" w:rsidP="00BC12F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8D79EF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8D79EF" w:rsidRDefault="00FE4EE9" w:rsidP="00BC12F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8D79EF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</w:tr>
      <w:tr w:rsidR="00FE4EE9" w:rsidRPr="001E1152" w:rsidTr="004E5902">
        <w:trPr>
          <w:trHeight w:val="20"/>
        </w:trPr>
        <w:tc>
          <w:tcPr>
            <w:tcW w:w="1062" w:type="dxa"/>
            <w:shd w:val="clear" w:color="000000" w:fill="FFFFFF"/>
          </w:tcPr>
          <w:p w:rsidR="00FE4EE9" w:rsidRPr="001E1152" w:rsidRDefault="00FE4EE9" w:rsidP="00E72D0D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>2.</w:t>
            </w:r>
          </w:p>
        </w:tc>
        <w:tc>
          <w:tcPr>
            <w:tcW w:w="4666" w:type="dxa"/>
            <w:shd w:val="clear" w:color="000000" w:fill="FFFFFF"/>
          </w:tcPr>
          <w:p w:rsidR="00FE4EE9" w:rsidRPr="001E1152" w:rsidRDefault="00FE4EE9" w:rsidP="00E72D0D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bCs/>
                <w:sz w:val="26"/>
                <w:szCs w:val="26"/>
              </w:rPr>
              <w:t>Подпрограмма "Развитие системы общего образования"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000</w:t>
            </w: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0000</w:t>
            </w: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05 2 0000</w:t>
            </w: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000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2A29C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41542,44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43946,81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46900,27</w:t>
            </w:r>
          </w:p>
        </w:tc>
      </w:tr>
      <w:tr w:rsidR="00FE4EE9" w:rsidRPr="001E1152" w:rsidTr="004E5902">
        <w:trPr>
          <w:trHeight w:val="20"/>
        </w:trPr>
        <w:tc>
          <w:tcPr>
            <w:tcW w:w="1062" w:type="dxa"/>
            <w:shd w:val="clear" w:color="000000" w:fill="FFFFFF"/>
          </w:tcPr>
          <w:p w:rsidR="00FE4EE9" w:rsidRPr="001E1152" w:rsidRDefault="00FE4EE9" w:rsidP="00E72D0D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2.1</w:t>
            </w:r>
          </w:p>
        </w:tc>
        <w:tc>
          <w:tcPr>
            <w:tcW w:w="4666" w:type="dxa"/>
            <w:shd w:val="clear" w:color="000000" w:fill="FFFFFF"/>
          </w:tcPr>
          <w:p w:rsidR="00FE4EE9" w:rsidRPr="001E1152" w:rsidRDefault="00FE4EE9" w:rsidP="0050302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>Субсидии из местного бюджета муниципальным общеобразовательным учреждениям Дальнереченского городского округа на организацию предоставления общедоступного начального общего, основного общего, среднего (полного) общего образования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0702</w:t>
            </w: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05 2 2014</w:t>
            </w: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600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32592,64</w:t>
            </w: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34123,70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36365,27</w:t>
            </w:r>
          </w:p>
        </w:tc>
      </w:tr>
      <w:tr w:rsidR="00FE4EE9" w:rsidRPr="001E1152" w:rsidTr="004E5902">
        <w:trPr>
          <w:trHeight w:val="20"/>
        </w:trPr>
        <w:tc>
          <w:tcPr>
            <w:tcW w:w="1062" w:type="dxa"/>
            <w:shd w:val="clear" w:color="000000" w:fill="FFFFFF"/>
          </w:tcPr>
          <w:p w:rsidR="00FE4EE9" w:rsidRPr="00DF7BC2" w:rsidRDefault="00FE4EE9" w:rsidP="00E72D0D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DF7BC2">
              <w:rPr>
                <w:rFonts w:ascii="Times New Roman" w:hAnsi="Times New Roman"/>
                <w:b/>
                <w:sz w:val="26"/>
                <w:szCs w:val="26"/>
              </w:rPr>
              <w:t>2.2</w:t>
            </w:r>
          </w:p>
        </w:tc>
        <w:tc>
          <w:tcPr>
            <w:tcW w:w="4666" w:type="dxa"/>
            <w:shd w:val="clear" w:color="000000" w:fill="FFFFFF"/>
          </w:tcPr>
          <w:p w:rsidR="00FE4EE9" w:rsidRPr="001E1152" w:rsidRDefault="00FE4EE9" w:rsidP="0050302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>Субвенции на реализацию дошкольного, общего и дополнительного образования в муниципальных общеобразовательных учреждениях по основным общеобразовательным программам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0702</w:t>
            </w: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05 2 9306</w:t>
            </w: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600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</w:tr>
      <w:tr w:rsidR="00FE4EE9" w:rsidRPr="001E1152" w:rsidTr="004E5902">
        <w:trPr>
          <w:trHeight w:val="20"/>
        </w:trPr>
        <w:tc>
          <w:tcPr>
            <w:tcW w:w="1062" w:type="dxa"/>
            <w:shd w:val="clear" w:color="000000" w:fill="FFFFFF"/>
          </w:tcPr>
          <w:p w:rsidR="00FE4EE9" w:rsidRPr="00DF7BC2" w:rsidRDefault="00FE4EE9" w:rsidP="00E72D0D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DF7BC2">
              <w:rPr>
                <w:rFonts w:ascii="Times New Roman" w:hAnsi="Times New Roman"/>
                <w:b/>
                <w:sz w:val="26"/>
                <w:szCs w:val="26"/>
              </w:rPr>
              <w:t>2.3</w:t>
            </w:r>
          </w:p>
        </w:tc>
        <w:tc>
          <w:tcPr>
            <w:tcW w:w="4666" w:type="dxa"/>
            <w:shd w:val="clear" w:color="000000" w:fill="FFFFFF"/>
          </w:tcPr>
          <w:p w:rsidR="00FE4EE9" w:rsidRPr="001E1152" w:rsidRDefault="00FE4EE9" w:rsidP="0050302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>Субвенции на обеспечение обучающихся в младших классах (1-4 включительно) бесплатным питанием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0702</w:t>
            </w: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05 2 9305</w:t>
            </w: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600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</w:tr>
      <w:tr w:rsidR="00FE4EE9" w:rsidRPr="001E1152" w:rsidTr="004E5902">
        <w:trPr>
          <w:trHeight w:val="20"/>
        </w:trPr>
        <w:tc>
          <w:tcPr>
            <w:tcW w:w="1062" w:type="dxa"/>
            <w:shd w:val="clear" w:color="000000" w:fill="FFFFFF"/>
          </w:tcPr>
          <w:p w:rsidR="00FE4EE9" w:rsidRPr="001E1152" w:rsidRDefault="00FE4EE9" w:rsidP="00E72D0D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2.4</w:t>
            </w:r>
          </w:p>
        </w:tc>
        <w:tc>
          <w:tcPr>
            <w:tcW w:w="4666" w:type="dxa"/>
            <w:shd w:val="clear" w:color="000000" w:fill="FFFFFF"/>
          </w:tcPr>
          <w:p w:rsidR="00FE4EE9" w:rsidRPr="001E1152" w:rsidRDefault="00FE4EE9" w:rsidP="0050302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>Субсидии из местного бюджета муниципальным общеобразовательным учреждениям Дальнереченского городского округа на проведение капитального и текущего ремонта зданий муниципальных общеобразовательных учреждений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, благоустройство территорий и организацию безопасности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0702</w:t>
            </w: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05 2 2015</w:t>
            </w: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600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8E33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3257,40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690BB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6692,11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1E1152" w:rsidRDefault="00FE4EE9" w:rsidP="005B5B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7353,00</w:t>
            </w:r>
          </w:p>
        </w:tc>
      </w:tr>
      <w:tr w:rsidR="00FE4EE9" w:rsidRPr="001E1152" w:rsidTr="004E5902">
        <w:trPr>
          <w:trHeight w:val="20"/>
        </w:trPr>
        <w:tc>
          <w:tcPr>
            <w:tcW w:w="1062" w:type="dxa"/>
            <w:shd w:val="clear" w:color="000000" w:fill="FFFFFF"/>
          </w:tcPr>
          <w:p w:rsidR="00FE4EE9" w:rsidRPr="001E1152" w:rsidRDefault="00FE4EE9" w:rsidP="00E72D0D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FE4EE9" w:rsidRPr="001E1152" w:rsidRDefault="00FE4EE9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Замена деревянных полов, покрытий из линолеума </w:t>
            </w:r>
          </w:p>
          <w:p w:rsidR="00FE4EE9" w:rsidRDefault="00FE4EE9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(</w:t>
            </w:r>
            <w:r>
              <w:rPr>
                <w:rFonts w:ascii="Times New Roman" w:hAnsi="Times New Roman"/>
                <w:sz w:val="26"/>
                <w:szCs w:val="26"/>
              </w:rPr>
              <w:t>МБОУ «СОШ № 6»;</w:t>
            </w:r>
          </w:p>
          <w:p w:rsidR="00FE4EE9" w:rsidRDefault="00FE4EE9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МБОУ «СОШ № 2»;</w:t>
            </w:r>
          </w:p>
          <w:p w:rsidR="00FE4EE9" w:rsidRPr="001E1152" w:rsidRDefault="00FE4EE9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МБОУ «СОШ № 5»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FE4EE9" w:rsidRDefault="00FE4EE9" w:rsidP="0050302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6"/>
                <w:szCs w:val="26"/>
              </w:rPr>
            </w:pPr>
          </w:p>
          <w:p w:rsidR="00FE4EE9" w:rsidRDefault="00FE4EE9" w:rsidP="0050302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6"/>
                <w:szCs w:val="26"/>
              </w:rPr>
            </w:pPr>
          </w:p>
          <w:p w:rsidR="00FE4EE9" w:rsidRPr="001E1152" w:rsidRDefault="00FE4EE9" w:rsidP="0050302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500,00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FE4EE9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FE4EE9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500,00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FE4EE9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FE4EE9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FE4EE9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500,00  </w:t>
            </w:r>
          </w:p>
        </w:tc>
      </w:tr>
      <w:tr w:rsidR="00FE4EE9" w:rsidRPr="001E1152" w:rsidTr="004E5902">
        <w:trPr>
          <w:trHeight w:val="20"/>
        </w:trPr>
        <w:tc>
          <w:tcPr>
            <w:tcW w:w="1062" w:type="dxa"/>
            <w:shd w:val="clear" w:color="000000" w:fill="FFFFFF"/>
          </w:tcPr>
          <w:p w:rsidR="00FE4EE9" w:rsidRPr="001E1152" w:rsidRDefault="00FE4EE9" w:rsidP="00E72D0D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FE4EE9" w:rsidRPr="001E1152" w:rsidRDefault="00FE4EE9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Ремонт пола в спортивном зале </w:t>
            </w:r>
          </w:p>
          <w:p w:rsidR="00FE4EE9" w:rsidRPr="001E1152" w:rsidRDefault="00FE4EE9" w:rsidP="0050302C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(</w:t>
            </w:r>
            <w:r w:rsidRPr="001E1152">
              <w:rPr>
                <w:rFonts w:ascii="Times New Roman" w:hAnsi="Times New Roman"/>
                <w:bCs/>
                <w:sz w:val="26"/>
                <w:szCs w:val="26"/>
              </w:rPr>
              <w:t>МБОУ Лицей»)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1000,00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FE4EE9" w:rsidRPr="001E1152" w:rsidTr="004E5902">
        <w:trPr>
          <w:trHeight w:val="20"/>
        </w:trPr>
        <w:tc>
          <w:tcPr>
            <w:tcW w:w="1062" w:type="dxa"/>
            <w:shd w:val="clear" w:color="000000" w:fill="FFFFFF"/>
          </w:tcPr>
          <w:p w:rsidR="00FE4EE9" w:rsidRPr="001E1152" w:rsidRDefault="00FE4EE9" w:rsidP="00E72D0D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FE4EE9" w:rsidRDefault="00FE4EE9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Замена оконных блоков, всего</w:t>
            </w:r>
          </w:p>
          <w:p w:rsidR="00FE4EE9" w:rsidRDefault="00FE4EE9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том числе</w:t>
            </w:r>
          </w:p>
          <w:p w:rsidR="00FE4EE9" w:rsidRDefault="00FE4EE9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(МБОУ «СОШ № 3»</w:t>
            </w:r>
          </w:p>
          <w:p w:rsidR="00FE4EE9" w:rsidRDefault="00FE4EE9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МБОУ «СОШ № 5»</w:t>
            </w:r>
          </w:p>
          <w:p w:rsidR="00FE4EE9" w:rsidRPr="001E1152" w:rsidRDefault="00FE4EE9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МБОУ «СОШ № 6»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FE4EE9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342,30</w:t>
            </w:r>
          </w:p>
          <w:p w:rsidR="00FE4EE9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FE4EE9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142,30</w:t>
            </w:r>
          </w:p>
          <w:p w:rsidR="00FE4EE9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100,00</w:t>
            </w:r>
          </w:p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100,00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300,00</w:t>
            </w:r>
          </w:p>
          <w:p w:rsidR="00FE4EE9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FE4EE9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100,00</w:t>
            </w:r>
          </w:p>
          <w:p w:rsidR="00FE4EE9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100,00</w:t>
            </w:r>
          </w:p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FE4EE9" w:rsidRPr="001E1152" w:rsidTr="004E5902">
        <w:trPr>
          <w:trHeight w:val="20"/>
        </w:trPr>
        <w:tc>
          <w:tcPr>
            <w:tcW w:w="1062" w:type="dxa"/>
            <w:shd w:val="clear" w:color="000000" w:fill="FFFFFF"/>
          </w:tcPr>
          <w:p w:rsidR="00FE4EE9" w:rsidRPr="001E1152" w:rsidRDefault="00FE4EE9" w:rsidP="00E72D0D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  <w:vAlign w:val="bottom"/>
          </w:tcPr>
          <w:p w:rsidR="00FE4EE9" w:rsidRDefault="00FE4EE9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Остекление оконных переплетов</w:t>
            </w:r>
            <w:r>
              <w:rPr>
                <w:rFonts w:ascii="Times New Roman" w:hAnsi="Times New Roman"/>
                <w:sz w:val="26"/>
                <w:szCs w:val="26"/>
              </w:rPr>
              <w:t>, утепление окон, входных дверей, всего</w:t>
            </w:r>
          </w:p>
          <w:p w:rsidR="00FE4EE9" w:rsidRPr="001E1152" w:rsidRDefault="00FE4EE9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т.ч.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FE4EE9" w:rsidRDefault="00FE4EE9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(</w:t>
            </w:r>
            <w:r>
              <w:rPr>
                <w:rFonts w:ascii="Times New Roman" w:hAnsi="Times New Roman"/>
                <w:sz w:val="26"/>
                <w:szCs w:val="26"/>
              </w:rPr>
              <w:t>МБОУ «ООШ № 12»</w:t>
            </w:r>
          </w:p>
          <w:p w:rsidR="00FE4EE9" w:rsidRPr="001E1152" w:rsidRDefault="00FE4EE9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МБОУ «Лицей»</w:t>
            </w:r>
          </w:p>
          <w:p w:rsidR="00FE4EE9" w:rsidRPr="001E1152" w:rsidRDefault="00FE4EE9" w:rsidP="00D6621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МБОУ «СОШ № </w:t>
            </w:r>
            <w:r>
              <w:rPr>
                <w:rFonts w:ascii="Times New Roman" w:hAnsi="Times New Roman"/>
                <w:sz w:val="26"/>
                <w:szCs w:val="26"/>
              </w:rPr>
              <w:t>6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>»)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FE4EE9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FE4EE9" w:rsidRDefault="00FE4EE9" w:rsidP="00A44F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35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  </w:t>
            </w:r>
          </w:p>
          <w:p w:rsidR="00FE4EE9" w:rsidRDefault="00FE4EE9" w:rsidP="00A44F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FE4EE9" w:rsidRPr="001E1152" w:rsidRDefault="00FE4EE9" w:rsidP="00A44F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35,10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FE4EE9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272,11</w:t>
            </w:r>
          </w:p>
          <w:p w:rsidR="00FE4EE9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FE4EE9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100,00</w:t>
            </w:r>
          </w:p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172,11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FE4EE9" w:rsidRPr="001E1152" w:rsidTr="004E5902">
        <w:trPr>
          <w:trHeight w:val="20"/>
        </w:trPr>
        <w:tc>
          <w:tcPr>
            <w:tcW w:w="1062" w:type="dxa"/>
            <w:shd w:val="clear" w:color="000000" w:fill="FFFFFF"/>
          </w:tcPr>
          <w:p w:rsidR="00FE4EE9" w:rsidRPr="001E1152" w:rsidRDefault="00FE4EE9" w:rsidP="00E72D0D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FE4EE9" w:rsidRPr="001E1152" w:rsidRDefault="00FE4EE9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Оборудование закрывающихся кабин без запоров в туалетных комнатах </w:t>
            </w:r>
          </w:p>
          <w:p w:rsidR="00FE4EE9" w:rsidRPr="001E1152" w:rsidRDefault="00FE4EE9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(МБОУ «СОШ № 2»)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300,00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300,00  </w:t>
            </w:r>
          </w:p>
        </w:tc>
      </w:tr>
      <w:tr w:rsidR="00FE4EE9" w:rsidRPr="001E1152" w:rsidTr="004E5902">
        <w:trPr>
          <w:trHeight w:val="20"/>
        </w:trPr>
        <w:tc>
          <w:tcPr>
            <w:tcW w:w="1062" w:type="dxa"/>
            <w:shd w:val="clear" w:color="000000" w:fill="FFFFFF"/>
          </w:tcPr>
          <w:p w:rsidR="00FE4EE9" w:rsidRPr="001E1152" w:rsidRDefault="00FE4EE9" w:rsidP="00E72D0D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FE4EE9" w:rsidRPr="001E1152" w:rsidRDefault="00FE4EE9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Ремонт спортивного зала </w:t>
            </w:r>
          </w:p>
          <w:p w:rsidR="00FE4EE9" w:rsidRPr="001E1152" w:rsidRDefault="00FE4EE9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(МБОУ «СОШ № 5» (бытовое помещение)</w:t>
            </w:r>
          </w:p>
          <w:p w:rsidR="00FE4EE9" w:rsidRPr="001E1152" w:rsidRDefault="00FE4EE9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МБОУ «СОШ № 6») 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Default="00FE4EE9" w:rsidP="008E490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FE4EE9" w:rsidRPr="001E1152" w:rsidRDefault="00FE4EE9" w:rsidP="008E490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1080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 xml:space="preserve">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FE4EE9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FE4EE9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>0</w:t>
            </w:r>
            <w:r>
              <w:rPr>
                <w:rFonts w:ascii="Times New Roman" w:hAnsi="Times New Roman"/>
                <w:sz w:val="26"/>
                <w:szCs w:val="26"/>
              </w:rPr>
              <w:t>73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 xml:space="preserve">,00  </w:t>
            </w:r>
          </w:p>
        </w:tc>
      </w:tr>
      <w:tr w:rsidR="00FE4EE9" w:rsidRPr="001E1152" w:rsidTr="004E5902">
        <w:trPr>
          <w:trHeight w:val="20"/>
        </w:trPr>
        <w:tc>
          <w:tcPr>
            <w:tcW w:w="1062" w:type="dxa"/>
            <w:shd w:val="clear" w:color="000000" w:fill="FFFFFF"/>
          </w:tcPr>
          <w:p w:rsidR="00FE4EE9" w:rsidRPr="001E1152" w:rsidRDefault="00FE4EE9" w:rsidP="00E72D0D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  <w:vAlign w:val="bottom"/>
          </w:tcPr>
          <w:p w:rsidR="00FE4EE9" w:rsidRPr="001E1152" w:rsidRDefault="00FE4EE9" w:rsidP="0050302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Ремонт системы водоотведения в кабинете химии </w:t>
            </w:r>
          </w:p>
          <w:p w:rsidR="00FE4EE9" w:rsidRPr="001E1152" w:rsidRDefault="00FE4EE9" w:rsidP="0050302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(МБОУ «СОШ № 2»)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300,00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FE4EE9" w:rsidRPr="001E1152" w:rsidTr="004E5902">
        <w:trPr>
          <w:trHeight w:val="20"/>
        </w:trPr>
        <w:tc>
          <w:tcPr>
            <w:tcW w:w="1062" w:type="dxa"/>
            <w:shd w:val="clear" w:color="000000" w:fill="FFFFFF"/>
          </w:tcPr>
          <w:p w:rsidR="00FE4EE9" w:rsidRPr="001E1152" w:rsidRDefault="00FE4EE9" w:rsidP="00E72D0D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  <w:vAlign w:val="bottom"/>
          </w:tcPr>
          <w:p w:rsidR="00FE4EE9" w:rsidRPr="001E1152" w:rsidRDefault="00FE4EE9" w:rsidP="0050302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 Оборудование приточно-вытяжной вентиляции пищеблока </w:t>
            </w:r>
          </w:p>
          <w:p w:rsidR="00FE4EE9" w:rsidRPr="001E1152" w:rsidRDefault="00FE4EE9" w:rsidP="0050302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(МБОУ «СОШ № 6»)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1E1152" w:rsidRDefault="00FE4EE9" w:rsidP="0050302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400,00  </w:t>
            </w:r>
          </w:p>
        </w:tc>
      </w:tr>
      <w:tr w:rsidR="00FE4EE9" w:rsidRPr="001E1152" w:rsidTr="004E5902">
        <w:trPr>
          <w:trHeight w:val="20"/>
        </w:trPr>
        <w:tc>
          <w:tcPr>
            <w:tcW w:w="1062" w:type="dxa"/>
            <w:shd w:val="clear" w:color="000000" w:fill="FFFFFF"/>
            <w:vAlign w:val="center"/>
          </w:tcPr>
          <w:p w:rsidR="00FE4EE9" w:rsidRPr="001E1152" w:rsidRDefault="00FE4EE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  <w:vAlign w:val="bottom"/>
          </w:tcPr>
          <w:p w:rsidR="00FE4EE9" w:rsidRPr="001E1152" w:rsidRDefault="00FE4EE9" w:rsidP="00E72D0D">
            <w:pPr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Ремонт металлического ограждения территории школы (МБОУ «Лицей»)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2A29C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340,</w:t>
            </w:r>
            <w:r>
              <w:rPr>
                <w:rFonts w:ascii="Times New Roman" w:hAnsi="Times New Roman"/>
                <w:sz w:val="26"/>
                <w:szCs w:val="26"/>
              </w:rPr>
              <w:t>00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FE4EE9" w:rsidRPr="001E5FD4" w:rsidTr="004E5902">
        <w:trPr>
          <w:trHeight w:val="20"/>
        </w:trPr>
        <w:tc>
          <w:tcPr>
            <w:tcW w:w="1062" w:type="dxa"/>
            <w:shd w:val="clear" w:color="000000" w:fill="FFFFFF"/>
            <w:vAlign w:val="center"/>
          </w:tcPr>
          <w:p w:rsidR="00FE4EE9" w:rsidRPr="001E1152" w:rsidRDefault="00FE4EE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  <w:vAlign w:val="bottom"/>
          </w:tcPr>
          <w:p w:rsidR="00FE4EE9" w:rsidRPr="001E5FD4" w:rsidRDefault="00FE4EE9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5FD4">
              <w:rPr>
                <w:rFonts w:ascii="Times New Roman" w:hAnsi="Times New Roman"/>
                <w:sz w:val="26"/>
                <w:szCs w:val="26"/>
              </w:rPr>
              <w:t xml:space="preserve">Установка металлических дверей 1 степени </w:t>
            </w:r>
          </w:p>
          <w:p w:rsidR="00FE4EE9" w:rsidRPr="001E5FD4" w:rsidRDefault="00FE4EE9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5FD4">
              <w:rPr>
                <w:rFonts w:ascii="Times New Roman" w:hAnsi="Times New Roman"/>
                <w:sz w:val="26"/>
                <w:szCs w:val="26"/>
              </w:rPr>
              <w:t xml:space="preserve">(МБОУ «Лицей»; </w:t>
            </w:r>
          </w:p>
          <w:p w:rsidR="00FE4EE9" w:rsidRPr="001E5FD4" w:rsidRDefault="00FE4EE9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5FD4">
              <w:rPr>
                <w:rFonts w:ascii="Times New Roman" w:hAnsi="Times New Roman"/>
                <w:sz w:val="26"/>
                <w:szCs w:val="26"/>
              </w:rPr>
              <w:t xml:space="preserve">МБОУ «СОШ № 2»; </w:t>
            </w:r>
          </w:p>
          <w:p w:rsidR="00FE4EE9" w:rsidRPr="001E5FD4" w:rsidRDefault="00FE4EE9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5FD4">
              <w:rPr>
                <w:rFonts w:ascii="Times New Roman" w:hAnsi="Times New Roman"/>
                <w:sz w:val="26"/>
                <w:szCs w:val="26"/>
              </w:rPr>
              <w:t>МБОУ «СОШ № 3»;</w:t>
            </w:r>
          </w:p>
          <w:p w:rsidR="00FE4EE9" w:rsidRPr="001E5FD4" w:rsidRDefault="00FE4EE9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5FD4">
              <w:rPr>
                <w:rFonts w:ascii="Times New Roman" w:hAnsi="Times New Roman"/>
                <w:sz w:val="26"/>
                <w:szCs w:val="26"/>
              </w:rPr>
              <w:t xml:space="preserve">МБОУ «СОШ № 5»; </w:t>
            </w:r>
          </w:p>
          <w:p w:rsidR="00FE4EE9" w:rsidRPr="001E5FD4" w:rsidRDefault="00FE4EE9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5FD4">
              <w:rPr>
                <w:rFonts w:ascii="Times New Roman" w:hAnsi="Times New Roman"/>
                <w:sz w:val="26"/>
                <w:szCs w:val="26"/>
              </w:rPr>
              <w:t xml:space="preserve">МБОУ «СОШ № 6»; </w:t>
            </w:r>
          </w:p>
          <w:p w:rsidR="00FE4EE9" w:rsidRPr="001E5FD4" w:rsidRDefault="00FE4EE9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5FD4">
              <w:rPr>
                <w:rFonts w:ascii="Times New Roman" w:hAnsi="Times New Roman"/>
                <w:sz w:val="26"/>
                <w:szCs w:val="26"/>
              </w:rPr>
              <w:t xml:space="preserve">МБОУ «ООШ № 12»; </w:t>
            </w:r>
          </w:p>
          <w:p w:rsidR="00FE4EE9" w:rsidRPr="001E5FD4" w:rsidRDefault="00FE4EE9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5FD4">
              <w:rPr>
                <w:rFonts w:ascii="Times New Roman" w:hAnsi="Times New Roman"/>
                <w:sz w:val="26"/>
                <w:szCs w:val="26"/>
              </w:rPr>
              <w:t>МБОУ «ООШ № 13»)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5FD4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FE4EE9" w:rsidRPr="001E5FD4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FE4EE9" w:rsidRPr="001E5FD4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FE4EE9" w:rsidRPr="001E5FD4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FE4EE9" w:rsidRPr="001E5FD4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FE4EE9" w:rsidRPr="001E5FD4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5FD4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5FD4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5FD4">
              <w:rPr>
                <w:rFonts w:ascii="Times New Roman" w:hAnsi="Times New Roman"/>
                <w:sz w:val="26"/>
                <w:szCs w:val="26"/>
              </w:rPr>
              <w:t xml:space="preserve">350,00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1E5FD4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5FD4">
              <w:rPr>
                <w:rFonts w:ascii="Times New Roman" w:hAnsi="Times New Roman"/>
                <w:sz w:val="26"/>
                <w:szCs w:val="26"/>
              </w:rPr>
              <w:t xml:space="preserve">360,00  </w:t>
            </w:r>
          </w:p>
        </w:tc>
      </w:tr>
      <w:tr w:rsidR="00FE4EE9" w:rsidRPr="001E5FD4" w:rsidTr="004E5902">
        <w:trPr>
          <w:trHeight w:val="20"/>
        </w:trPr>
        <w:tc>
          <w:tcPr>
            <w:tcW w:w="1062" w:type="dxa"/>
            <w:shd w:val="clear" w:color="000000" w:fill="FFFFFF"/>
            <w:vAlign w:val="center"/>
          </w:tcPr>
          <w:p w:rsidR="00FE4EE9" w:rsidRPr="001E1152" w:rsidRDefault="00FE4EE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FE4EE9" w:rsidRPr="001E5FD4" w:rsidRDefault="00FE4EE9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5FD4">
              <w:rPr>
                <w:rFonts w:ascii="Times New Roman" w:hAnsi="Times New Roman"/>
                <w:sz w:val="26"/>
                <w:szCs w:val="26"/>
              </w:rPr>
              <w:t xml:space="preserve">Установка искусственного освещения на территории школ </w:t>
            </w:r>
          </w:p>
          <w:p w:rsidR="00FE4EE9" w:rsidRPr="001E5FD4" w:rsidRDefault="00FE4EE9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5FD4">
              <w:rPr>
                <w:rFonts w:ascii="Times New Roman" w:hAnsi="Times New Roman"/>
                <w:sz w:val="26"/>
                <w:szCs w:val="26"/>
              </w:rPr>
              <w:t>(Все общеобразовательные учреждения)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5FD4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FE4EE9" w:rsidRPr="001E5FD4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FE4EE9" w:rsidRPr="001E5FD4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FE4EE9" w:rsidRPr="001E5FD4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FE4EE9" w:rsidRPr="001E5FD4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FE4EE9" w:rsidRPr="001E5FD4" w:rsidRDefault="00FE4EE9" w:rsidP="00E72D0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1E5FD4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5FD4" w:rsidRDefault="00FE4EE9" w:rsidP="00E72D0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1E5FD4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1E5FD4" w:rsidRDefault="00FE4EE9" w:rsidP="00E72D0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1E5FD4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FE4EE9" w:rsidRPr="001E1152" w:rsidTr="004E5902">
        <w:trPr>
          <w:trHeight w:val="20"/>
        </w:trPr>
        <w:tc>
          <w:tcPr>
            <w:tcW w:w="1062" w:type="dxa"/>
            <w:shd w:val="clear" w:color="000000" w:fill="FFFFFF"/>
            <w:vAlign w:val="center"/>
          </w:tcPr>
          <w:p w:rsidR="00FE4EE9" w:rsidRPr="001E1152" w:rsidRDefault="00FE4EE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  <w:vAlign w:val="bottom"/>
          </w:tcPr>
          <w:p w:rsidR="00FE4EE9" w:rsidRPr="001E1152" w:rsidRDefault="00FE4EE9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Установка поэтажных дверей </w:t>
            </w:r>
          </w:p>
          <w:p w:rsidR="00FE4EE9" w:rsidRPr="001E1152" w:rsidRDefault="00FE4EE9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(МБОУ «Лицей»</w:t>
            </w:r>
          </w:p>
          <w:p w:rsidR="00FE4EE9" w:rsidRPr="001E1152" w:rsidRDefault="00FE4EE9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МБОУ «СОШ № 2»</w:t>
            </w:r>
          </w:p>
          <w:p w:rsidR="00FE4EE9" w:rsidRPr="001E1152" w:rsidRDefault="00FE4EE9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МБОУ «СОШ № 3»</w:t>
            </w:r>
          </w:p>
          <w:p w:rsidR="00FE4EE9" w:rsidRPr="001E1152" w:rsidRDefault="00FE4EE9" w:rsidP="00E72D0D">
            <w:pPr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МБОУ «СОШ № 5»)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171A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500,00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1E1152" w:rsidRDefault="00FE4EE9" w:rsidP="00171A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600,00  </w:t>
            </w:r>
          </w:p>
        </w:tc>
      </w:tr>
      <w:tr w:rsidR="00FE4EE9" w:rsidRPr="001E1152" w:rsidTr="004E5902">
        <w:trPr>
          <w:trHeight w:val="20"/>
        </w:trPr>
        <w:tc>
          <w:tcPr>
            <w:tcW w:w="1062" w:type="dxa"/>
            <w:shd w:val="clear" w:color="000000" w:fill="FFFFFF"/>
            <w:vAlign w:val="center"/>
          </w:tcPr>
          <w:p w:rsidR="00FE4EE9" w:rsidRPr="001E1152" w:rsidRDefault="00FE4EE9" w:rsidP="00022E9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  <w:vAlign w:val="bottom"/>
          </w:tcPr>
          <w:p w:rsidR="00FE4EE9" w:rsidRPr="001E1152" w:rsidRDefault="00FE4EE9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Установка систем внутреннего видеонаблюдения </w:t>
            </w:r>
          </w:p>
          <w:p w:rsidR="00FE4EE9" w:rsidRPr="001E1152" w:rsidRDefault="00FE4EE9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(МБОУ «Лицей»</w:t>
            </w:r>
          </w:p>
          <w:p w:rsidR="00FE4EE9" w:rsidRPr="001E1152" w:rsidRDefault="00FE4EE9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МБОУ «СОШ № 2»</w:t>
            </w:r>
          </w:p>
          <w:p w:rsidR="00FE4EE9" w:rsidRPr="001E1152" w:rsidRDefault="00FE4EE9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МБОУ «СОШ № 3»</w:t>
            </w:r>
          </w:p>
          <w:p w:rsidR="00FE4EE9" w:rsidRPr="001E1152" w:rsidRDefault="00FE4EE9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МБОУ «СОШ № 5»</w:t>
            </w:r>
          </w:p>
          <w:p w:rsidR="00FE4EE9" w:rsidRPr="001E1152" w:rsidRDefault="00FE4EE9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МБОУ «СОШ № 6»</w:t>
            </w:r>
          </w:p>
          <w:p w:rsidR="00FE4EE9" w:rsidRPr="001E1152" w:rsidRDefault="00FE4EE9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МБОУ «ООШ № 12»</w:t>
            </w:r>
          </w:p>
          <w:p w:rsidR="00FE4EE9" w:rsidRPr="001E1152" w:rsidRDefault="00FE4EE9" w:rsidP="00E72D0D">
            <w:pPr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МБОУ «ООШ № 13»)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F328E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F328E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600,00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900,00  </w:t>
            </w:r>
          </w:p>
        </w:tc>
      </w:tr>
      <w:tr w:rsidR="00FE4EE9" w:rsidRPr="001E1152" w:rsidTr="004E5902">
        <w:trPr>
          <w:trHeight w:val="20"/>
        </w:trPr>
        <w:tc>
          <w:tcPr>
            <w:tcW w:w="1062" w:type="dxa"/>
            <w:shd w:val="clear" w:color="000000" w:fill="FFFFFF"/>
            <w:vAlign w:val="center"/>
          </w:tcPr>
          <w:p w:rsidR="00FE4EE9" w:rsidRPr="001E1152" w:rsidRDefault="00FE4EE9" w:rsidP="00022E9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  <w:vAlign w:val="bottom"/>
          </w:tcPr>
          <w:p w:rsidR="00FE4EE9" w:rsidRDefault="00FE4EE9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Изготовление проектно-строительной документации на кровлю здания, всего</w:t>
            </w:r>
          </w:p>
          <w:p w:rsidR="00FE4EE9" w:rsidRDefault="00FE4EE9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т.ч.</w:t>
            </w:r>
          </w:p>
          <w:p w:rsidR="00FE4EE9" w:rsidRDefault="00FE4EE9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(МБОУ «СОШ № 2»;</w:t>
            </w:r>
          </w:p>
          <w:p w:rsidR="00FE4EE9" w:rsidRPr="001E1152" w:rsidRDefault="00FE4EE9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МБОУ «СОШ № 6»)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FE4EE9" w:rsidRDefault="00FE4EE9" w:rsidP="00F328E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6"/>
                <w:szCs w:val="26"/>
              </w:rPr>
            </w:pPr>
          </w:p>
          <w:p w:rsidR="00FE4EE9" w:rsidRDefault="00FE4EE9" w:rsidP="00F328E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300,00</w:t>
            </w:r>
          </w:p>
          <w:p w:rsidR="00FE4EE9" w:rsidRDefault="00FE4EE9" w:rsidP="00F328E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6"/>
                <w:szCs w:val="26"/>
              </w:rPr>
            </w:pPr>
          </w:p>
          <w:p w:rsidR="00FE4EE9" w:rsidRDefault="00FE4EE9" w:rsidP="00F328E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150,00</w:t>
            </w:r>
          </w:p>
          <w:p w:rsidR="00FE4EE9" w:rsidRPr="001E1152" w:rsidRDefault="00FE4EE9" w:rsidP="00F328E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150,00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Default="00FE4EE9" w:rsidP="00F328E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6"/>
                <w:szCs w:val="26"/>
              </w:rPr>
            </w:pPr>
          </w:p>
          <w:p w:rsidR="00FE4EE9" w:rsidRPr="001E1152" w:rsidRDefault="00FE4EE9" w:rsidP="00F328E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Default="00FE4EE9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6"/>
                <w:szCs w:val="26"/>
              </w:rPr>
            </w:pPr>
          </w:p>
          <w:p w:rsidR="00FE4EE9" w:rsidRPr="001E1152" w:rsidRDefault="00FE4EE9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FE4EE9" w:rsidRPr="001E1152" w:rsidTr="004E5902">
        <w:trPr>
          <w:trHeight w:val="20"/>
        </w:trPr>
        <w:tc>
          <w:tcPr>
            <w:tcW w:w="1062" w:type="dxa"/>
            <w:shd w:val="clear" w:color="000000" w:fill="FFFFFF"/>
          </w:tcPr>
          <w:p w:rsidR="00FE4EE9" w:rsidRPr="001E1152" w:rsidRDefault="00FE4EE9" w:rsidP="00E72D0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  <w:vAlign w:val="bottom"/>
          </w:tcPr>
          <w:p w:rsidR="00FE4EE9" w:rsidRDefault="00FE4EE9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Ремонт асфальтобетонного покрытия с установкой бордюрного камня</w:t>
            </w:r>
            <w:r>
              <w:rPr>
                <w:rFonts w:ascii="Times New Roman" w:hAnsi="Times New Roman"/>
                <w:sz w:val="26"/>
                <w:szCs w:val="26"/>
              </w:rPr>
              <w:t>, всего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FE4EE9" w:rsidRPr="001E1152" w:rsidRDefault="00FE4EE9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т.ч.</w:t>
            </w:r>
          </w:p>
          <w:p w:rsidR="00FE4EE9" w:rsidRDefault="00FE4EE9" w:rsidP="00E72D0D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(</w:t>
            </w:r>
            <w:r w:rsidRPr="001E1152">
              <w:rPr>
                <w:rFonts w:ascii="Times New Roman" w:hAnsi="Times New Roman"/>
                <w:bCs/>
                <w:sz w:val="26"/>
                <w:szCs w:val="26"/>
              </w:rPr>
              <w:t>МБОУ Лицей»</w:t>
            </w:r>
          </w:p>
          <w:p w:rsidR="00FE4EE9" w:rsidRPr="001E1152" w:rsidRDefault="00FE4EE9" w:rsidP="00E72D0D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Cs/>
                <w:sz w:val="26"/>
                <w:szCs w:val="26"/>
              </w:rPr>
              <w:t>МБОУ «ООШ № 12»</w:t>
            </w:r>
          </w:p>
          <w:p w:rsidR="00FE4EE9" w:rsidRPr="001E1152" w:rsidRDefault="00FE4EE9" w:rsidP="00E72D0D">
            <w:pPr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Cs/>
                <w:sz w:val="26"/>
                <w:szCs w:val="26"/>
              </w:rPr>
              <w:t>МБОУ «СОШ № 5»)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Default="00FE4EE9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6"/>
                <w:szCs w:val="26"/>
              </w:rPr>
            </w:pPr>
          </w:p>
          <w:p w:rsidR="00FE4EE9" w:rsidRDefault="00FE4EE9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110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>0,00</w:t>
            </w:r>
          </w:p>
          <w:p w:rsidR="00FE4EE9" w:rsidRDefault="00FE4EE9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6"/>
                <w:szCs w:val="26"/>
              </w:rPr>
            </w:pPr>
          </w:p>
          <w:p w:rsidR="00FE4EE9" w:rsidRDefault="00FE4EE9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900,00</w:t>
            </w:r>
          </w:p>
          <w:p w:rsidR="00FE4EE9" w:rsidRPr="001E1152" w:rsidRDefault="00FE4EE9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200,00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Default="00FE4EE9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6"/>
                <w:szCs w:val="26"/>
              </w:rPr>
            </w:pPr>
          </w:p>
          <w:p w:rsidR="00FE4EE9" w:rsidRDefault="00FE4EE9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1190,00</w:t>
            </w:r>
          </w:p>
          <w:p w:rsidR="00FE4EE9" w:rsidRDefault="00FE4EE9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6"/>
                <w:szCs w:val="26"/>
              </w:rPr>
            </w:pPr>
          </w:p>
          <w:p w:rsidR="00FE4EE9" w:rsidRDefault="00FE4EE9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6"/>
                <w:szCs w:val="26"/>
              </w:rPr>
            </w:pPr>
          </w:p>
          <w:p w:rsidR="00FE4EE9" w:rsidRDefault="00FE4EE9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6"/>
                <w:szCs w:val="26"/>
              </w:rPr>
            </w:pPr>
          </w:p>
          <w:p w:rsidR="00FE4EE9" w:rsidRPr="001E1152" w:rsidRDefault="00FE4EE9" w:rsidP="008E490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119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 xml:space="preserve">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Default="00FE4EE9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6"/>
                <w:szCs w:val="26"/>
              </w:rPr>
            </w:pPr>
          </w:p>
          <w:p w:rsidR="00FE4EE9" w:rsidRDefault="00FE4EE9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920,00</w:t>
            </w:r>
          </w:p>
          <w:p w:rsidR="00FE4EE9" w:rsidRDefault="00FE4EE9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6"/>
                <w:szCs w:val="26"/>
              </w:rPr>
            </w:pPr>
          </w:p>
          <w:p w:rsidR="00FE4EE9" w:rsidRDefault="00FE4EE9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6"/>
                <w:szCs w:val="26"/>
              </w:rPr>
            </w:pPr>
          </w:p>
          <w:p w:rsidR="00FE4EE9" w:rsidRPr="001E1152" w:rsidRDefault="00FE4EE9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920,00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</w:tc>
      </w:tr>
      <w:tr w:rsidR="00FE4EE9" w:rsidRPr="001E1152" w:rsidTr="004E5902">
        <w:trPr>
          <w:trHeight w:val="20"/>
        </w:trPr>
        <w:tc>
          <w:tcPr>
            <w:tcW w:w="1062" w:type="dxa"/>
            <w:shd w:val="clear" w:color="000000" w:fill="FFFFFF"/>
          </w:tcPr>
          <w:p w:rsidR="00FE4EE9" w:rsidRPr="001E1152" w:rsidRDefault="00FE4EE9" w:rsidP="00E72D0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  <w:vAlign w:val="bottom"/>
          </w:tcPr>
          <w:p w:rsidR="00FE4EE9" w:rsidRDefault="00FE4EE9" w:rsidP="001E115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Устройство асфальтобетонного покрытия волейбольной и баскетбольной площадок </w:t>
            </w:r>
          </w:p>
          <w:p w:rsidR="00FE4EE9" w:rsidRPr="001E1152" w:rsidRDefault="00FE4EE9" w:rsidP="001E115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(МБОУ «СОШ № 3»</w:t>
            </w:r>
            <w:r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 xml:space="preserve">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500,00  </w:t>
            </w:r>
          </w:p>
        </w:tc>
      </w:tr>
      <w:tr w:rsidR="00FE4EE9" w:rsidRPr="001E1152" w:rsidTr="004E5902">
        <w:trPr>
          <w:trHeight w:val="20"/>
        </w:trPr>
        <w:tc>
          <w:tcPr>
            <w:tcW w:w="1062" w:type="dxa"/>
            <w:shd w:val="clear" w:color="000000" w:fill="FFFFFF"/>
          </w:tcPr>
          <w:p w:rsidR="00FE4EE9" w:rsidRPr="001E1152" w:rsidRDefault="00FE4EE9" w:rsidP="00E72D0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  <w:vAlign w:val="bottom"/>
          </w:tcPr>
          <w:p w:rsidR="00FE4EE9" w:rsidRPr="001E1152" w:rsidRDefault="00FE4EE9" w:rsidP="0069241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Подсыпка территории спортивных площадок песком </w:t>
            </w:r>
          </w:p>
          <w:p w:rsidR="00FE4EE9" w:rsidRPr="001E1152" w:rsidRDefault="00FE4EE9" w:rsidP="0069241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(Все общеобразовательные учреждения)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140,00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FE4EE9" w:rsidRPr="001E1152" w:rsidTr="004E5902">
        <w:trPr>
          <w:trHeight w:val="20"/>
        </w:trPr>
        <w:tc>
          <w:tcPr>
            <w:tcW w:w="1062" w:type="dxa"/>
            <w:shd w:val="clear" w:color="000000" w:fill="FFFFFF"/>
          </w:tcPr>
          <w:p w:rsidR="00FE4EE9" w:rsidRPr="001E1152" w:rsidRDefault="00FE4EE9" w:rsidP="00E72D0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  <w:vAlign w:val="bottom"/>
          </w:tcPr>
          <w:p w:rsidR="00FE4EE9" w:rsidRPr="001E1152" w:rsidRDefault="00FE4EE9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Устройство асфальтобетонного покрытия территории школы с установкой бордюрного камня </w:t>
            </w:r>
          </w:p>
          <w:p w:rsidR="00FE4EE9" w:rsidRPr="001E1152" w:rsidRDefault="00FE4EE9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(МБОУ «СОШ № 3»</w:t>
            </w:r>
          </w:p>
          <w:p w:rsidR="00FE4EE9" w:rsidRPr="001E1152" w:rsidRDefault="00FE4EE9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МБОУ «СОШ № 6»</w:t>
            </w:r>
          </w:p>
          <w:p w:rsidR="00FE4EE9" w:rsidRPr="001E1152" w:rsidRDefault="00FE4EE9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МБОУ «ООШ № 12»</w:t>
            </w:r>
          </w:p>
          <w:p w:rsidR="00FE4EE9" w:rsidRPr="001E1152" w:rsidRDefault="00FE4EE9" w:rsidP="00E72D0D">
            <w:pPr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МБОУ «СОШ № 2»)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500,00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300,00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1800,00  </w:t>
            </w:r>
          </w:p>
        </w:tc>
      </w:tr>
      <w:tr w:rsidR="00FE4EE9" w:rsidRPr="001E1152" w:rsidTr="004E5902">
        <w:trPr>
          <w:trHeight w:val="20"/>
        </w:trPr>
        <w:tc>
          <w:tcPr>
            <w:tcW w:w="1062" w:type="dxa"/>
            <w:shd w:val="clear" w:color="000000" w:fill="FFFFFF"/>
          </w:tcPr>
          <w:p w:rsidR="00FE4EE9" w:rsidRPr="001E1152" w:rsidRDefault="00FE4EE9" w:rsidP="001008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2.5</w:t>
            </w:r>
          </w:p>
        </w:tc>
        <w:tc>
          <w:tcPr>
            <w:tcW w:w="4666" w:type="dxa"/>
            <w:shd w:val="clear" w:color="000000" w:fill="FFFFFF"/>
          </w:tcPr>
          <w:p w:rsidR="00FE4EE9" w:rsidRPr="001E1152" w:rsidRDefault="00FE4EE9" w:rsidP="00E72D0D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 xml:space="preserve">Субсидии из местного бюджета муниципальным общеобразовательным учреждениям Дальнереченского городского округа на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модернизацию материально-технической базы общеобразовательных учреждений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0702</w:t>
            </w: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05 2 2016</w:t>
            </w: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600</w:t>
            </w: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> 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66</w:t>
            </w: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1927</w:t>
            </w: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 xml:space="preserve">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928</w:t>
            </w: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 xml:space="preserve">,00  </w:t>
            </w:r>
          </w:p>
        </w:tc>
      </w:tr>
      <w:tr w:rsidR="00FE4EE9" w:rsidRPr="001E1152" w:rsidTr="004E5902">
        <w:trPr>
          <w:trHeight w:val="20"/>
        </w:trPr>
        <w:tc>
          <w:tcPr>
            <w:tcW w:w="1062" w:type="dxa"/>
            <w:shd w:val="clear" w:color="000000" w:fill="FFFFFF"/>
            <w:vAlign w:val="center"/>
          </w:tcPr>
          <w:p w:rsidR="00FE4EE9" w:rsidRPr="001E1152" w:rsidRDefault="00FE4EE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  <w:vAlign w:val="center"/>
          </w:tcPr>
          <w:p w:rsidR="00FE4EE9" w:rsidRDefault="00FE4EE9" w:rsidP="00E72D0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Приобретение технологического оборудования </w:t>
            </w:r>
            <w:r>
              <w:rPr>
                <w:rFonts w:ascii="Times New Roman" w:hAnsi="Times New Roman"/>
                <w:sz w:val="26"/>
                <w:szCs w:val="26"/>
              </w:rPr>
              <w:t>для школьных столовых</w:t>
            </w:r>
          </w:p>
          <w:p w:rsidR="00FE4EE9" w:rsidRPr="001E1152" w:rsidRDefault="00FE4EE9" w:rsidP="00E72D0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(Все общеобразовательные учреждения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постепенно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88126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900,00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1E1152" w:rsidRDefault="00FE4EE9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900,00  </w:t>
            </w:r>
          </w:p>
        </w:tc>
      </w:tr>
      <w:tr w:rsidR="00FE4EE9" w:rsidRPr="001E1152" w:rsidTr="004E5902">
        <w:trPr>
          <w:trHeight w:val="20"/>
        </w:trPr>
        <w:tc>
          <w:tcPr>
            <w:tcW w:w="1062" w:type="dxa"/>
            <w:shd w:val="clear" w:color="000000" w:fill="FFFFFF"/>
            <w:vAlign w:val="center"/>
          </w:tcPr>
          <w:p w:rsidR="00FE4EE9" w:rsidRPr="001E1152" w:rsidRDefault="00FE4EE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  <w:vAlign w:val="center"/>
          </w:tcPr>
          <w:p w:rsidR="00FE4EE9" w:rsidRPr="001E1152" w:rsidRDefault="00FE4EE9" w:rsidP="00E72D0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Приобретение мебели в обеденный зал </w:t>
            </w:r>
          </w:p>
          <w:p w:rsidR="00FE4EE9" w:rsidRPr="001E1152" w:rsidRDefault="00FE4EE9" w:rsidP="00E72D0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(Все общеобразовательные учреждения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постепенно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88126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200,00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200,00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1E1152" w:rsidRDefault="00FE4EE9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200,00  </w:t>
            </w:r>
          </w:p>
        </w:tc>
      </w:tr>
      <w:tr w:rsidR="00FE4EE9" w:rsidRPr="001E1152" w:rsidTr="004E5902">
        <w:trPr>
          <w:trHeight w:val="20"/>
        </w:trPr>
        <w:tc>
          <w:tcPr>
            <w:tcW w:w="1062" w:type="dxa"/>
            <w:shd w:val="clear" w:color="000000" w:fill="FFFFFF"/>
          </w:tcPr>
          <w:p w:rsidR="00FE4EE9" w:rsidRPr="001E1152" w:rsidRDefault="00FE4EE9" w:rsidP="00E72D0D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FE4EE9" w:rsidRPr="00F119DE" w:rsidRDefault="00FE4EE9" w:rsidP="00E72D0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119DE">
              <w:rPr>
                <w:rFonts w:ascii="Times New Roman" w:hAnsi="Times New Roman"/>
                <w:sz w:val="26"/>
                <w:szCs w:val="26"/>
              </w:rPr>
              <w:t xml:space="preserve">Приобретение подъемно-поворотных стульев в компьютерный класс </w:t>
            </w:r>
          </w:p>
          <w:p w:rsidR="00FE4EE9" w:rsidRPr="00F119DE" w:rsidRDefault="00FE4EE9" w:rsidP="00E72D0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119DE">
              <w:rPr>
                <w:rFonts w:ascii="Times New Roman" w:hAnsi="Times New Roman"/>
                <w:sz w:val="26"/>
                <w:szCs w:val="26"/>
              </w:rPr>
              <w:t>(Все общеобразовательные учреждения)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FE4EE9" w:rsidRPr="00F119DE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F119DE">
              <w:rPr>
                <w:rFonts w:ascii="Times New Roman" w:hAnsi="Times New Roman"/>
                <w:sz w:val="26"/>
                <w:szCs w:val="26"/>
              </w:rPr>
              <w:t>160,00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F119DE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F119DE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F119DE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F119DE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FE4EE9" w:rsidRPr="001E1152" w:rsidTr="004E5902">
        <w:trPr>
          <w:trHeight w:val="20"/>
        </w:trPr>
        <w:tc>
          <w:tcPr>
            <w:tcW w:w="1062" w:type="dxa"/>
            <w:shd w:val="clear" w:color="000000" w:fill="FFFFFF"/>
          </w:tcPr>
          <w:p w:rsidR="00FE4EE9" w:rsidRPr="001E1152" w:rsidRDefault="00FE4EE9" w:rsidP="00E72D0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FE4EE9" w:rsidRPr="001E5FD4" w:rsidRDefault="00FE4EE9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5FD4">
              <w:rPr>
                <w:rFonts w:ascii="Times New Roman" w:hAnsi="Times New Roman"/>
                <w:sz w:val="26"/>
                <w:szCs w:val="26"/>
              </w:rPr>
              <w:t xml:space="preserve">Приобретение учебников </w:t>
            </w:r>
          </w:p>
          <w:p w:rsidR="00FE4EE9" w:rsidRPr="001E5FD4" w:rsidRDefault="00FE4EE9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5FD4">
              <w:rPr>
                <w:rFonts w:ascii="Times New Roman" w:hAnsi="Times New Roman"/>
                <w:sz w:val="26"/>
                <w:szCs w:val="26"/>
              </w:rPr>
              <w:t>(Все общеобразовательные учреждения)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5FD4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FE4EE9" w:rsidRPr="001E5FD4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FE4EE9" w:rsidRPr="001E5FD4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FE4EE9" w:rsidRPr="001E5FD4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FE4EE9" w:rsidRPr="001E5FD4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FE4EE9" w:rsidRPr="001E5FD4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5FD4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5FD4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827</w:t>
            </w:r>
            <w:r w:rsidRPr="001E5FD4">
              <w:rPr>
                <w:rFonts w:ascii="Times New Roman" w:hAnsi="Times New Roman"/>
                <w:sz w:val="26"/>
                <w:szCs w:val="26"/>
              </w:rPr>
              <w:t>,00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1E5FD4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828</w:t>
            </w:r>
            <w:r w:rsidRPr="001E5FD4">
              <w:rPr>
                <w:rFonts w:ascii="Times New Roman" w:hAnsi="Times New Roman"/>
                <w:sz w:val="26"/>
                <w:szCs w:val="26"/>
              </w:rPr>
              <w:t>,00</w:t>
            </w:r>
          </w:p>
        </w:tc>
      </w:tr>
      <w:tr w:rsidR="00FE4EE9" w:rsidRPr="001E1152" w:rsidTr="004E5902">
        <w:trPr>
          <w:trHeight w:val="20"/>
        </w:trPr>
        <w:tc>
          <w:tcPr>
            <w:tcW w:w="1062" w:type="dxa"/>
            <w:shd w:val="clear" w:color="000000" w:fill="FFFFFF"/>
          </w:tcPr>
          <w:p w:rsidR="00FE4EE9" w:rsidRPr="001E1152" w:rsidRDefault="00FE4EE9" w:rsidP="00E72D0D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2.6</w:t>
            </w:r>
          </w:p>
        </w:tc>
        <w:tc>
          <w:tcPr>
            <w:tcW w:w="4666" w:type="dxa"/>
            <w:shd w:val="clear" w:color="000000" w:fill="FFFFFF"/>
          </w:tcPr>
          <w:p w:rsidR="00FE4EE9" w:rsidRPr="001E1152" w:rsidRDefault="00FE4EE9" w:rsidP="00E72D0D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>Субсидии из местного бюджета муниципальным общеобразовательным учреждениям Дальнереченского городского округа на строительство (реконструкция) общеобразовательных учреждений сельской местности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0702</w:t>
            </w: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00 0 0000</w:t>
            </w: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000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1E1152" w:rsidRDefault="00FE4EE9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</w:tr>
      <w:tr w:rsidR="00FE4EE9" w:rsidRPr="001E1152" w:rsidTr="004E5902">
        <w:trPr>
          <w:trHeight w:val="20"/>
        </w:trPr>
        <w:tc>
          <w:tcPr>
            <w:tcW w:w="1062" w:type="dxa"/>
            <w:shd w:val="clear" w:color="000000" w:fill="FFFFFF"/>
          </w:tcPr>
          <w:p w:rsidR="00FE4EE9" w:rsidRDefault="00FE4EE9" w:rsidP="00E72D0D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2.7</w:t>
            </w:r>
          </w:p>
        </w:tc>
        <w:tc>
          <w:tcPr>
            <w:tcW w:w="4666" w:type="dxa"/>
            <w:shd w:val="clear" w:color="000000" w:fill="FFFFFF"/>
          </w:tcPr>
          <w:p w:rsidR="00FE4EE9" w:rsidRPr="005B4CA8" w:rsidRDefault="00FE4EE9" w:rsidP="006D5C8F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Исполнение судебных актов Российской Федерации и мировых соглашений по возмещению вреда, причинённого в результате незаконных действий (бездействия) муниципальных органов либо должностных полномочий этих органов, а также в результате деятельности казённых учреждений. Погашение кредиторской задолженности прошлых лет.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0702</w:t>
            </w: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05 2 2046</w:t>
            </w: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600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4012,40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1E1152" w:rsidRDefault="00FE4EE9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</w:tr>
      <w:tr w:rsidR="00FE4EE9" w:rsidRPr="001E1152" w:rsidTr="004E5902">
        <w:trPr>
          <w:trHeight w:val="20"/>
        </w:trPr>
        <w:tc>
          <w:tcPr>
            <w:tcW w:w="1062" w:type="dxa"/>
            <w:shd w:val="clear" w:color="000000" w:fill="FFFFFF"/>
          </w:tcPr>
          <w:p w:rsidR="00FE4EE9" w:rsidRPr="001E1152" w:rsidRDefault="00FE4EE9" w:rsidP="00E72D0D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2.8</w:t>
            </w:r>
          </w:p>
        </w:tc>
        <w:tc>
          <w:tcPr>
            <w:tcW w:w="4666" w:type="dxa"/>
            <w:shd w:val="clear" w:color="000000" w:fill="FFFFFF"/>
          </w:tcPr>
          <w:p w:rsidR="00FE4EE9" w:rsidRPr="001E1152" w:rsidRDefault="00FE4EE9" w:rsidP="00E72D0D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>Осуществление поддержки и социальной защиты одаренных детей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0707</w:t>
            </w: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05 2 2017</w:t>
            </w: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100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40</w:t>
            </w: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40</w:t>
            </w: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40</w:t>
            </w: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</w:tr>
      <w:tr w:rsidR="00FE4EE9" w:rsidRPr="001E1152" w:rsidTr="004E5902">
        <w:trPr>
          <w:trHeight w:val="20"/>
        </w:trPr>
        <w:tc>
          <w:tcPr>
            <w:tcW w:w="1062" w:type="dxa"/>
            <w:shd w:val="clear" w:color="000000" w:fill="FFFFFF"/>
            <w:vAlign w:val="center"/>
          </w:tcPr>
          <w:p w:rsidR="00FE4EE9" w:rsidRPr="001E1152" w:rsidRDefault="00FE4EE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2.8.1</w:t>
            </w:r>
          </w:p>
        </w:tc>
        <w:tc>
          <w:tcPr>
            <w:tcW w:w="4666" w:type="dxa"/>
            <w:shd w:val="clear" w:color="000000" w:fill="FFFFFF"/>
          </w:tcPr>
          <w:p w:rsidR="00FE4EE9" w:rsidRPr="001E1152" w:rsidRDefault="00FE4EE9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Поддержка одаренных детей-инвалидов, их развития   и   социальной адаптации (экскурсии по Приморскому краю, поездки в санатории края, проведение мероприятий по дню инвалида)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 xml:space="preserve">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 xml:space="preserve">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1E1152" w:rsidRDefault="00FE4EE9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 xml:space="preserve">,00  </w:t>
            </w:r>
          </w:p>
        </w:tc>
      </w:tr>
      <w:tr w:rsidR="00FE4EE9" w:rsidRPr="001E1152" w:rsidTr="004E5902">
        <w:trPr>
          <w:trHeight w:val="20"/>
        </w:trPr>
        <w:tc>
          <w:tcPr>
            <w:tcW w:w="1062" w:type="dxa"/>
            <w:shd w:val="clear" w:color="000000" w:fill="FFFFFF"/>
            <w:vAlign w:val="center"/>
          </w:tcPr>
          <w:p w:rsidR="00FE4EE9" w:rsidRPr="001E1152" w:rsidRDefault="00FE4EE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2.8.2</w:t>
            </w:r>
          </w:p>
        </w:tc>
        <w:tc>
          <w:tcPr>
            <w:tcW w:w="4666" w:type="dxa"/>
            <w:shd w:val="clear" w:color="000000" w:fill="FFFFFF"/>
          </w:tcPr>
          <w:p w:rsidR="00FE4EE9" w:rsidRPr="001E1152" w:rsidRDefault="00FE4EE9" w:rsidP="00E72D0D">
            <w:pPr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Проведение мероприятий по   обеспечению   досуга одаренных детей инвалидов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5,00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5,00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1E1152" w:rsidRDefault="00FE4EE9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5,00  </w:t>
            </w:r>
          </w:p>
        </w:tc>
      </w:tr>
      <w:tr w:rsidR="00FE4EE9" w:rsidRPr="001E1152" w:rsidTr="004E5902">
        <w:trPr>
          <w:trHeight w:val="20"/>
        </w:trPr>
        <w:tc>
          <w:tcPr>
            <w:tcW w:w="1062" w:type="dxa"/>
            <w:shd w:val="clear" w:color="000000" w:fill="FFFFFF"/>
          </w:tcPr>
          <w:p w:rsidR="00FE4EE9" w:rsidRPr="00C81E05" w:rsidRDefault="00FE4EE9" w:rsidP="0090598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C81E05">
              <w:rPr>
                <w:rFonts w:ascii="Times New Roman" w:hAnsi="Times New Roman"/>
                <w:i/>
                <w:sz w:val="26"/>
                <w:szCs w:val="26"/>
              </w:rPr>
              <w:t>2.8.3</w:t>
            </w:r>
          </w:p>
        </w:tc>
        <w:tc>
          <w:tcPr>
            <w:tcW w:w="4666" w:type="dxa"/>
            <w:shd w:val="clear" w:color="000000" w:fill="FFFFFF"/>
          </w:tcPr>
          <w:p w:rsidR="00FE4EE9" w:rsidRPr="00981F05" w:rsidRDefault="00FE4EE9" w:rsidP="00E72D0D">
            <w:pPr>
              <w:spacing w:after="0" w:line="240" w:lineRule="auto"/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 w:rsidRPr="00981F05">
              <w:rPr>
                <w:rFonts w:ascii="Times New Roman" w:hAnsi="Times New Roman"/>
                <w:i/>
                <w:iCs/>
                <w:sz w:val="26"/>
                <w:szCs w:val="26"/>
              </w:rPr>
              <w:t>Проведение конкурсов, предметных олимпиад, учебных сборов, семинаров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981F05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FE4EE9" w:rsidRPr="00981F05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FE4EE9" w:rsidRPr="00981F05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FE4EE9" w:rsidRPr="00981F05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FE4EE9" w:rsidRPr="00981F05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FE4EE9" w:rsidRPr="00981F05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981F05">
              <w:rPr>
                <w:rFonts w:ascii="Times New Roman" w:hAnsi="Times New Roman"/>
                <w:i/>
                <w:sz w:val="26"/>
                <w:szCs w:val="26"/>
              </w:rPr>
              <w:t xml:space="preserve">330,00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981F05" w:rsidRDefault="00FE4EE9" w:rsidP="006F558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981F05">
              <w:rPr>
                <w:rFonts w:ascii="Times New Roman" w:hAnsi="Times New Roman"/>
                <w:i/>
                <w:sz w:val="26"/>
                <w:szCs w:val="26"/>
              </w:rPr>
              <w:t xml:space="preserve">330,00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981F05" w:rsidRDefault="00FE4EE9" w:rsidP="006F558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981F05">
              <w:rPr>
                <w:rFonts w:ascii="Times New Roman" w:hAnsi="Times New Roman"/>
                <w:i/>
                <w:sz w:val="26"/>
                <w:szCs w:val="26"/>
              </w:rPr>
              <w:t xml:space="preserve">330,00  </w:t>
            </w:r>
          </w:p>
        </w:tc>
      </w:tr>
      <w:tr w:rsidR="00FE4EE9" w:rsidRPr="001E1152" w:rsidTr="004E5902">
        <w:trPr>
          <w:trHeight w:val="20"/>
        </w:trPr>
        <w:tc>
          <w:tcPr>
            <w:tcW w:w="1062" w:type="dxa"/>
            <w:shd w:val="clear" w:color="000000" w:fill="FFFFFF"/>
          </w:tcPr>
          <w:p w:rsidR="00FE4EE9" w:rsidRPr="001E1152" w:rsidRDefault="00FE4EE9" w:rsidP="00E72D0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  <w:vAlign w:val="bottom"/>
          </w:tcPr>
          <w:p w:rsidR="00FE4EE9" w:rsidRPr="001E1152" w:rsidRDefault="00FE4EE9" w:rsidP="00E72D0D">
            <w:pPr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Организация  и проведение     городского этапа предметных олимпиад. 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15,00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15,00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1E1152" w:rsidRDefault="00FE4EE9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15,00  </w:t>
            </w:r>
          </w:p>
        </w:tc>
      </w:tr>
      <w:tr w:rsidR="00FE4EE9" w:rsidRPr="001E1152" w:rsidTr="004E5902">
        <w:trPr>
          <w:trHeight w:val="20"/>
        </w:trPr>
        <w:tc>
          <w:tcPr>
            <w:tcW w:w="1062" w:type="dxa"/>
            <w:shd w:val="clear" w:color="000000" w:fill="FFFFFF"/>
          </w:tcPr>
          <w:p w:rsidR="00FE4EE9" w:rsidRPr="001E1152" w:rsidRDefault="00FE4EE9" w:rsidP="00E72D0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  <w:vAlign w:val="bottom"/>
          </w:tcPr>
          <w:p w:rsidR="00FE4EE9" w:rsidRPr="001E1152" w:rsidRDefault="00FE4EE9" w:rsidP="00E72D0D">
            <w:pPr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Проведение     городского    конкурса «Ученик года». </w:t>
            </w:r>
          </w:p>
        </w:tc>
        <w:tc>
          <w:tcPr>
            <w:tcW w:w="708" w:type="dxa"/>
            <w:shd w:val="clear" w:color="000000" w:fill="FFFFFF"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89" w:type="dxa"/>
            <w:shd w:val="clear" w:color="000000" w:fill="FFFFFF"/>
          </w:tcPr>
          <w:p w:rsidR="00FE4EE9" w:rsidRPr="001E1152" w:rsidRDefault="00FE4EE9" w:rsidP="004E522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Cs/>
                <w:sz w:val="26"/>
                <w:szCs w:val="26"/>
              </w:rPr>
              <w:t xml:space="preserve">20,00  </w:t>
            </w:r>
          </w:p>
        </w:tc>
        <w:tc>
          <w:tcPr>
            <w:tcW w:w="1389" w:type="dxa"/>
            <w:shd w:val="clear" w:color="000000" w:fill="FFFFFF"/>
          </w:tcPr>
          <w:p w:rsidR="00FE4EE9" w:rsidRPr="001E1152" w:rsidRDefault="00FE4EE9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Cs/>
                <w:sz w:val="26"/>
                <w:szCs w:val="26"/>
              </w:rPr>
              <w:t xml:space="preserve">20,00  </w:t>
            </w:r>
          </w:p>
        </w:tc>
        <w:tc>
          <w:tcPr>
            <w:tcW w:w="1549" w:type="dxa"/>
            <w:shd w:val="clear" w:color="000000" w:fill="FFFFFF"/>
          </w:tcPr>
          <w:p w:rsidR="00FE4EE9" w:rsidRPr="001E1152" w:rsidRDefault="00FE4EE9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Cs/>
                <w:sz w:val="26"/>
                <w:szCs w:val="26"/>
              </w:rPr>
              <w:t xml:space="preserve">20,00  </w:t>
            </w:r>
          </w:p>
        </w:tc>
      </w:tr>
      <w:tr w:rsidR="00FE4EE9" w:rsidRPr="001E1152" w:rsidTr="004E5902">
        <w:trPr>
          <w:trHeight w:val="20"/>
        </w:trPr>
        <w:tc>
          <w:tcPr>
            <w:tcW w:w="1062" w:type="dxa"/>
            <w:shd w:val="clear" w:color="000000" w:fill="FFFFFF"/>
          </w:tcPr>
          <w:p w:rsidR="00FE4EE9" w:rsidRPr="001E1152" w:rsidRDefault="00FE4EE9" w:rsidP="00E72D0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  <w:vAlign w:val="bottom"/>
          </w:tcPr>
          <w:p w:rsidR="00FE4EE9" w:rsidRPr="001E1152" w:rsidRDefault="00FE4EE9" w:rsidP="00E72D0D">
            <w:pPr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Проведение конкурса творческих   работ школьников с использованием информационно-компьютерных технологий. </w:t>
            </w:r>
          </w:p>
        </w:tc>
        <w:tc>
          <w:tcPr>
            <w:tcW w:w="708" w:type="dxa"/>
            <w:shd w:val="clear" w:color="000000" w:fill="FFFFFF"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</w:tcPr>
          <w:p w:rsidR="00FE4EE9" w:rsidRPr="001E1152" w:rsidRDefault="00FE4EE9" w:rsidP="004E522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10,00  </w:t>
            </w:r>
          </w:p>
        </w:tc>
        <w:tc>
          <w:tcPr>
            <w:tcW w:w="1389" w:type="dxa"/>
            <w:shd w:val="clear" w:color="000000" w:fill="FFFFFF"/>
          </w:tcPr>
          <w:p w:rsidR="00FE4EE9" w:rsidRPr="001E1152" w:rsidRDefault="00FE4EE9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10,00  </w:t>
            </w:r>
          </w:p>
        </w:tc>
        <w:tc>
          <w:tcPr>
            <w:tcW w:w="1549" w:type="dxa"/>
            <w:shd w:val="clear" w:color="000000" w:fill="FFFFFF"/>
          </w:tcPr>
          <w:p w:rsidR="00FE4EE9" w:rsidRPr="001E1152" w:rsidRDefault="00FE4EE9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10,00  </w:t>
            </w:r>
          </w:p>
        </w:tc>
      </w:tr>
      <w:tr w:rsidR="00FE4EE9" w:rsidRPr="001E1152" w:rsidTr="004E5902">
        <w:trPr>
          <w:trHeight w:val="20"/>
        </w:trPr>
        <w:tc>
          <w:tcPr>
            <w:tcW w:w="1062" w:type="dxa"/>
            <w:shd w:val="clear" w:color="000000" w:fill="FFFFFF"/>
          </w:tcPr>
          <w:p w:rsidR="00FE4EE9" w:rsidRPr="001E1152" w:rsidRDefault="00FE4EE9" w:rsidP="00E72D0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  <w:vAlign w:val="bottom"/>
          </w:tcPr>
          <w:p w:rsidR="00FE4EE9" w:rsidRPr="001E1152" w:rsidRDefault="00FE4EE9" w:rsidP="00E72D0D">
            <w:pPr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 Поощрение отличников учёбы  1-11 классов общеобразовательных учреждений</w:t>
            </w:r>
          </w:p>
        </w:tc>
        <w:tc>
          <w:tcPr>
            <w:tcW w:w="708" w:type="dxa"/>
            <w:shd w:val="clear" w:color="000000" w:fill="FFFFFF"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</w:tcPr>
          <w:p w:rsidR="00FE4EE9" w:rsidRPr="001E1152" w:rsidRDefault="00FE4EE9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40,00  </w:t>
            </w:r>
          </w:p>
        </w:tc>
        <w:tc>
          <w:tcPr>
            <w:tcW w:w="1389" w:type="dxa"/>
            <w:shd w:val="clear" w:color="000000" w:fill="FFFFFF"/>
          </w:tcPr>
          <w:p w:rsidR="00FE4EE9" w:rsidRPr="001E1152" w:rsidRDefault="00FE4EE9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40,00  </w:t>
            </w:r>
          </w:p>
        </w:tc>
        <w:tc>
          <w:tcPr>
            <w:tcW w:w="1549" w:type="dxa"/>
            <w:shd w:val="clear" w:color="000000" w:fill="FFFFFF"/>
          </w:tcPr>
          <w:p w:rsidR="00FE4EE9" w:rsidRPr="001E1152" w:rsidRDefault="00FE4EE9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40,00  </w:t>
            </w:r>
          </w:p>
        </w:tc>
      </w:tr>
      <w:tr w:rsidR="00FE4EE9" w:rsidRPr="001E1152" w:rsidTr="004E5902">
        <w:trPr>
          <w:trHeight w:val="20"/>
        </w:trPr>
        <w:tc>
          <w:tcPr>
            <w:tcW w:w="1062" w:type="dxa"/>
            <w:shd w:val="clear" w:color="000000" w:fill="FFFFFF"/>
            <w:vAlign w:val="center"/>
          </w:tcPr>
          <w:p w:rsidR="00FE4EE9" w:rsidRPr="001E1152" w:rsidRDefault="00FE4EE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  <w:vAlign w:val="bottom"/>
          </w:tcPr>
          <w:p w:rsidR="00FE4EE9" w:rsidRPr="001E1152" w:rsidRDefault="00FE4EE9" w:rsidP="00E72D0D">
            <w:pPr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Проведение фестиваля художественного творчества «Веселая радуга». </w:t>
            </w:r>
          </w:p>
        </w:tc>
        <w:tc>
          <w:tcPr>
            <w:tcW w:w="708" w:type="dxa"/>
            <w:shd w:val="clear" w:color="000000" w:fill="FFFFFF"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</w:tcPr>
          <w:p w:rsidR="00FE4EE9" w:rsidRPr="001E1152" w:rsidRDefault="00FE4EE9" w:rsidP="00630A0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35,00  </w:t>
            </w:r>
          </w:p>
        </w:tc>
        <w:tc>
          <w:tcPr>
            <w:tcW w:w="1389" w:type="dxa"/>
            <w:shd w:val="clear" w:color="000000" w:fill="FFFFFF"/>
          </w:tcPr>
          <w:p w:rsidR="00FE4EE9" w:rsidRPr="001E1152" w:rsidRDefault="00FE4EE9" w:rsidP="006F558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35,00  </w:t>
            </w:r>
          </w:p>
        </w:tc>
        <w:tc>
          <w:tcPr>
            <w:tcW w:w="1549" w:type="dxa"/>
            <w:shd w:val="clear" w:color="000000" w:fill="FFFFFF"/>
          </w:tcPr>
          <w:p w:rsidR="00FE4EE9" w:rsidRPr="001E1152" w:rsidRDefault="00FE4EE9" w:rsidP="006F558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35,00  </w:t>
            </w:r>
          </w:p>
        </w:tc>
      </w:tr>
      <w:tr w:rsidR="00FE4EE9" w:rsidRPr="001E1152" w:rsidTr="004E5902">
        <w:trPr>
          <w:trHeight w:val="20"/>
        </w:trPr>
        <w:tc>
          <w:tcPr>
            <w:tcW w:w="1062" w:type="dxa"/>
            <w:shd w:val="clear" w:color="000000" w:fill="FFFFFF"/>
            <w:vAlign w:val="center"/>
          </w:tcPr>
          <w:p w:rsidR="00FE4EE9" w:rsidRPr="001E1152" w:rsidRDefault="00FE4EE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  <w:vAlign w:val="bottom"/>
          </w:tcPr>
          <w:p w:rsidR="00FE4EE9" w:rsidRPr="001E1152" w:rsidRDefault="00FE4EE9" w:rsidP="00E72D0D">
            <w:pPr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Организация приема выпускников школ, награжденных золотыми и серебряными медалями «За особые успехи в учении» главой Дальнереченского городского     округа и главой  администрации Дальнереченского городского округа. </w:t>
            </w:r>
          </w:p>
        </w:tc>
        <w:tc>
          <w:tcPr>
            <w:tcW w:w="708" w:type="dxa"/>
            <w:shd w:val="clear" w:color="000000" w:fill="FFFFFF"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</w:tcPr>
          <w:p w:rsidR="00FE4EE9" w:rsidRPr="001E1152" w:rsidRDefault="00FE4EE9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40,00  </w:t>
            </w:r>
          </w:p>
        </w:tc>
        <w:tc>
          <w:tcPr>
            <w:tcW w:w="1389" w:type="dxa"/>
            <w:shd w:val="clear" w:color="000000" w:fill="FFFFFF"/>
          </w:tcPr>
          <w:p w:rsidR="00FE4EE9" w:rsidRPr="001E1152" w:rsidRDefault="00FE4EE9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40,00  </w:t>
            </w:r>
          </w:p>
        </w:tc>
        <w:tc>
          <w:tcPr>
            <w:tcW w:w="1549" w:type="dxa"/>
            <w:shd w:val="clear" w:color="000000" w:fill="FFFFFF"/>
          </w:tcPr>
          <w:p w:rsidR="00FE4EE9" w:rsidRPr="001E1152" w:rsidRDefault="00FE4EE9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40,00  </w:t>
            </w:r>
          </w:p>
        </w:tc>
      </w:tr>
      <w:tr w:rsidR="00FE4EE9" w:rsidRPr="001E1152" w:rsidTr="004E5902">
        <w:trPr>
          <w:trHeight w:val="20"/>
        </w:trPr>
        <w:tc>
          <w:tcPr>
            <w:tcW w:w="1062" w:type="dxa"/>
            <w:shd w:val="clear" w:color="000000" w:fill="FFFFFF"/>
            <w:vAlign w:val="center"/>
          </w:tcPr>
          <w:p w:rsidR="00FE4EE9" w:rsidRPr="001E1152" w:rsidRDefault="00FE4EE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  <w:vAlign w:val="bottom"/>
          </w:tcPr>
          <w:p w:rsidR="00FE4EE9" w:rsidRPr="001E1152" w:rsidRDefault="00FE4EE9" w:rsidP="00E72D0D">
            <w:pPr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Проведение конкурсов сочинений и творческих работ учащихся. </w:t>
            </w:r>
          </w:p>
        </w:tc>
        <w:tc>
          <w:tcPr>
            <w:tcW w:w="708" w:type="dxa"/>
            <w:shd w:val="clear" w:color="000000" w:fill="FFFFFF"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</w:tcPr>
          <w:p w:rsidR="00FE4EE9" w:rsidRPr="001E1152" w:rsidRDefault="00FE4EE9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10,00  </w:t>
            </w:r>
          </w:p>
        </w:tc>
        <w:tc>
          <w:tcPr>
            <w:tcW w:w="1389" w:type="dxa"/>
            <w:shd w:val="clear" w:color="000000" w:fill="FFFFFF"/>
          </w:tcPr>
          <w:p w:rsidR="00FE4EE9" w:rsidRPr="001E1152" w:rsidRDefault="00FE4EE9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10,00  </w:t>
            </w:r>
          </w:p>
        </w:tc>
        <w:tc>
          <w:tcPr>
            <w:tcW w:w="1549" w:type="dxa"/>
            <w:shd w:val="clear" w:color="000000" w:fill="FFFFFF"/>
          </w:tcPr>
          <w:p w:rsidR="00FE4EE9" w:rsidRPr="001E1152" w:rsidRDefault="00FE4EE9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10,00  </w:t>
            </w:r>
          </w:p>
        </w:tc>
      </w:tr>
      <w:tr w:rsidR="00FE4EE9" w:rsidRPr="001E1152" w:rsidTr="004E5902">
        <w:trPr>
          <w:trHeight w:val="20"/>
        </w:trPr>
        <w:tc>
          <w:tcPr>
            <w:tcW w:w="1062" w:type="dxa"/>
            <w:shd w:val="clear" w:color="000000" w:fill="FFFFFF"/>
            <w:vAlign w:val="center"/>
          </w:tcPr>
          <w:p w:rsidR="00FE4EE9" w:rsidRPr="001E1152" w:rsidRDefault="00FE4EE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  <w:vAlign w:val="bottom"/>
          </w:tcPr>
          <w:p w:rsidR="00FE4EE9" w:rsidRPr="001E1152" w:rsidRDefault="00FE4EE9" w:rsidP="00E72D0D">
            <w:pPr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Участие детей в заочных предметных олимпиадах</w:t>
            </w:r>
          </w:p>
        </w:tc>
        <w:tc>
          <w:tcPr>
            <w:tcW w:w="708" w:type="dxa"/>
            <w:shd w:val="clear" w:color="000000" w:fill="FFFFFF"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5,00  </w:t>
            </w:r>
          </w:p>
        </w:tc>
        <w:tc>
          <w:tcPr>
            <w:tcW w:w="1389" w:type="dxa"/>
            <w:shd w:val="clear" w:color="000000" w:fill="FFFFFF"/>
          </w:tcPr>
          <w:p w:rsidR="00FE4EE9" w:rsidRPr="001E1152" w:rsidRDefault="00FE4EE9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5,00  </w:t>
            </w:r>
          </w:p>
        </w:tc>
        <w:tc>
          <w:tcPr>
            <w:tcW w:w="1549" w:type="dxa"/>
            <w:shd w:val="clear" w:color="000000" w:fill="FFFFFF"/>
          </w:tcPr>
          <w:p w:rsidR="00FE4EE9" w:rsidRPr="001E1152" w:rsidRDefault="00FE4EE9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5,00  </w:t>
            </w:r>
          </w:p>
        </w:tc>
      </w:tr>
      <w:tr w:rsidR="00FE4EE9" w:rsidRPr="001E1152" w:rsidTr="004E5902">
        <w:trPr>
          <w:trHeight w:val="20"/>
        </w:trPr>
        <w:tc>
          <w:tcPr>
            <w:tcW w:w="1062" w:type="dxa"/>
            <w:shd w:val="clear" w:color="000000" w:fill="FFFFFF"/>
            <w:vAlign w:val="center"/>
          </w:tcPr>
          <w:p w:rsidR="00FE4EE9" w:rsidRPr="001E1152" w:rsidRDefault="00FE4EE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  <w:vAlign w:val="bottom"/>
          </w:tcPr>
          <w:p w:rsidR="00FE4EE9" w:rsidRPr="001E1152" w:rsidRDefault="00FE4EE9" w:rsidP="00E72D0D">
            <w:pPr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Участие детей в региональном этапе Всероссийской олимпиады школьников. </w:t>
            </w:r>
          </w:p>
        </w:tc>
        <w:tc>
          <w:tcPr>
            <w:tcW w:w="708" w:type="dxa"/>
            <w:shd w:val="clear" w:color="000000" w:fill="FFFFFF"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30,00  </w:t>
            </w:r>
          </w:p>
        </w:tc>
        <w:tc>
          <w:tcPr>
            <w:tcW w:w="1389" w:type="dxa"/>
            <w:shd w:val="clear" w:color="000000" w:fill="FFFFFF"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30,00  </w:t>
            </w:r>
          </w:p>
        </w:tc>
        <w:tc>
          <w:tcPr>
            <w:tcW w:w="1549" w:type="dxa"/>
            <w:shd w:val="clear" w:color="000000" w:fill="FFFFFF"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30,00  </w:t>
            </w:r>
          </w:p>
        </w:tc>
      </w:tr>
      <w:tr w:rsidR="00FE4EE9" w:rsidRPr="001E1152" w:rsidTr="004E5902">
        <w:trPr>
          <w:trHeight w:val="20"/>
        </w:trPr>
        <w:tc>
          <w:tcPr>
            <w:tcW w:w="1062" w:type="dxa"/>
            <w:shd w:val="clear" w:color="000000" w:fill="FFFFFF"/>
            <w:vAlign w:val="center"/>
          </w:tcPr>
          <w:p w:rsidR="00FE4EE9" w:rsidRPr="001E1152" w:rsidRDefault="00FE4EE9" w:rsidP="00022E9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  <w:vAlign w:val="bottom"/>
          </w:tcPr>
          <w:p w:rsidR="00FE4EE9" w:rsidRPr="001E1152" w:rsidRDefault="00FE4EE9" w:rsidP="00E72D0D">
            <w:pPr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Участие  детей в краевых, всероссийских, международных конкурсах, семинарах, в т.ч. заочных. 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10</w:t>
            </w: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 xml:space="preserve">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10</w:t>
            </w: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 xml:space="preserve">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10</w:t>
            </w: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 xml:space="preserve">,00  </w:t>
            </w:r>
          </w:p>
        </w:tc>
      </w:tr>
      <w:tr w:rsidR="00FE4EE9" w:rsidRPr="001E1152" w:rsidTr="004E5902">
        <w:trPr>
          <w:trHeight w:val="20"/>
        </w:trPr>
        <w:tc>
          <w:tcPr>
            <w:tcW w:w="1062" w:type="dxa"/>
            <w:shd w:val="clear" w:color="000000" w:fill="FFFFFF"/>
            <w:vAlign w:val="center"/>
          </w:tcPr>
          <w:p w:rsidR="00FE4EE9" w:rsidRPr="001E1152" w:rsidRDefault="00FE4EE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  <w:vAlign w:val="bottom"/>
          </w:tcPr>
          <w:p w:rsidR="00FE4EE9" w:rsidRPr="001E1152" w:rsidRDefault="00FE4EE9" w:rsidP="00E72D0D">
            <w:pPr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Проведение «круглого стола» с победителями олимпиад и творческих конкурсов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9D408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20,00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20,00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1E1152" w:rsidRDefault="00FE4EE9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20,00  </w:t>
            </w:r>
          </w:p>
        </w:tc>
      </w:tr>
      <w:tr w:rsidR="00FE4EE9" w:rsidRPr="001E1152" w:rsidTr="004E5902">
        <w:trPr>
          <w:trHeight w:val="20"/>
        </w:trPr>
        <w:tc>
          <w:tcPr>
            <w:tcW w:w="1062" w:type="dxa"/>
            <w:shd w:val="clear" w:color="000000" w:fill="FFFFFF"/>
          </w:tcPr>
          <w:p w:rsidR="00FE4EE9" w:rsidRPr="00905986" w:rsidRDefault="00FE4EE9" w:rsidP="0090598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05986">
              <w:rPr>
                <w:rFonts w:ascii="Times New Roman" w:hAnsi="Times New Roman"/>
                <w:sz w:val="26"/>
                <w:szCs w:val="26"/>
              </w:rPr>
              <w:t>2.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Pr="00905986">
              <w:rPr>
                <w:rFonts w:ascii="Times New Roman" w:hAnsi="Times New Roman"/>
                <w:sz w:val="26"/>
                <w:szCs w:val="26"/>
              </w:rPr>
              <w:t>.4</w:t>
            </w:r>
          </w:p>
        </w:tc>
        <w:tc>
          <w:tcPr>
            <w:tcW w:w="4666" w:type="dxa"/>
            <w:shd w:val="clear" w:color="000000" w:fill="FFFFFF"/>
          </w:tcPr>
          <w:p w:rsidR="00FE4EE9" w:rsidRPr="00981F05" w:rsidRDefault="00FE4EE9" w:rsidP="003938EE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 w:rsidRPr="00981F05">
              <w:rPr>
                <w:rFonts w:ascii="Times New Roman" w:hAnsi="Times New Roman"/>
                <w:i/>
                <w:sz w:val="26"/>
                <w:szCs w:val="26"/>
              </w:rPr>
              <w:t>Развитие системы подготовки кадров, работающих с одаренными детьми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981F05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FE4EE9" w:rsidRPr="00981F05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FE4EE9" w:rsidRPr="00981F05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FE4EE9" w:rsidRPr="00981F05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FE4EE9" w:rsidRPr="00981F05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FE4EE9" w:rsidRPr="00981F05" w:rsidRDefault="00FE4EE9" w:rsidP="00593B5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981F05">
              <w:rPr>
                <w:rFonts w:ascii="Times New Roman" w:hAnsi="Times New Roman"/>
                <w:i/>
                <w:sz w:val="26"/>
                <w:szCs w:val="26"/>
              </w:rPr>
              <w:t xml:space="preserve">55,00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981F05" w:rsidRDefault="00FE4EE9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981F05">
              <w:rPr>
                <w:rFonts w:ascii="Times New Roman" w:hAnsi="Times New Roman"/>
                <w:i/>
                <w:sz w:val="26"/>
                <w:szCs w:val="26"/>
              </w:rPr>
              <w:t xml:space="preserve">55,00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981F05" w:rsidRDefault="00FE4EE9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981F05">
              <w:rPr>
                <w:rFonts w:ascii="Times New Roman" w:hAnsi="Times New Roman"/>
                <w:i/>
                <w:sz w:val="26"/>
                <w:szCs w:val="26"/>
              </w:rPr>
              <w:t xml:space="preserve">55,00  </w:t>
            </w:r>
          </w:p>
        </w:tc>
      </w:tr>
      <w:tr w:rsidR="00FE4EE9" w:rsidRPr="001E1152" w:rsidTr="004E5902">
        <w:trPr>
          <w:trHeight w:val="20"/>
        </w:trPr>
        <w:tc>
          <w:tcPr>
            <w:tcW w:w="1062" w:type="dxa"/>
            <w:shd w:val="clear" w:color="000000" w:fill="FFFFFF"/>
          </w:tcPr>
          <w:p w:rsidR="00FE4EE9" w:rsidRPr="001E1152" w:rsidRDefault="00FE4EE9" w:rsidP="003938E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FE4EE9" w:rsidRPr="001E1152" w:rsidRDefault="00FE4EE9" w:rsidP="003938EE">
            <w:pPr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Поддержка талантливых педагогов реализующих инновационные образовательные методиками  и добившихся особых успехов в подготовке школьников к интеллектуальным соревнованиям                  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593B5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50,00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50,00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1E1152" w:rsidRDefault="00FE4EE9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50,00  </w:t>
            </w:r>
          </w:p>
        </w:tc>
      </w:tr>
      <w:tr w:rsidR="00FE4EE9" w:rsidRPr="001E1152" w:rsidTr="004E5902">
        <w:trPr>
          <w:trHeight w:val="20"/>
        </w:trPr>
        <w:tc>
          <w:tcPr>
            <w:tcW w:w="1062" w:type="dxa"/>
            <w:shd w:val="clear" w:color="000000" w:fill="FFFFFF"/>
          </w:tcPr>
          <w:p w:rsidR="00FE4EE9" w:rsidRPr="001E1152" w:rsidRDefault="00FE4EE9" w:rsidP="003938E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FE4EE9" w:rsidRPr="001E1152" w:rsidRDefault="00FE4EE9" w:rsidP="003938EE">
            <w:pPr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Организация и проведение городских семинаров, мастер-классов по обмену опытом работы с одаренными детьми 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 xml:space="preserve">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 xml:space="preserve">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1E1152" w:rsidRDefault="00FE4EE9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 xml:space="preserve">,00  </w:t>
            </w:r>
          </w:p>
        </w:tc>
      </w:tr>
      <w:tr w:rsidR="00FE4EE9" w:rsidRPr="001E1152" w:rsidTr="004E5902">
        <w:trPr>
          <w:trHeight w:val="20"/>
        </w:trPr>
        <w:tc>
          <w:tcPr>
            <w:tcW w:w="1062" w:type="dxa"/>
            <w:shd w:val="clear" w:color="000000" w:fill="FFFFFF"/>
          </w:tcPr>
          <w:p w:rsidR="00FE4EE9" w:rsidRPr="001E1152" w:rsidRDefault="00FE4EE9" w:rsidP="003938EE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2.9</w:t>
            </w:r>
          </w:p>
        </w:tc>
        <w:tc>
          <w:tcPr>
            <w:tcW w:w="4666" w:type="dxa"/>
            <w:shd w:val="clear" w:color="000000" w:fill="FFFFFF"/>
          </w:tcPr>
          <w:p w:rsidR="00FE4EE9" w:rsidRPr="001E1152" w:rsidRDefault="00FE4EE9" w:rsidP="004D6E43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bCs/>
                <w:sz w:val="26"/>
                <w:szCs w:val="26"/>
              </w:rPr>
              <w:t>Создание условий для осуществления непрерывного образования  учащихся в системе взаимодействия работодателей с учреждениями профессионального и основного общего образования «Школа – Колледж – Вуз – Работодатель» на основе согласования стандартов образовательных целей и программ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0702</w:t>
            </w:r>
          </w:p>
        </w:tc>
        <w:tc>
          <w:tcPr>
            <w:tcW w:w="1276" w:type="dxa"/>
            <w:shd w:val="clear" w:color="000000" w:fill="FFFFFF"/>
            <w:noWrap/>
          </w:tcPr>
          <w:p w:rsidR="00FE4EE9" w:rsidRPr="00D93D85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D93D85">
              <w:rPr>
                <w:rFonts w:ascii="Times New Roman" w:hAnsi="Times New Roman"/>
                <w:b/>
                <w:sz w:val="26"/>
                <w:szCs w:val="26"/>
              </w:rPr>
              <w:t>0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5</w:t>
            </w:r>
            <w:r w:rsidRPr="00D93D85">
              <w:rPr>
                <w:rFonts w:ascii="Times New Roman" w:hAnsi="Times New Roman"/>
                <w:b/>
                <w:sz w:val="26"/>
                <w:szCs w:val="26"/>
              </w:rPr>
              <w:t xml:space="preserve"> 0 0000</w:t>
            </w:r>
          </w:p>
        </w:tc>
        <w:tc>
          <w:tcPr>
            <w:tcW w:w="709" w:type="dxa"/>
            <w:shd w:val="clear" w:color="000000" w:fill="FFFFFF"/>
            <w:noWrap/>
          </w:tcPr>
          <w:p w:rsidR="00FE4EE9" w:rsidRPr="00D93D85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D93D85">
              <w:rPr>
                <w:rFonts w:ascii="Times New Roman" w:hAnsi="Times New Roman"/>
                <w:b/>
                <w:sz w:val="26"/>
                <w:szCs w:val="26"/>
              </w:rPr>
              <w:t>000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1E1152" w:rsidRDefault="00FE4EE9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</w:tr>
      <w:tr w:rsidR="00FE4EE9" w:rsidRPr="001E1152" w:rsidTr="004E5902">
        <w:trPr>
          <w:trHeight w:val="20"/>
        </w:trPr>
        <w:tc>
          <w:tcPr>
            <w:tcW w:w="1062" w:type="dxa"/>
            <w:shd w:val="clear" w:color="000000" w:fill="FFFFFF"/>
          </w:tcPr>
          <w:p w:rsidR="00FE4EE9" w:rsidRPr="001E1152" w:rsidRDefault="00FE4EE9" w:rsidP="003938E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FE4EE9" w:rsidRPr="001E1152" w:rsidRDefault="00FE4EE9" w:rsidP="004D6E43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Cs/>
                <w:sz w:val="26"/>
                <w:szCs w:val="26"/>
              </w:rPr>
              <w:t>Участие в профессиональной ориентации несовершеннолетних, проведение ярмарок учебных и рабочих мест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1E1152" w:rsidRDefault="00FE4EE9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FE4EE9" w:rsidRPr="001E1152" w:rsidTr="004E5902">
        <w:trPr>
          <w:trHeight w:val="20"/>
        </w:trPr>
        <w:tc>
          <w:tcPr>
            <w:tcW w:w="1062" w:type="dxa"/>
            <w:shd w:val="clear" w:color="000000" w:fill="FFFFFF"/>
          </w:tcPr>
          <w:p w:rsidR="00FE4EE9" w:rsidRPr="001E1152" w:rsidRDefault="00FE4EE9" w:rsidP="003938E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FE4EE9" w:rsidRPr="001E1152" w:rsidRDefault="00FE4EE9" w:rsidP="004D6E43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Cs/>
                <w:sz w:val="26"/>
                <w:szCs w:val="26"/>
              </w:rPr>
              <w:t>Трудоустройство несовершеннолетних в период летних каникул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1E1152" w:rsidRDefault="00FE4EE9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FE4EE9" w:rsidRPr="001E1152" w:rsidTr="004E5902">
        <w:trPr>
          <w:trHeight w:val="20"/>
        </w:trPr>
        <w:tc>
          <w:tcPr>
            <w:tcW w:w="1062" w:type="dxa"/>
            <w:shd w:val="clear" w:color="000000" w:fill="FFFFFF"/>
          </w:tcPr>
          <w:p w:rsidR="00FE4EE9" w:rsidRPr="001E1152" w:rsidRDefault="00FE4EE9" w:rsidP="003938EE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>2.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10</w:t>
            </w:r>
          </w:p>
        </w:tc>
        <w:tc>
          <w:tcPr>
            <w:tcW w:w="4666" w:type="dxa"/>
            <w:shd w:val="clear" w:color="000000" w:fill="FFFFFF"/>
          </w:tcPr>
          <w:p w:rsidR="00FE4EE9" w:rsidRPr="001E1152" w:rsidRDefault="00FE4EE9" w:rsidP="003938EE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bCs/>
                <w:sz w:val="26"/>
                <w:szCs w:val="26"/>
              </w:rPr>
              <w:t>Обновление технологий воспитания и обучения, связанных с  решением задач социализации учащихся, формирования основ здорового образа жизни и безопасности жизнедеятельности у детей и подростков на основе взаимодействия школы, семей обучающихся,   представителей общественных и иных организаций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66584E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66584E">
              <w:rPr>
                <w:rFonts w:ascii="Times New Roman" w:hAnsi="Times New Roman"/>
                <w:b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FE4EE9" w:rsidRPr="0066584E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66584E">
              <w:rPr>
                <w:rFonts w:ascii="Times New Roman" w:hAnsi="Times New Roman"/>
                <w:b/>
                <w:sz w:val="26"/>
                <w:szCs w:val="26"/>
              </w:rPr>
              <w:t>000</w:t>
            </w:r>
          </w:p>
        </w:tc>
        <w:tc>
          <w:tcPr>
            <w:tcW w:w="850" w:type="dxa"/>
            <w:shd w:val="clear" w:color="000000" w:fill="FFFFFF"/>
            <w:noWrap/>
          </w:tcPr>
          <w:p w:rsidR="00FE4EE9" w:rsidRPr="0066584E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66584E">
              <w:rPr>
                <w:rFonts w:ascii="Times New Roman" w:hAnsi="Times New Roman"/>
                <w:b/>
                <w:sz w:val="26"/>
                <w:szCs w:val="26"/>
              </w:rPr>
              <w:t>0000</w:t>
            </w:r>
          </w:p>
        </w:tc>
        <w:tc>
          <w:tcPr>
            <w:tcW w:w="1276" w:type="dxa"/>
            <w:shd w:val="clear" w:color="000000" w:fill="FFFFFF"/>
            <w:noWrap/>
          </w:tcPr>
          <w:p w:rsidR="00FE4EE9" w:rsidRPr="0066584E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66584E">
              <w:rPr>
                <w:rFonts w:ascii="Times New Roman" w:hAnsi="Times New Roman"/>
                <w:b/>
                <w:sz w:val="26"/>
                <w:szCs w:val="26"/>
              </w:rPr>
              <w:t>05 2 0000</w:t>
            </w:r>
          </w:p>
        </w:tc>
        <w:tc>
          <w:tcPr>
            <w:tcW w:w="709" w:type="dxa"/>
            <w:shd w:val="clear" w:color="000000" w:fill="FFFFFF"/>
            <w:noWrap/>
          </w:tcPr>
          <w:p w:rsidR="00FE4EE9" w:rsidRPr="0066584E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66584E">
              <w:rPr>
                <w:rFonts w:ascii="Times New Roman" w:hAnsi="Times New Roman"/>
                <w:b/>
                <w:sz w:val="26"/>
                <w:szCs w:val="26"/>
              </w:rPr>
              <w:t>000 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415E1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620,00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804,00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1E1152" w:rsidRDefault="00FE4EE9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854,00</w:t>
            </w:r>
          </w:p>
        </w:tc>
      </w:tr>
      <w:tr w:rsidR="00FE4EE9" w:rsidRPr="001E1152" w:rsidTr="004E5902">
        <w:trPr>
          <w:trHeight w:val="20"/>
        </w:trPr>
        <w:tc>
          <w:tcPr>
            <w:tcW w:w="1062" w:type="dxa"/>
            <w:shd w:val="clear" w:color="000000" w:fill="FFFFFF"/>
          </w:tcPr>
          <w:p w:rsidR="00FE4EE9" w:rsidRPr="001E1152" w:rsidRDefault="00FE4EE9" w:rsidP="003938E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2.</w:t>
            </w:r>
            <w:r>
              <w:rPr>
                <w:rFonts w:ascii="Times New Roman" w:hAnsi="Times New Roman"/>
                <w:sz w:val="26"/>
                <w:szCs w:val="26"/>
              </w:rPr>
              <w:t>10.1</w:t>
            </w:r>
          </w:p>
        </w:tc>
        <w:tc>
          <w:tcPr>
            <w:tcW w:w="4666" w:type="dxa"/>
            <w:shd w:val="clear" w:color="000000" w:fill="FFFFFF"/>
            <w:vAlign w:val="center"/>
          </w:tcPr>
          <w:p w:rsidR="00FE4EE9" w:rsidRPr="001E1152" w:rsidRDefault="00FE4EE9" w:rsidP="009A6EC7">
            <w:pPr>
              <w:pStyle w:val="NormalWeb"/>
              <w:ind w:left="-15" w:right="-84"/>
              <w:rPr>
                <w:sz w:val="26"/>
                <w:szCs w:val="26"/>
              </w:rPr>
            </w:pPr>
            <w:r w:rsidRPr="001E1152">
              <w:rPr>
                <w:sz w:val="26"/>
                <w:szCs w:val="26"/>
              </w:rPr>
              <w:t>Создание информационного банка данных о детях 6-8 лет, подлежащих обучению в образовательных учреждениях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0702</w:t>
            </w: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05 2 2019</w:t>
            </w: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100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1E1152" w:rsidRDefault="00FE4EE9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FE4EE9" w:rsidRPr="001E1152" w:rsidTr="004E5902">
        <w:trPr>
          <w:trHeight w:val="20"/>
        </w:trPr>
        <w:tc>
          <w:tcPr>
            <w:tcW w:w="1062" w:type="dxa"/>
            <w:shd w:val="clear" w:color="000000" w:fill="FFFFFF"/>
          </w:tcPr>
          <w:p w:rsidR="00FE4EE9" w:rsidRPr="001E1152" w:rsidRDefault="00FE4EE9" w:rsidP="002B03D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2.</w:t>
            </w:r>
            <w:r>
              <w:rPr>
                <w:rFonts w:ascii="Times New Roman" w:hAnsi="Times New Roman"/>
                <w:sz w:val="26"/>
                <w:szCs w:val="26"/>
              </w:rPr>
              <w:t>10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>.2</w:t>
            </w:r>
          </w:p>
        </w:tc>
        <w:tc>
          <w:tcPr>
            <w:tcW w:w="4666" w:type="dxa"/>
            <w:shd w:val="clear" w:color="000000" w:fill="FFFFFF"/>
            <w:vAlign w:val="center"/>
          </w:tcPr>
          <w:p w:rsidR="00FE4EE9" w:rsidRPr="001E1152" w:rsidRDefault="00FE4EE9" w:rsidP="009A6EC7">
            <w:pPr>
              <w:pStyle w:val="NormalWeb"/>
              <w:ind w:left="-15" w:right="-84"/>
              <w:rPr>
                <w:sz w:val="26"/>
                <w:szCs w:val="26"/>
              </w:rPr>
            </w:pPr>
            <w:r w:rsidRPr="001E1152">
              <w:rPr>
                <w:sz w:val="26"/>
                <w:szCs w:val="26"/>
              </w:rPr>
              <w:t>Контроль обучения выпускников интернатных учреждений, а также несовершеннолетних, оставшихся без попечения родителей и продолжающих обучение в профессиональных учреждениях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0702</w:t>
            </w: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05 2 2019</w:t>
            </w: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100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1E1152" w:rsidRDefault="00FE4EE9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FE4EE9" w:rsidRPr="001E1152" w:rsidTr="004E5902">
        <w:trPr>
          <w:trHeight w:val="20"/>
        </w:trPr>
        <w:tc>
          <w:tcPr>
            <w:tcW w:w="1062" w:type="dxa"/>
            <w:shd w:val="clear" w:color="000000" w:fill="FFFFFF"/>
          </w:tcPr>
          <w:p w:rsidR="00FE4EE9" w:rsidRPr="001E1152" w:rsidRDefault="00FE4EE9" w:rsidP="002B03D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2.</w:t>
            </w:r>
            <w:r>
              <w:rPr>
                <w:rFonts w:ascii="Times New Roman" w:hAnsi="Times New Roman"/>
                <w:sz w:val="26"/>
                <w:szCs w:val="26"/>
              </w:rPr>
              <w:t>10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>.3</w:t>
            </w:r>
          </w:p>
        </w:tc>
        <w:tc>
          <w:tcPr>
            <w:tcW w:w="4666" w:type="dxa"/>
            <w:shd w:val="clear" w:color="000000" w:fill="FFFFFF"/>
            <w:vAlign w:val="center"/>
          </w:tcPr>
          <w:p w:rsidR="00FE4EE9" w:rsidRPr="001E1152" w:rsidRDefault="00FE4EE9" w:rsidP="009A6EC7">
            <w:pPr>
              <w:pStyle w:val="NormalWeb"/>
              <w:ind w:left="-15" w:right="-84"/>
              <w:rPr>
                <w:sz w:val="26"/>
                <w:szCs w:val="26"/>
              </w:rPr>
            </w:pPr>
            <w:r w:rsidRPr="001E1152">
              <w:rPr>
                <w:sz w:val="26"/>
                <w:szCs w:val="26"/>
              </w:rPr>
              <w:t>Контроль обучения несовершеннолетних, не имеющих основного общего образования и продолжающих обучение в ПУ-27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0702</w:t>
            </w: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05 2 2019</w:t>
            </w: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100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1E1152" w:rsidRDefault="00FE4EE9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FE4EE9" w:rsidRPr="001E1152" w:rsidTr="004E5902">
        <w:trPr>
          <w:trHeight w:val="20"/>
        </w:trPr>
        <w:tc>
          <w:tcPr>
            <w:tcW w:w="1062" w:type="dxa"/>
            <w:shd w:val="clear" w:color="000000" w:fill="FFFFFF"/>
          </w:tcPr>
          <w:p w:rsidR="00FE4EE9" w:rsidRPr="001E1152" w:rsidRDefault="00FE4EE9" w:rsidP="002B03D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2.</w:t>
            </w:r>
            <w:r>
              <w:rPr>
                <w:rFonts w:ascii="Times New Roman" w:hAnsi="Times New Roman"/>
                <w:sz w:val="26"/>
                <w:szCs w:val="26"/>
              </w:rPr>
              <w:t>10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>.4</w:t>
            </w:r>
          </w:p>
        </w:tc>
        <w:tc>
          <w:tcPr>
            <w:tcW w:w="4666" w:type="dxa"/>
            <w:shd w:val="clear" w:color="000000" w:fill="FFFFFF"/>
            <w:vAlign w:val="center"/>
          </w:tcPr>
          <w:p w:rsidR="00FE4EE9" w:rsidRPr="001E1152" w:rsidRDefault="00FE4EE9" w:rsidP="009A6EC7">
            <w:pPr>
              <w:pStyle w:val="NormalWeb"/>
              <w:ind w:left="-15" w:right="-84"/>
              <w:rPr>
                <w:sz w:val="26"/>
                <w:szCs w:val="26"/>
              </w:rPr>
            </w:pPr>
            <w:r w:rsidRPr="001E1152">
              <w:rPr>
                <w:sz w:val="26"/>
                <w:szCs w:val="26"/>
              </w:rPr>
              <w:t>Совершенствование работы вечерней сменной школы №7. Контроль обучения несовершеннолетних в данном образовательном учебном заведении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0702</w:t>
            </w: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05 2 2019</w:t>
            </w: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100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1E1152" w:rsidRDefault="00FE4EE9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FE4EE9" w:rsidRPr="001E1152" w:rsidTr="004E5902">
        <w:trPr>
          <w:trHeight w:val="20"/>
        </w:trPr>
        <w:tc>
          <w:tcPr>
            <w:tcW w:w="1062" w:type="dxa"/>
            <w:shd w:val="clear" w:color="000000" w:fill="FFFFFF"/>
          </w:tcPr>
          <w:p w:rsidR="00FE4EE9" w:rsidRPr="001E1152" w:rsidRDefault="00FE4EE9" w:rsidP="002B03D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2.</w:t>
            </w:r>
            <w:r>
              <w:rPr>
                <w:rFonts w:ascii="Times New Roman" w:hAnsi="Times New Roman"/>
                <w:sz w:val="26"/>
                <w:szCs w:val="26"/>
              </w:rPr>
              <w:t>10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>.5</w:t>
            </w:r>
          </w:p>
        </w:tc>
        <w:tc>
          <w:tcPr>
            <w:tcW w:w="4666" w:type="dxa"/>
            <w:shd w:val="clear" w:color="000000" w:fill="FFFFFF"/>
            <w:vAlign w:val="center"/>
          </w:tcPr>
          <w:p w:rsidR="00FE4EE9" w:rsidRPr="001E1152" w:rsidRDefault="00FE4EE9" w:rsidP="009A6EC7">
            <w:pPr>
              <w:pStyle w:val="NormalWeb"/>
              <w:ind w:left="-15" w:right="-84"/>
              <w:rPr>
                <w:sz w:val="26"/>
                <w:szCs w:val="26"/>
              </w:rPr>
            </w:pPr>
            <w:r w:rsidRPr="001E1152">
              <w:rPr>
                <w:sz w:val="26"/>
                <w:szCs w:val="26"/>
              </w:rPr>
              <w:t>Организация работы школьных психологов, классных руководителей по выявления причин и условий, способствующих непосещению несовершеннолетними образовательных учреждений, принятие действенных мер воздействия по устранению выявленных причин и условий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0702</w:t>
            </w: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05 2 2019</w:t>
            </w: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100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1E1152" w:rsidRDefault="00FE4EE9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FE4EE9" w:rsidRPr="001E1152" w:rsidTr="004E5902">
        <w:trPr>
          <w:trHeight w:val="20"/>
        </w:trPr>
        <w:tc>
          <w:tcPr>
            <w:tcW w:w="1062" w:type="dxa"/>
            <w:shd w:val="clear" w:color="000000" w:fill="FFFFFF"/>
          </w:tcPr>
          <w:p w:rsidR="00FE4EE9" w:rsidRPr="001E1152" w:rsidRDefault="00FE4EE9" w:rsidP="00981F0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2.</w:t>
            </w:r>
            <w:r>
              <w:rPr>
                <w:rFonts w:ascii="Times New Roman" w:hAnsi="Times New Roman"/>
                <w:sz w:val="26"/>
                <w:szCs w:val="26"/>
              </w:rPr>
              <w:t>10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>.</w:t>
            </w: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4666" w:type="dxa"/>
            <w:shd w:val="clear" w:color="000000" w:fill="FFFFFF"/>
            <w:vAlign w:val="center"/>
          </w:tcPr>
          <w:p w:rsidR="00FE4EE9" w:rsidRPr="001E1152" w:rsidRDefault="00FE4EE9" w:rsidP="009C5426">
            <w:pPr>
              <w:pStyle w:val="NormalWeb"/>
              <w:ind w:right="-84"/>
              <w:rPr>
                <w:sz w:val="26"/>
                <w:szCs w:val="26"/>
              </w:rPr>
            </w:pPr>
            <w:r w:rsidRPr="001E1152">
              <w:rPr>
                <w:sz w:val="26"/>
                <w:szCs w:val="26"/>
              </w:rPr>
              <w:t>Организация работы по формированию и поддержке стремлений жителей к позитивным изменениям в образе жизни через обеспечение их достоверными медико-гигиеническими и санитарными знаниями (лектории, кинолектории, лекции, беседы)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005</w:t>
            </w: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0707</w:t>
            </w: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05 2 2019</w:t>
            </w: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100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>,00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30,00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30,00</w:t>
            </w:r>
          </w:p>
        </w:tc>
      </w:tr>
      <w:tr w:rsidR="00FE4EE9" w:rsidRPr="001E1152" w:rsidTr="004E5902">
        <w:trPr>
          <w:trHeight w:val="20"/>
        </w:trPr>
        <w:tc>
          <w:tcPr>
            <w:tcW w:w="1062" w:type="dxa"/>
            <w:shd w:val="clear" w:color="000000" w:fill="FFFFFF"/>
          </w:tcPr>
          <w:p w:rsidR="00FE4EE9" w:rsidRPr="0066584E" w:rsidRDefault="00FE4EE9" w:rsidP="00981F05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66584E">
              <w:rPr>
                <w:rFonts w:ascii="Times New Roman" w:hAnsi="Times New Roman"/>
                <w:b/>
                <w:sz w:val="26"/>
                <w:szCs w:val="26"/>
              </w:rPr>
              <w:t>2.10.7</w:t>
            </w:r>
          </w:p>
        </w:tc>
        <w:tc>
          <w:tcPr>
            <w:tcW w:w="4666" w:type="dxa"/>
            <w:shd w:val="clear" w:color="000000" w:fill="FFFFFF"/>
          </w:tcPr>
          <w:p w:rsidR="00FE4EE9" w:rsidRPr="0066584E" w:rsidRDefault="00FE4EE9" w:rsidP="003938EE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6"/>
                <w:szCs w:val="26"/>
              </w:rPr>
            </w:pPr>
            <w:r w:rsidRPr="0066584E">
              <w:rPr>
                <w:rFonts w:ascii="Times New Roman" w:hAnsi="Times New Roman"/>
                <w:b/>
                <w:i/>
                <w:iCs/>
                <w:sz w:val="26"/>
                <w:szCs w:val="26"/>
              </w:rPr>
              <w:t>Мероприятия по противодействию распространения наркотиков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66584E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66584E">
              <w:rPr>
                <w:rFonts w:ascii="Times New Roman" w:hAnsi="Times New Roman"/>
                <w:b/>
                <w:i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FE4EE9" w:rsidRPr="0066584E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66584E">
              <w:rPr>
                <w:rFonts w:ascii="Times New Roman" w:hAnsi="Times New Roman"/>
                <w:b/>
                <w:i/>
                <w:sz w:val="26"/>
                <w:szCs w:val="26"/>
              </w:rPr>
              <w:t>005</w:t>
            </w:r>
          </w:p>
        </w:tc>
        <w:tc>
          <w:tcPr>
            <w:tcW w:w="850" w:type="dxa"/>
            <w:shd w:val="clear" w:color="000000" w:fill="FFFFFF"/>
            <w:noWrap/>
          </w:tcPr>
          <w:p w:rsidR="00FE4EE9" w:rsidRPr="0066584E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66584E">
              <w:rPr>
                <w:rFonts w:ascii="Times New Roman" w:hAnsi="Times New Roman"/>
                <w:b/>
                <w:i/>
                <w:sz w:val="26"/>
                <w:szCs w:val="26"/>
              </w:rPr>
              <w:t>0707</w:t>
            </w:r>
          </w:p>
        </w:tc>
        <w:tc>
          <w:tcPr>
            <w:tcW w:w="1276" w:type="dxa"/>
            <w:shd w:val="clear" w:color="000000" w:fill="FFFFFF"/>
            <w:noWrap/>
          </w:tcPr>
          <w:p w:rsidR="00FE4EE9" w:rsidRPr="0066584E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66584E">
              <w:rPr>
                <w:rFonts w:ascii="Times New Roman" w:hAnsi="Times New Roman"/>
                <w:b/>
                <w:i/>
                <w:sz w:val="26"/>
                <w:szCs w:val="26"/>
              </w:rPr>
              <w:t>05 2 2018</w:t>
            </w:r>
          </w:p>
        </w:tc>
        <w:tc>
          <w:tcPr>
            <w:tcW w:w="709" w:type="dxa"/>
            <w:shd w:val="clear" w:color="000000" w:fill="FFFFFF"/>
            <w:noWrap/>
          </w:tcPr>
          <w:p w:rsidR="00FE4EE9" w:rsidRPr="0066584E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66584E">
              <w:rPr>
                <w:rFonts w:ascii="Times New Roman" w:hAnsi="Times New Roman"/>
                <w:b/>
                <w:i/>
                <w:sz w:val="26"/>
                <w:szCs w:val="26"/>
              </w:rPr>
              <w:t>100 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66584E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66584E">
              <w:rPr>
                <w:rFonts w:ascii="Times New Roman" w:hAnsi="Times New Roman"/>
                <w:b/>
                <w:i/>
                <w:sz w:val="26"/>
                <w:szCs w:val="26"/>
              </w:rPr>
              <w:t>550,00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66584E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66584E">
              <w:rPr>
                <w:rFonts w:ascii="Times New Roman" w:hAnsi="Times New Roman"/>
                <w:b/>
                <w:i/>
                <w:sz w:val="26"/>
                <w:szCs w:val="26"/>
              </w:rPr>
              <w:t>600,00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66584E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66584E">
              <w:rPr>
                <w:rFonts w:ascii="Times New Roman" w:hAnsi="Times New Roman"/>
                <w:b/>
                <w:i/>
                <w:sz w:val="26"/>
                <w:szCs w:val="26"/>
              </w:rPr>
              <w:t>650,00</w:t>
            </w:r>
          </w:p>
        </w:tc>
      </w:tr>
      <w:tr w:rsidR="00FE4EE9" w:rsidRPr="001E1152" w:rsidTr="004E5902">
        <w:trPr>
          <w:trHeight w:val="20"/>
        </w:trPr>
        <w:tc>
          <w:tcPr>
            <w:tcW w:w="1062" w:type="dxa"/>
            <w:shd w:val="clear" w:color="000000" w:fill="FFFFFF"/>
          </w:tcPr>
          <w:p w:rsidR="00FE4EE9" w:rsidRPr="001E1152" w:rsidRDefault="00FE4EE9" w:rsidP="003938E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FE4EE9" w:rsidRPr="001E1152" w:rsidRDefault="00FE4EE9" w:rsidP="00AE2EA3">
            <w:pPr>
              <w:pStyle w:val="NormalWeb"/>
              <w:snapToGrid w:val="0"/>
              <w:spacing w:before="0" w:after="0"/>
              <w:ind w:left="33" w:right="85"/>
              <w:jc w:val="both"/>
              <w:rPr>
                <w:sz w:val="26"/>
                <w:szCs w:val="26"/>
              </w:rPr>
            </w:pPr>
            <w:r w:rsidRPr="001E1152">
              <w:rPr>
                <w:sz w:val="26"/>
                <w:szCs w:val="26"/>
              </w:rPr>
              <w:t xml:space="preserve">Организация   отдыха  подростков и молодежи в каникулярный период (организация профильных лагерей дневного пребывания для подростков).  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20,00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20,00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1E1152" w:rsidRDefault="00FE4EE9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FE4EE9" w:rsidRPr="001E1152" w:rsidTr="004E5902">
        <w:trPr>
          <w:trHeight w:val="20"/>
        </w:trPr>
        <w:tc>
          <w:tcPr>
            <w:tcW w:w="1062" w:type="dxa"/>
            <w:shd w:val="clear" w:color="000000" w:fill="FFFFFF"/>
          </w:tcPr>
          <w:p w:rsidR="00FE4EE9" w:rsidRPr="001E1152" w:rsidRDefault="00FE4EE9" w:rsidP="003938E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FE4EE9" w:rsidRPr="001E1152" w:rsidRDefault="00FE4EE9" w:rsidP="00AE2EA3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Проведение молодежных акций по пропаганде здорового образа жизни.   Приобретение методической литературы, видеофильмов, изготовление брошюр, памяток, листовок, календарей и др.    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20,00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20,00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1E1152" w:rsidRDefault="00FE4EE9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20,00  </w:t>
            </w:r>
          </w:p>
        </w:tc>
      </w:tr>
      <w:tr w:rsidR="00FE4EE9" w:rsidRPr="001E1152" w:rsidTr="004E5902">
        <w:trPr>
          <w:trHeight w:val="20"/>
        </w:trPr>
        <w:tc>
          <w:tcPr>
            <w:tcW w:w="1062" w:type="dxa"/>
            <w:shd w:val="clear" w:color="000000" w:fill="FFFFFF"/>
          </w:tcPr>
          <w:p w:rsidR="00FE4EE9" w:rsidRPr="001E1152" w:rsidRDefault="00FE4EE9" w:rsidP="003938E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FE4EE9" w:rsidRPr="001E1152" w:rsidRDefault="00FE4EE9" w:rsidP="003938EE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Организация семинаров   по подготовке волонтеров и консультантов по профилактике вредных привычек среди детей, подростков и  молодежи по принципу «Молодой - молодому». Организация обучающих семинаров, тренингов для молодежи по профилактике наркомании  с участием краевых и городских специалистов.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75,00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80,00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80,00  </w:t>
            </w:r>
          </w:p>
        </w:tc>
      </w:tr>
      <w:tr w:rsidR="00FE4EE9" w:rsidRPr="001E1152" w:rsidTr="004E5902">
        <w:trPr>
          <w:trHeight w:val="20"/>
        </w:trPr>
        <w:tc>
          <w:tcPr>
            <w:tcW w:w="1062" w:type="dxa"/>
            <w:shd w:val="clear" w:color="000000" w:fill="FFFFFF"/>
          </w:tcPr>
          <w:p w:rsidR="00FE4EE9" w:rsidRPr="001E1152" w:rsidRDefault="00FE4EE9" w:rsidP="003938E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FE4EE9" w:rsidRPr="001E1152" w:rsidRDefault="00FE4EE9" w:rsidP="003938E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Приобретение тест-систем  для определения в крови наркотикосодержащих веществ в рамках операции «Мак» и «Барьер»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15,00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15,00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15,00  </w:t>
            </w:r>
          </w:p>
        </w:tc>
      </w:tr>
      <w:tr w:rsidR="00FE4EE9" w:rsidRPr="001E1152" w:rsidTr="004E5902">
        <w:trPr>
          <w:trHeight w:val="20"/>
        </w:trPr>
        <w:tc>
          <w:tcPr>
            <w:tcW w:w="1062" w:type="dxa"/>
            <w:shd w:val="clear" w:color="000000" w:fill="FFFFFF"/>
          </w:tcPr>
          <w:p w:rsidR="00FE4EE9" w:rsidRPr="001E1152" w:rsidRDefault="00FE4EE9" w:rsidP="003938E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FE4EE9" w:rsidRPr="001E1152" w:rsidRDefault="00FE4EE9" w:rsidP="00AE2EA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Проведение конкурсов и фестивалей,   направленных на формирование у молодежи здорового образа жизни.      Участие в краевых, региональных, всероссийских, международных конкурсах и  фестивалях.    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200,00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215,00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1E1152" w:rsidRDefault="00FE4EE9" w:rsidP="002922B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30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 xml:space="preserve">,00  </w:t>
            </w:r>
          </w:p>
        </w:tc>
      </w:tr>
      <w:tr w:rsidR="00FE4EE9" w:rsidRPr="001E1152" w:rsidTr="004E5902">
        <w:trPr>
          <w:trHeight w:val="20"/>
        </w:trPr>
        <w:tc>
          <w:tcPr>
            <w:tcW w:w="1062" w:type="dxa"/>
            <w:shd w:val="clear" w:color="000000" w:fill="FFFFFF"/>
          </w:tcPr>
          <w:p w:rsidR="00FE4EE9" w:rsidRPr="001E1152" w:rsidRDefault="00FE4EE9" w:rsidP="003938E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FE4EE9" w:rsidRPr="001E1152" w:rsidRDefault="00FE4EE9" w:rsidP="00AE2EA3">
            <w:pPr>
              <w:pStyle w:val="NormalWeb"/>
              <w:snapToGrid w:val="0"/>
              <w:spacing w:before="0" w:after="0"/>
              <w:ind w:left="33" w:right="85"/>
              <w:jc w:val="both"/>
              <w:rPr>
                <w:sz w:val="26"/>
                <w:szCs w:val="26"/>
              </w:rPr>
            </w:pPr>
            <w:r w:rsidRPr="001E1152">
              <w:rPr>
                <w:sz w:val="26"/>
                <w:szCs w:val="26"/>
              </w:rPr>
              <w:t>Содействие в организации временного трудоустройства молодежи в летний период. Организация деятельности  Молодежной биржи труда по мониторингу рабочих мест на предприятиях и в организациях  города. Привлечение молодежи к участию в общественных работах. Проведение профориентационных мероприятий для молодежи.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50,00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60,00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1E1152" w:rsidRDefault="00FE4EE9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60,00  </w:t>
            </w:r>
          </w:p>
        </w:tc>
      </w:tr>
      <w:tr w:rsidR="00FE4EE9" w:rsidRPr="001E1152" w:rsidTr="00C81E05">
        <w:trPr>
          <w:trHeight w:val="20"/>
        </w:trPr>
        <w:tc>
          <w:tcPr>
            <w:tcW w:w="1062" w:type="dxa"/>
            <w:shd w:val="clear" w:color="000000" w:fill="FFFFFF"/>
          </w:tcPr>
          <w:p w:rsidR="00FE4EE9" w:rsidRPr="001E1152" w:rsidRDefault="00FE4EE9" w:rsidP="003938E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FE4EE9" w:rsidRPr="001E1152" w:rsidRDefault="00FE4EE9" w:rsidP="003938E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Оказание содействия в организации  деятельности  молодежных и детских общественных объединений, организаций и клубов, реализации молодежных инициатив, проектов, организации участия молодежных общественных объединений   в фестивалях и конкурсах краевого, межрегионального и федерального уровней. Организация  семинаров для молодежных лидеров. Проведение конкурса на соискание грантов главы администрации Дальнереченского  городского округа для поддержки социально значимых молодежных проектов, в том числе по профилактике наркомании, алкоголизма, табакокурения, негативных явлений в молодежной среде.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90,00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100,00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FE4EE9" w:rsidRPr="001E1152" w:rsidTr="00C81E05">
        <w:trPr>
          <w:trHeight w:val="20"/>
        </w:trPr>
        <w:tc>
          <w:tcPr>
            <w:tcW w:w="1062" w:type="dxa"/>
            <w:shd w:val="clear" w:color="000000" w:fill="FFFFFF"/>
          </w:tcPr>
          <w:p w:rsidR="00FE4EE9" w:rsidRPr="001E1152" w:rsidRDefault="00FE4EE9" w:rsidP="003938E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  <w:vAlign w:val="center"/>
          </w:tcPr>
          <w:p w:rsidR="00FE4EE9" w:rsidRPr="001E1152" w:rsidRDefault="00FE4EE9" w:rsidP="00AE2EA3">
            <w:pPr>
              <w:pStyle w:val="NormalWeb"/>
              <w:ind w:left="-15" w:right="-84"/>
              <w:rPr>
                <w:sz w:val="26"/>
                <w:szCs w:val="26"/>
              </w:rPr>
            </w:pPr>
            <w:r w:rsidRPr="001E1152">
              <w:rPr>
                <w:sz w:val="26"/>
                <w:szCs w:val="26"/>
              </w:rPr>
              <w:t>Поддержка талантливой, творческой и активной молодежи округа,   проявившей себя в мероприятиях     в рамках реализации национального проекта «Образование».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50,00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60,00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1E1152" w:rsidRDefault="00FE4EE9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FE4EE9" w:rsidRPr="001E1152" w:rsidTr="00C81E05">
        <w:trPr>
          <w:trHeight w:val="20"/>
        </w:trPr>
        <w:tc>
          <w:tcPr>
            <w:tcW w:w="1062" w:type="dxa"/>
            <w:shd w:val="clear" w:color="000000" w:fill="FFFFFF"/>
          </w:tcPr>
          <w:p w:rsidR="00FE4EE9" w:rsidRPr="001E1152" w:rsidRDefault="00FE4EE9" w:rsidP="003938E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FE4EE9" w:rsidRPr="001E1152" w:rsidRDefault="00FE4EE9" w:rsidP="005B15A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Создание системы информационного обеспечения молодежи (выпуск тематических материалов и страниц в печатных СМИ и на Интернет-сайте администрации Дальнереченского городского округа. Организация  конкурса молодежных средств массовой информации. Организация работы       «Телефона доверия» для подростков и их родителей)  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20,00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20,00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1E1152" w:rsidRDefault="00FE4EE9" w:rsidP="002922B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>,00</w:t>
            </w:r>
          </w:p>
        </w:tc>
      </w:tr>
      <w:tr w:rsidR="00FE4EE9" w:rsidRPr="001E1152" w:rsidTr="00C81E05">
        <w:trPr>
          <w:trHeight w:val="20"/>
        </w:trPr>
        <w:tc>
          <w:tcPr>
            <w:tcW w:w="1062" w:type="dxa"/>
            <w:shd w:val="clear" w:color="000000" w:fill="FFFFFF"/>
          </w:tcPr>
          <w:p w:rsidR="00FE4EE9" w:rsidRPr="001E1152" w:rsidRDefault="00FE4EE9" w:rsidP="003938E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FE4EE9" w:rsidRPr="001E1152" w:rsidRDefault="00FE4EE9" w:rsidP="00661016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1E1152">
              <w:rPr>
                <w:sz w:val="26"/>
                <w:szCs w:val="26"/>
              </w:rPr>
              <w:t>Сотрудничество со СМИ в рамках пропаганды здорового образа жизни и борьбы с наркоманией и другими социально опасными заболеваниями. Проведение конкурса среди журналистов на лучшее освещение проблемы наркомании, алкоголизма, табакокурения, негативных явлений в молодежной среде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10,00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10,00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10,00</w:t>
            </w:r>
          </w:p>
        </w:tc>
      </w:tr>
      <w:tr w:rsidR="00FE4EE9" w:rsidRPr="001E1152" w:rsidTr="00C81E05">
        <w:trPr>
          <w:trHeight w:val="20"/>
        </w:trPr>
        <w:tc>
          <w:tcPr>
            <w:tcW w:w="1062" w:type="dxa"/>
            <w:shd w:val="clear" w:color="000000" w:fill="FFFFFF"/>
          </w:tcPr>
          <w:p w:rsidR="00FE4EE9" w:rsidRPr="0066584E" w:rsidRDefault="00FE4EE9" w:rsidP="00981F05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66584E">
              <w:rPr>
                <w:rFonts w:ascii="Times New Roman" w:hAnsi="Times New Roman"/>
                <w:b/>
                <w:sz w:val="26"/>
                <w:szCs w:val="26"/>
              </w:rPr>
              <w:t>2.10.8</w:t>
            </w:r>
          </w:p>
        </w:tc>
        <w:tc>
          <w:tcPr>
            <w:tcW w:w="4666" w:type="dxa"/>
            <w:shd w:val="clear" w:color="000000" w:fill="FFFFFF"/>
          </w:tcPr>
          <w:p w:rsidR="00FE4EE9" w:rsidRPr="0066584E" w:rsidRDefault="00FE4EE9" w:rsidP="003938EE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6"/>
                <w:szCs w:val="26"/>
              </w:rPr>
            </w:pPr>
            <w:r w:rsidRPr="0066584E">
              <w:rPr>
                <w:rFonts w:ascii="Times New Roman" w:hAnsi="Times New Roman"/>
                <w:b/>
                <w:i/>
                <w:iCs/>
                <w:sz w:val="26"/>
                <w:szCs w:val="26"/>
              </w:rPr>
              <w:t xml:space="preserve">Мероприятия по профилактике правонарушений и борьбе с преступностью 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66584E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66584E">
              <w:rPr>
                <w:rFonts w:ascii="Times New Roman" w:hAnsi="Times New Roman"/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FE4EE9" w:rsidRPr="0066584E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66584E">
              <w:rPr>
                <w:rFonts w:ascii="Times New Roman" w:hAnsi="Times New Roman"/>
                <w:b/>
                <w:bCs/>
                <w:sz w:val="26"/>
                <w:szCs w:val="26"/>
              </w:rPr>
              <w:t>00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9</w:t>
            </w:r>
          </w:p>
        </w:tc>
        <w:tc>
          <w:tcPr>
            <w:tcW w:w="850" w:type="dxa"/>
            <w:shd w:val="clear" w:color="000000" w:fill="FFFFFF"/>
            <w:noWrap/>
          </w:tcPr>
          <w:p w:rsidR="00FE4EE9" w:rsidRPr="0066584E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66584E">
              <w:rPr>
                <w:rFonts w:ascii="Times New Roman" w:hAnsi="Times New Roman"/>
                <w:b/>
                <w:bCs/>
                <w:sz w:val="26"/>
                <w:szCs w:val="26"/>
              </w:rPr>
              <w:t>0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7</w:t>
            </w:r>
            <w:r w:rsidRPr="0066584E">
              <w:rPr>
                <w:rFonts w:ascii="Times New Roman" w:hAnsi="Times New Roman"/>
                <w:b/>
                <w:bCs/>
                <w:sz w:val="26"/>
                <w:szCs w:val="26"/>
              </w:rPr>
              <w:t>0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1276" w:type="dxa"/>
            <w:shd w:val="clear" w:color="000000" w:fill="FFFFFF"/>
            <w:noWrap/>
          </w:tcPr>
          <w:p w:rsidR="00FE4EE9" w:rsidRPr="0066584E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66584E">
              <w:rPr>
                <w:rFonts w:ascii="Times New Roman" w:hAnsi="Times New Roman"/>
                <w:b/>
                <w:bCs/>
                <w:sz w:val="26"/>
                <w:szCs w:val="26"/>
              </w:rPr>
              <w:t>0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5</w:t>
            </w:r>
            <w:r w:rsidRPr="0066584E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2</w:t>
            </w:r>
            <w:r w:rsidRPr="0066584E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2019</w:t>
            </w:r>
          </w:p>
        </w:tc>
        <w:tc>
          <w:tcPr>
            <w:tcW w:w="709" w:type="dxa"/>
            <w:shd w:val="clear" w:color="000000" w:fill="FFFFFF"/>
            <w:noWrap/>
          </w:tcPr>
          <w:p w:rsidR="00FE4EE9" w:rsidRPr="0066584E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1</w:t>
            </w:r>
            <w:r w:rsidRPr="0066584E">
              <w:rPr>
                <w:rFonts w:ascii="Times New Roman" w:hAnsi="Times New Roman"/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66584E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66584E">
              <w:rPr>
                <w:rFonts w:ascii="Times New Roman" w:hAnsi="Times New Roman"/>
                <w:b/>
                <w:i/>
                <w:sz w:val="26"/>
                <w:szCs w:val="26"/>
              </w:rPr>
              <w:t>36,00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66584E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66584E">
              <w:rPr>
                <w:rFonts w:ascii="Times New Roman" w:hAnsi="Times New Roman"/>
                <w:b/>
                <w:i/>
                <w:sz w:val="26"/>
                <w:szCs w:val="26"/>
              </w:rPr>
              <w:t>92,00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66584E" w:rsidRDefault="00FE4EE9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66584E">
              <w:rPr>
                <w:rFonts w:ascii="Times New Roman" w:hAnsi="Times New Roman"/>
                <w:b/>
                <w:i/>
                <w:sz w:val="26"/>
                <w:szCs w:val="26"/>
              </w:rPr>
              <w:t>92,00</w:t>
            </w:r>
          </w:p>
        </w:tc>
      </w:tr>
      <w:tr w:rsidR="00FE4EE9" w:rsidRPr="001E1152" w:rsidTr="00C81E05">
        <w:trPr>
          <w:trHeight w:val="20"/>
        </w:trPr>
        <w:tc>
          <w:tcPr>
            <w:tcW w:w="1062" w:type="dxa"/>
            <w:shd w:val="clear" w:color="000000" w:fill="FFFFFF"/>
          </w:tcPr>
          <w:p w:rsidR="00FE4EE9" w:rsidRPr="001E1152" w:rsidRDefault="00FE4EE9" w:rsidP="003938E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FE4EE9" w:rsidRPr="001E1152" w:rsidRDefault="00FE4EE9" w:rsidP="003938E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Организация рейдов по проверке условий проживания семей, находящихся в социально опасном или трудном положении </w:t>
            </w:r>
          </w:p>
          <w:p w:rsidR="00FE4EE9" w:rsidRPr="001E1152" w:rsidRDefault="00FE4EE9" w:rsidP="003938EE">
            <w:pPr>
              <w:spacing w:after="0" w:line="240" w:lineRule="auto"/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(расходы на бензин)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25,00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25,00  </w:t>
            </w:r>
          </w:p>
        </w:tc>
      </w:tr>
      <w:tr w:rsidR="00FE4EE9" w:rsidRPr="001E1152" w:rsidTr="00C81E05">
        <w:trPr>
          <w:trHeight w:val="20"/>
        </w:trPr>
        <w:tc>
          <w:tcPr>
            <w:tcW w:w="1062" w:type="dxa"/>
            <w:shd w:val="clear" w:color="000000" w:fill="FFFFFF"/>
          </w:tcPr>
          <w:p w:rsidR="00FE4EE9" w:rsidRPr="001E1152" w:rsidRDefault="00FE4EE9" w:rsidP="003938E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  <w:vAlign w:val="center"/>
          </w:tcPr>
          <w:p w:rsidR="00FE4EE9" w:rsidRPr="001E1152" w:rsidRDefault="00FE4EE9" w:rsidP="006F3169">
            <w:pPr>
              <w:pStyle w:val="NormalWeb"/>
              <w:ind w:right="-84"/>
              <w:rPr>
                <w:sz w:val="26"/>
                <w:szCs w:val="26"/>
              </w:rPr>
            </w:pPr>
            <w:r w:rsidRPr="001E1152">
              <w:rPr>
                <w:sz w:val="26"/>
                <w:szCs w:val="26"/>
              </w:rPr>
              <w:t>Постановка на учёт неблагополучных семей, принятие мер правого, социального, медицинского, психологического воздействия с целью устранения негативного влияния семьи на подростка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1E1152" w:rsidRDefault="00FE4EE9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FE4EE9" w:rsidRPr="001E1152" w:rsidTr="00C81E05">
        <w:trPr>
          <w:trHeight w:val="20"/>
        </w:trPr>
        <w:tc>
          <w:tcPr>
            <w:tcW w:w="1062" w:type="dxa"/>
            <w:shd w:val="clear" w:color="000000" w:fill="FFFFFF"/>
          </w:tcPr>
          <w:p w:rsidR="00FE4EE9" w:rsidRPr="001E1152" w:rsidRDefault="00FE4EE9" w:rsidP="003938E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  <w:vAlign w:val="center"/>
          </w:tcPr>
          <w:p w:rsidR="00FE4EE9" w:rsidRPr="001E1152" w:rsidRDefault="00FE4EE9" w:rsidP="00E03C57">
            <w:pPr>
              <w:pStyle w:val="NormalWeb"/>
              <w:ind w:right="-84"/>
              <w:rPr>
                <w:sz w:val="26"/>
                <w:szCs w:val="26"/>
              </w:rPr>
            </w:pPr>
            <w:r w:rsidRPr="001E1152">
              <w:rPr>
                <w:sz w:val="26"/>
                <w:szCs w:val="26"/>
              </w:rPr>
              <w:t>Организация в образовательных учреждениях общедоступных спортивных секций, кружков, клубов и привлечение к участию в них несовершеннолетних, склонных к совершению правонарушений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1E1152" w:rsidRDefault="00FE4EE9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FE4EE9" w:rsidRPr="001E1152" w:rsidTr="00C81E05">
        <w:trPr>
          <w:trHeight w:val="20"/>
        </w:trPr>
        <w:tc>
          <w:tcPr>
            <w:tcW w:w="1062" w:type="dxa"/>
            <w:shd w:val="clear" w:color="000000" w:fill="FFFFFF"/>
          </w:tcPr>
          <w:p w:rsidR="00FE4EE9" w:rsidRPr="001E1152" w:rsidRDefault="00FE4EE9" w:rsidP="003938E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  <w:vAlign w:val="center"/>
          </w:tcPr>
          <w:p w:rsidR="00FE4EE9" w:rsidRPr="001E1152" w:rsidRDefault="00FE4EE9" w:rsidP="003938EE">
            <w:pPr>
              <w:pStyle w:val="NormalWeb"/>
              <w:ind w:right="-84"/>
              <w:rPr>
                <w:sz w:val="26"/>
                <w:szCs w:val="26"/>
              </w:rPr>
            </w:pPr>
            <w:r w:rsidRPr="001E1152">
              <w:rPr>
                <w:sz w:val="26"/>
                <w:szCs w:val="26"/>
              </w:rPr>
              <w:t>Вовлечение несовершеннолетних, входящих в «группу риска», к занятиям в спортивных, художественных, технических кружках и секциях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1E1152" w:rsidRDefault="00FE4EE9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FE4EE9" w:rsidRPr="001E1152" w:rsidTr="00C81E05">
        <w:trPr>
          <w:trHeight w:val="20"/>
        </w:trPr>
        <w:tc>
          <w:tcPr>
            <w:tcW w:w="1062" w:type="dxa"/>
            <w:shd w:val="clear" w:color="000000" w:fill="FFFFFF"/>
          </w:tcPr>
          <w:p w:rsidR="00FE4EE9" w:rsidRPr="001E1152" w:rsidRDefault="00FE4EE9" w:rsidP="003938E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FE4EE9" w:rsidRPr="001E1152" w:rsidRDefault="00FE4EE9" w:rsidP="003938E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Проведение семинаров, совещаний с заместителями директоров по воспитательной работе, педагогами дополнительного образования, социальными педагогами по вопросам совершенствования работы с детьми и подростками «группы риска»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6,00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7,00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1E1152" w:rsidRDefault="00FE4EE9" w:rsidP="0040467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7,00  </w:t>
            </w:r>
          </w:p>
        </w:tc>
      </w:tr>
      <w:tr w:rsidR="00FE4EE9" w:rsidRPr="001E1152" w:rsidTr="00C81E05">
        <w:trPr>
          <w:trHeight w:val="20"/>
        </w:trPr>
        <w:tc>
          <w:tcPr>
            <w:tcW w:w="1062" w:type="dxa"/>
            <w:shd w:val="clear" w:color="000000" w:fill="FFFFFF"/>
          </w:tcPr>
          <w:p w:rsidR="00FE4EE9" w:rsidRPr="001E1152" w:rsidRDefault="00FE4EE9" w:rsidP="003938E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FE4EE9" w:rsidRPr="001E1152" w:rsidRDefault="00FE4EE9" w:rsidP="003938E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Оказание методической помощи образовательным учреждения по вопросам профилактики правонарушений, пропаганды правовых знаний, противодействия экстремизму и терроризму (приобретение литературы, изготовление листовок, флаеров, памяток, аудио и видео продукции и т.д.)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 xml:space="preserve">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60,00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1E1152" w:rsidRDefault="00FE4EE9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60,00  </w:t>
            </w:r>
          </w:p>
        </w:tc>
      </w:tr>
      <w:tr w:rsidR="00FE4EE9" w:rsidRPr="001E1152" w:rsidTr="00C81E05">
        <w:trPr>
          <w:trHeight w:val="20"/>
        </w:trPr>
        <w:tc>
          <w:tcPr>
            <w:tcW w:w="1062" w:type="dxa"/>
            <w:shd w:val="clear" w:color="000000" w:fill="FFFFFF"/>
          </w:tcPr>
          <w:p w:rsidR="00FE4EE9" w:rsidRPr="0066584E" w:rsidRDefault="00FE4EE9" w:rsidP="00981F05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66584E">
              <w:rPr>
                <w:rFonts w:ascii="Times New Roman" w:hAnsi="Times New Roman"/>
                <w:b/>
                <w:sz w:val="26"/>
                <w:szCs w:val="26"/>
              </w:rPr>
              <w:t>2.10.9</w:t>
            </w:r>
          </w:p>
        </w:tc>
        <w:tc>
          <w:tcPr>
            <w:tcW w:w="4666" w:type="dxa"/>
            <w:shd w:val="clear" w:color="000000" w:fill="FFFFFF"/>
          </w:tcPr>
          <w:p w:rsidR="00FE4EE9" w:rsidRPr="0066584E" w:rsidRDefault="00FE4EE9" w:rsidP="003938EE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6"/>
                <w:szCs w:val="26"/>
              </w:rPr>
            </w:pPr>
            <w:r w:rsidRPr="0066584E">
              <w:rPr>
                <w:rFonts w:ascii="Times New Roman" w:hAnsi="Times New Roman"/>
                <w:b/>
                <w:i/>
                <w:iCs/>
                <w:sz w:val="26"/>
                <w:szCs w:val="26"/>
              </w:rPr>
              <w:t>Мероприятия по профилактике экстремизма и терроризма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66584E" w:rsidRDefault="00FE4EE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26"/>
                <w:szCs w:val="26"/>
              </w:rPr>
            </w:pPr>
            <w:r w:rsidRPr="0066584E">
              <w:rPr>
                <w:rFonts w:ascii="Times New Roman" w:hAnsi="Times New Roman"/>
                <w:b/>
                <w:bCs/>
                <w:i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FE4EE9" w:rsidRPr="0066584E" w:rsidRDefault="00FE4EE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26"/>
                <w:szCs w:val="26"/>
              </w:rPr>
            </w:pPr>
            <w:r w:rsidRPr="0066584E">
              <w:rPr>
                <w:rFonts w:ascii="Times New Roman" w:hAnsi="Times New Roman"/>
                <w:b/>
                <w:bCs/>
                <w:i/>
                <w:sz w:val="26"/>
                <w:szCs w:val="26"/>
              </w:rPr>
              <w:t>000</w:t>
            </w:r>
          </w:p>
        </w:tc>
        <w:tc>
          <w:tcPr>
            <w:tcW w:w="850" w:type="dxa"/>
            <w:shd w:val="clear" w:color="000000" w:fill="FFFFFF"/>
            <w:noWrap/>
          </w:tcPr>
          <w:p w:rsidR="00FE4EE9" w:rsidRPr="0066584E" w:rsidRDefault="00FE4EE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26"/>
                <w:szCs w:val="26"/>
              </w:rPr>
            </w:pPr>
            <w:r w:rsidRPr="0066584E">
              <w:rPr>
                <w:rFonts w:ascii="Times New Roman" w:hAnsi="Times New Roman"/>
                <w:b/>
                <w:bCs/>
                <w:i/>
                <w:sz w:val="26"/>
                <w:szCs w:val="26"/>
              </w:rPr>
              <w:t>0000</w:t>
            </w:r>
          </w:p>
        </w:tc>
        <w:tc>
          <w:tcPr>
            <w:tcW w:w="1276" w:type="dxa"/>
            <w:shd w:val="clear" w:color="000000" w:fill="FFFFFF"/>
            <w:noWrap/>
          </w:tcPr>
          <w:p w:rsidR="00FE4EE9" w:rsidRPr="0066584E" w:rsidRDefault="00FE4EE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26"/>
                <w:szCs w:val="26"/>
              </w:rPr>
            </w:pPr>
            <w:r w:rsidRPr="0066584E">
              <w:rPr>
                <w:rFonts w:ascii="Times New Roman" w:hAnsi="Times New Roman"/>
                <w:b/>
                <w:bCs/>
                <w:i/>
                <w:sz w:val="26"/>
                <w:szCs w:val="26"/>
              </w:rPr>
              <w:t>0</w:t>
            </w:r>
            <w:r>
              <w:rPr>
                <w:rFonts w:ascii="Times New Roman" w:hAnsi="Times New Roman"/>
                <w:b/>
                <w:bCs/>
                <w:i/>
                <w:sz w:val="26"/>
                <w:szCs w:val="26"/>
              </w:rPr>
              <w:t>5</w:t>
            </w:r>
            <w:r w:rsidRPr="0066584E">
              <w:rPr>
                <w:rFonts w:ascii="Times New Roman" w:hAnsi="Times New Roman"/>
                <w:b/>
                <w:bCs/>
                <w:i/>
                <w:sz w:val="26"/>
                <w:szCs w:val="26"/>
              </w:rPr>
              <w:t xml:space="preserve"> 0 0000</w:t>
            </w:r>
          </w:p>
        </w:tc>
        <w:tc>
          <w:tcPr>
            <w:tcW w:w="709" w:type="dxa"/>
            <w:shd w:val="clear" w:color="000000" w:fill="FFFFFF"/>
            <w:noWrap/>
          </w:tcPr>
          <w:p w:rsidR="00FE4EE9" w:rsidRPr="0066584E" w:rsidRDefault="00FE4EE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26"/>
                <w:szCs w:val="26"/>
              </w:rPr>
            </w:pPr>
            <w:r w:rsidRPr="0066584E">
              <w:rPr>
                <w:rFonts w:ascii="Times New Roman" w:hAnsi="Times New Roman"/>
                <w:b/>
                <w:bCs/>
                <w:i/>
                <w:sz w:val="26"/>
                <w:szCs w:val="26"/>
              </w:rPr>
              <w:t>000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66584E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66584E">
              <w:rPr>
                <w:rFonts w:ascii="Times New Roman" w:hAnsi="Times New Roman"/>
                <w:b/>
                <w:i/>
                <w:sz w:val="26"/>
                <w:szCs w:val="26"/>
              </w:rPr>
              <w:t>34,00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66584E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66584E">
              <w:rPr>
                <w:rFonts w:ascii="Times New Roman" w:hAnsi="Times New Roman"/>
                <w:b/>
                <w:i/>
                <w:sz w:val="26"/>
                <w:szCs w:val="26"/>
              </w:rPr>
              <w:t>82,00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66584E" w:rsidRDefault="00FE4EE9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66584E">
              <w:rPr>
                <w:rFonts w:ascii="Times New Roman" w:hAnsi="Times New Roman"/>
                <w:b/>
                <w:i/>
                <w:sz w:val="26"/>
                <w:szCs w:val="26"/>
              </w:rPr>
              <w:t>82,00</w:t>
            </w:r>
          </w:p>
        </w:tc>
      </w:tr>
      <w:tr w:rsidR="00FE4EE9" w:rsidRPr="001E1152" w:rsidTr="00C81E05">
        <w:trPr>
          <w:trHeight w:val="20"/>
        </w:trPr>
        <w:tc>
          <w:tcPr>
            <w:tcW w:w="1062" w:type="dxa"/>
            <w:shd w:val="clear" w:color="000000" w:fill="FFFFFF"/>
          </w:tcPr>
          <w:p w:rsidR="00FE4EE9" w:rsidRPr="001E1152" w:rsidRDefault="00FE4EE9" w:rsidP="003938E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  <w:vAlign w:val="center"/>
          </w:tcPr>
          <w:p w:rsidR="00FE4EE9" w:rsidRPr="001E1152" w:rsidRDefault="00FE4EE9" w:rsidP="003938EE">
            <w:pPr>
              <w:pStyle w:val="NormalWeb"/>
              <w:ind w:right="-84"/>
              <w:rPr>
                <w:sz w:val="26"/>
                <w:szCs w:val="26"/>
              </w:rPr>
            </w:pPr>
            <w:r w:rsidRPr="001E1152">
              <w:rPr>
                <w:sz w:val="26"/>
                <w:szCs w:val="26"/>
              </w:rPr>
              <w:t xml:space="preserve">Приобретение научно-методических материалов, программ, печатных и электронных учебных пособий, учебных фильмов, в том числе с использованием мультимедийных средств, для общеобразовательных учреждений системы дополнительного образования детей (по вопросам профилактики экстремизма и предупреждения террористических актов) </w:t>
            </w:r>
          </w:p>
        </w:tc>
        <w:tc>
          <w:tcPr>
            <w:tcW w:w="708" w:type="dxa"/>
            <w:shd w:val="clear" w:color="000000" w:fill="FFFFFF"/>
          </w:tcPr>
          <w:p w:rsidR="00FE4EE9" w:rsidRPr="001E1152" w:rsidRDefault="00FE4EE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0702</w:t>
            </w: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05 2 2019</w:t>
            </w: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22,00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25,00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1E1152" w:rsidRDefault="00FE4EE9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25,00  </w:t>
            </w:r>
          </w:p>
        </w:tc>
      </w:tr>
      <w:tr w:rsidR="00FE4EE9" w:rsidRPr="001E1152" w:rsidTr="00C81E05">
        <w:trPr>
          <w:trHeight w:val="20"/>
        </w:trPr>
        <w:tc>
          <w:tcPr>
            <w:tcW w:w="1062" w:type="dxa"/>
            <w:shd w:val="clear" w:color="000000" w:fill="FFFFFF"/>
          </w:tcPr>
          <w:p w:rsidR="00FE4EE9" w:rsidRPr="001E1152" w:rsidRDefault="00FE4EE9" w:rsidP="003938E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FE4EE9" w:rsidRPr="001E1152" w:rsidRDefault="00FE4EE9" w:rsidP="003938E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Проведение акций «Внимание - экстремизм!», «Терроризму нет!» и т.д. Привлечение информационных и рекламных агентств к проведению профилактических акций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005</w:t>
            </w: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0707</w:t>
            </w: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05 2 2019</w:t>
            </w: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973A64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5C50A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>,00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20,00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1E1152" w:rsidRDefault="00FE4EE9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20,00</w:t>
            </w:r>
          </w:p>
        </w:tc>
      </w:tr>
      <w:tr w:rsidR="00FE4EE9" w:rsidRPr="001E1152" w:rsidTr="00C81E05">
        <w:trPr>
          <w:trHeight w:val="20"/>
        </w:trPr>
        <w:tc>
          <w:tcPr>
            <w:tcW w:w="1062" w:type="dxa"/>
            <w:shd w:val="clear" w:color="000000" w:fill="FFFFFF"/>
          </w:tcPr>
          <w:p w:rsidR="00FE4EE9" w:rsidRPr="001E1152" w:rsidRDefault="00FE4EE9" w:rsidP="003938E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FE4EE9" w:rsidRPr="001E1152" w:rsidRDefault="00FE4EE9" w:rsidP="003938EE">
            <w:pPr>
              <w:pStyle w:val="NormalWeb"/>
              <w:ind w:left="33" w:right="-84"/>
              <w:rPr>
                <w:sz w:val="26"/>
                <w:szCs w:val="26"/>
              </w:rPr>
            </w:pPr>
            <w:r w:rsidRPr="001E1152">
              <w:rPr>
                <w:sz w:val="26"/>
                <w:szCs w:val="26"/>
              </w:rPr>
              <w:t>Проведение тематических бесед в коллек</w:t>
            </w:r>
            <w:r w:rsidRPr="001E1152">
              <w:rPr>
                <w:sz w:val="26"/>
                <w:szCs w:val="26"/>
              </w:rPr>
              <w:softHyphen/>
              <w:t>тивах учащихся государственных образова</w:t>
            </w:r>
            <w:r w:rsidRPr="001E1152">
              <w:rPr>
                <w:sz w:val="26"/>
                <w:szCs w:val="26"/>
              </w:rPr>
              <w:softHyphen/>
              <w:t>тельных учреждений по действиям населения при возникновении террористических угроз и ЧС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0702</w:t>
            </w: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05 2 2019</w:t>
            </w: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1E1152" w:rsidRDefault="00FE4EE9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FE4EE9" w:rsidRPr="001E1152" w:rsidTr="00C81E05">
        <w:trPr>
          <w:trHeight w:val="20"/>
        </w:trPr>
        <w:tc>
          <w:tcPr>
            <w:tcW w:w="1062" w:type="dxa"/>
            <w:shd w:val="clear" w:color="000000" w:fill="FFFFFF"/>
          </w:tcPr>
          <w:p w:rsidR="00FE4EE9" w:rsidRPr="001E1152" w:rsidRDefault="00FE4EE9" w:rsidP="003938E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  <w:vAlign w:val="center"/>
          </w:tcPr>
          <w:p w:rsidR="00FE4EE9" w:rsidRPr="001E1152" w:rsidRDefault="00FE4EE9" w:rsidP="00ED3684">
            <w:pPr>
              <w:pStyle w:val="NormalWeb"/>
              <w:ind w:right="-84"/>
              <w:rPr>
                <w:sz w:val="26"/>
                <w:szCs w:val="26"/>
              </w:rPr>
            </w:pPr>
            <w:r w:rsidRPr="001E1152">
              <w:rPr>
                <w:sz w:val="26"/>
                <w:szCs w:val="26"/>
              </w:rPr>
              <w:t>Организация в учебных заведениях профилактической работы, направленной на недопущение вовлечения детей и подростков в незаконную деятельность религиозных сект и экстремистских организаций. Распространение идей межнациональной терпимости, дружбы, добрососедства, взаимного уважения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0702</w:t>
            </w: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05 2 2019</w:t>
            </w: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1E1152" w:rsidRDefault="00FE4EE9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FE4EE9" w:rsidRPr="001E1152" w:rsidTr="00C81E05">
        <w:trPr>
          <w:trHeight w:val="20"/>
        </w:trPr>
        <w:tc>
          <w:tcPr>
            <w:tcW w:w="1062" w:type="dxa"/>
            <w:shd w:val="clear" w:color="000000" w:fill="FFFFFF"/>
          </w:tcPr>
          <w:p w:rsidR="00FE4EE9" w:rsidRPr="001E1152" w:rsidRDefault="00FE4EE9" w:rsidP="003938E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  <w:vAlign w:val="center"/>
          </w:tcPr>
          <w:p w:rsidR="00FE4EE9" w:rsidRPr="001E1152" w:rsidRDefault="00FE4EE9" w:rsidP="00ED3684">
            <w:pPr>
              <w:pStyle w:val="NormalWeb"/>
              <w:ind w:right="-84"/>
              <w:rPr>
                <w:sz w:val="26"/>
                <w:szCs w:val="26"/>
              </w:rPr>
            </w:pPr>
            <w:r w:rsidRPr="001E1152">
              <w:rPr>
                <w:sz w:val="26"/>
                <w:szCs w:val="26"/>
              </w:rPr>
              <w:t>Проведение комплекса мероприятий по выявлению и пресечению изготовления и распространения литературы, аудио- и видеоматериалов, экстремистского толка, пропагандирующих разжигание национальной, расовой и религиозной вражды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0702</w:t>
            </w: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05 2 2019</w:t>
            </w: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1E1152" w:rsidRDefault="00FE4EE9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FE4EE9" w:rsidRPr="001E1152" w:rsidTr="00C81E05">
        <w:trPr>
          <w:trHeight w:val="20"/>
        </w:trPr>
        <w:tc>
          <w:tcPr>
            <w:tcW w:w="1062" w:type="dxa"/>
            <w:shd w:val="clear" w:color="000000" w:fill="FFFFFF"/>
          </w:tcPr>
          <w:p w:rsidR="00FE4EE9" w:rsidRPr="001E1152" w:rsidRDefault="00FE4EE9" w:rsidP="003938E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FE4EE9" w:rsidRPr="001E1152" w:rsidRDefault="00FE4EE9" w:rsidP="00ED3684">
            <w:pPr>
              <w:pStyle w:val="NormalWeb"/>
              <w:ind w:right="-84"/>
              <w:rPr>
                <w:sz w:val="26"/>
                <w:szCs w:val="26"/>
              </w:rPr>
            </w:pPr>
            <w:r w:rsidRPr="001E1152">
              <w:rPr>
                <w:sz w:val="26"/>
                <w:szCs w:val="26"/>
              </w:rPr>
              <w:t xml:space="preserve">Комплексные проверки потенциально опасных объектов на предмет профилактики и предупреждения террористических актов и техногенных аварий на них               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0702</w:t>
            </w: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05 2 2019</w:t>
            </w: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1E1152" w:rsidRDefault="00FE4EE9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FE4EE9" w:rsidRPr="001E1152" w:rsidTr="00C81E05">
        <w:trPr>
          <w:trHeight w:val="20"/>
        </w:trPr>
        <w:tc>
          <w:tcPr>
            <w:tcW w:w="1062" w:type="dxa"/>
            <w:shd w:val="clear" w:color="000000" w:fill="FFFFFF"/>
          </w:tcPr>
          <w:p w:rsidR="00FE4EE9" w:rsidRPr="001E1152" w:rsidRDefault="00FE4EE9" w:rsidP="003938E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  <w:vAlign w:val="center"/>
          </w:tcPr>
          <w:p w:rsidR="00FE4EE9" w:rsidRPr="001E1152" w:rsidRDefault="00FE4EE9" w:rsidP="00ED3684">
            <w:pPr>
              <w:pStyle w:val="NormalWeb"/>
              <w:ind w:right="-84"/>
              <w:rPr>
                <w:sz w:val="26"/>
                <w:szCs w:val="26"/>
              </w:rPr>
            </w:pPr>
            <w:r w:rsidRPr="001E1152">
              <w:rPr>
                <w:sz w:val="26"/>
                <w:szCs w:val="26"/>
              </w:rPr>
              <w:t xml:space="preserve">Организация работы образовательных учреждений по утверждению в сознании молодых людей идеи личной и коллективной обязанности уважать права человека, формированию нетерпимости к любым проявлениям экстремизма 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0702</w:t>
            </w: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05 2 2019</w:t>
            </w: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1E1152" w:rsidRDefault="00FE4EE9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FE4EE9" w:rsidRPr="001E1152" w:rsidTr="00C81E05">
        <w:trPr>
          <w:trHeight w:val="20"/>
        </w:trPr>
        <w:tc>
          <w:tcPr>
            <w:tcW w:w="1062" w:type="dxa"/>
            <w:shd w:val="clear" w:color="000000" w:fill="FFFFFF"/>
          </w:tcPr>
          <w:p w:rsidR="00FE4EE9" w:rsidRPr="001E1152" w:rsidRDefault="00FE4EE9" w:rsidP="003938E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  <w:vAlign w:val="center"/>
          </w:tcPr>
          <w:p w:rsidR="00FE4EE9" w:rsidRPr="001E1152" w:rsidRDefault="00FE4EE9" w:rsidP="00661016">
            <w:pPr>
              <w:pStyle w:val="NormalWeb"/>
              <w:ind w:right="-84"/>
              <w:rPr>
                <w:sz w:val="26"/>
                <w:szCs w:val="26"/>
              </w:rPr>
            </w:pPr>
            <w:r w:rsidRPr="001E1152">
              <w:rPr>
                <w:sz w:val="26"/>
                <w:szCs w:val="26"/>
              </w:rPr>
              <w:t>Осуществление еженедельных обходов территории на предмет выявления и ликвида</w:t>
            </w:r>
            <w:r w:rsidRPr="001E1152">
              <w:rPr>
                <w:sz w:val="26"/>
                <w:szCs w:val="26"/>
              </w:rPr>
              <w:softHyphen/>
              <w:t>ции последствий экстремистской деятельности, которые проявляются в виде нанесения на архитектурные сооружения символов и знаков экстремистской направленности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0702</w:t>
            </w: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05 2 2019</w:t>
            </w: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1E1152" w:rsidRDefault="00FE4EE9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FE4EE9" w:rsidRPr="001E1152" w:rsidTr="00C81E05">
        <w:trPr>
          <w:trHeight w:val="20"/>
        </w:trPr>
        <w:tc>
          <w:tcPr>
            <w:tcW w:w="1062" w:type="dxa"/>
            <w:shd w:val="clear" w:color="000000" w:fill="FFFFFF"/>
          </w:tcPr>
          <w:p w:rsidR="00FE4EE9" w:rsidRPr="001E1152" w:rsidRDefault="00FE4EE9" w:rsidP="003938E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  <w:vAlign w:val="center"/>
          </w:tcPr>
          <w:p w:rsidR="00FE4EE9" w:rsidRPr="001E1152" w:rsidRDefault="00FE4EE9" w:rsidP="00661016">
            <w:pPr>
              <w:pStyle w:val="NormalWeb"/>
              <w:ind w:right="-84"/>
              <w:rPr>
                <w:sz w:val="26"/>
                <w:szCs w:val="26"/>
              </w:rPr>
            </w:pPr>
            <w:r w:rsidRPr="001E1152">
              <w:rPr>
                <w:sz w:val="26"/>
                <w:szCs w:val="26"/>
              </w:rPr>
              <w:t>Приобретение плакатов по антитеррористической тематике и профилактике экстремизма для детских образовательных учреждений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005</w:t>
            </w: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0707</w:t>
            </w: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05 2 2019</w:t>
            </w: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973A64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>,00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15,00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1E1152" w:rsidRDefault="00FE4EE9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15,00</w:t>
            </w:r>
          </w:p>
        </w:tc>
      </w:tr>
      <w:tr w:rsidR="00FE4EE9" w:rsidRPr="001E1152" w:rsidTr="00C81E05">
        <w:trPr>
          <w:trHeight w:val="20"/>
        </w:trPr>
        <w:tc>
          <w:tcPr>
            <w:tcW w:w="1062" w:type="dxa"/>
            <w:shd w:val="clear" w:color="000000" w:fill="FFFFFF"/>
          </w:tcPr>
          <w:p w:rsidR="00FE4EE9" w:rsidRPr="001E1152" w:rsidRDefault="00FE4EE9" w:rsidP="003938E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FE4EE9" w:rsidRPr="001E1152" w:rsidRDefault="00FE4EE9" w:rsidP="00661016">
            <w:pPr>
              <w:pStyle w:val="NormalWeb"/>
              <w:ind w:left="-23" w:right="-84"/>
              <w:rPr>
                <w:sz w:val="26"/>
                <w:szCs w:val="26"/>
              </w:rPr>
            </w:pPr>
            <w:r w:rsidRPr="001E1152">
              <w:rPr>
                <w:sz w:val="26"/>
                <w:szCs w:val="26"/>
              </w:rPr>
              <w:t>Создание на базе библиотеки информационного центра по проблемам профилактики терроризма и экстремизма. Изготовление информационно-пропагандистских материалов профилактического характера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005</w:t>
            </w: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0707</w:t>
            </w: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05 2 2019</w:t>
            </w: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>,00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15,00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1E1152" w:rsidRDefault="00FE4EE9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15,00</w:t>
            </w:r>
          </w:p>
        </w:tc>
      </w:tr>
      <w:tr w:rsidR="00FE4EE9" w:rsidRPr="001E1152" w:rsidTr="00C81E05">
        <w:trPr>
          <w:trHeight w:val="20"/>
        </w:trPr>
        <w:tc>
          <w:tcPr>
            <w:tcW w:w="1062" w:type="dxa"/>
            <w:shd w:val="clear" w:color="000000" w:fill="FFFFFF"/>
          </w:tcPr>
          <w:p w:rsidR="00FE4EE9" w:rsidRPr="001E1152" w:rsidRDefault="00FE4EE9" w:rsidP="003938E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  <w:vAlign w:val="center"/>
          </w:tcPr>
          <w:p w:rsidR="00FE4EE9" w:rsidRPr="001E1152" w:rsidRDefault="00FE4EE9" w:rsidP="00C325B3">
            <w:pPr>
              <w:pStyle w:val="NormalWeb"/>
              <w:ind w:left="-76" w:right="-84"/>
              <w:rPr>
                <w:sz w:val="26"/>
                <w:szCs w:val="26"/>
              </w:rPr>
            </w:pPr>
            <w:r w:rsidRPr="001E1152">
              <w:rPr>
                <w:sz w:val="26"/>
                <w:szCs w:val="26"/>
              </w:rPr>
              <w:t xml:space="preserve">Изготовление печатных памяток по тематике противодействия экстремизму и терроризму 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005</w:t>
            </w: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0707</w:t>
            </w: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05 2 2019</w:t>
            </w: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973A64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>,00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7,00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1E1152" w:rsidRDefault="00FE4EE9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7,00</w:t>
            </w:r>
          </w:p>
        </w:tc>
      </w:tr>
      <w:tr w:rsidR="00FE4EE9" w:rsidRPr="001E1152" w:rsidTr="00C81E05">
        <w:trPr>
          <w:trHeight w:val="20"/>
        </w:trPr>
        <w:tc>
          <w:tcPr>
            <w:tcW w:w="1062" w:type="dxa"/>
            <w:shd w:val="clear" w:color="000000" w:fill="FFFFFF"/>
          </w:tcPr>
          <w:p w:rsidR="00FE4EE9" w:rsidRPr="001E1152" w:rsidRDefault="00FE4EE9" w:rsidP="00981F05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>2.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11</w:t>
            </w:r>
          </w:p>
        </w:tc>
        <w:tc>
          <w:tcPr>
            <w:tcW w:w="4666" w:type="dxa"/>
            <w:shd w:val="clear" w:color="000000" w:fill="FFFFFF"/>
          </w:tcPr>
          <w:p w:rsidR="00FE4EE9" w:rsidRPr="001E1152" w:rsidRDefault="00FE4EE9" w:rsidP="004F2ECA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i/>
                <w:iCs/>
                <w:sz w:val="26"/>
                <w:szCs w:val="26"/>
              </w:rPr>
              <w:t>Услуги по дополнительному профессиональному образованию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000</w:t>
            </w: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0000</w:t>
            </w: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05 2 0000</w:t>
            </w: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000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4F2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4F2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1E1152" w:rsidRDefault="00FE4EE9" w:rsidP="004F2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</w:tr>
      <w:tr w:rsidR="00FE4EE9" w:rsidRPr="001E1152" w:rsidTr="00EB08E4">
        <w:trPr>
          <w:trHeight w:val="1021"/>
        </w:trPr>
        <w:tc>
          <w:tcPr>
            <w:tcW w:w="1062" w:type="dxa"/>
            <w:shd w:val="clear" w:color="000000" w:fill="FFFFFF"/>
          </w:tcPr>
          <w:p w:rsidR="00FE4EE9" w:rsidRPr="001E1152" w:rsidRDefault="00FE4EE9" w:rsidP="004F2EC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FE4EE9" w:rsidRDefault="00FE4EE9" w:rsidP="004F2EC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Ежемесячное денежное вознаграждение за классное руководство за счёт средств краевого бюджета</w:t>
            </w:r>
          </w:p>
          <w:p w:rsidR="00FE4EE9" w:rsidRPr="001E1152" w:rsidRDefault="00FE4EE9" w:rsidP="004F2EC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8" w:type="dxa"/>
            <w:shd w:val="clear" w:color="000000" w:fill="FFFFFF"/>
            <w:noWrap/>
          </w:tcPr>
          <w:p w:rsidR="00FE4EE9" w:rsidRPr="00EB08E4" w:rsidRDefault="00FE4EE9" w:rsidP="00973A64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sz w:val="26"/>
                <w:szCs w:val="26"/>
              </w:rPr>
            </w:pPr>
            <w:r w:rsidRPr="00EB08E4">
              <w:rPr>
                <w:rFonts w:ascii="Times New Roman" w:hAnsi="Times New Roman"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FE4EE9" w:rsidRPr="00EB08E4" w:rsidRDefault="00FE4EE9" w:rsidP="00973A64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sz w:val="26"/>
                <w:szCs w:val="26"/>
              </w:rPr>
            </w:pPr>
            <w:r w:rsidRPr="00EB08E4">
              <w:rPr>
                <w:rFonts w:ascii="Times New Roman" w:hAnsi="Times New Roman"/>
                <w:sz w:val="26"/>
                <w:szCs w:val="26"/>
              </w:rPr>
              <w:t>000</w:t>
            </w:r>
          </w:p>
        </w:tc>
        <w:tc>
          <w:tcPr>
            <w:tcW w:w="850" w:type="dxa"/>
            <w:shd w:val="clear" w:color="000000" w:fill="FFFFFF"/>
            <w:noWrap/>
          </w:tcPr>
          <w:p w:rsidR="00FE4EE9" w:rsidRPr="00EB08E4" w:rsidRDefault="00FE4EE9" w:rsidP="00973A64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sz w:val="26"/>
                <w:szCs w:val="26"/>
              </w:rPr>
            </w:pPr>
            <w:r w:rsidRPr="00EB08E4">
              <w:rPr>
                <w:rFonts w:ascii="Times New Roman" w:hAnsi="Times New Roman"/>
                <w:sz w:val="26"/>
                <w:szCs w:val="26"/>
              </w:rPr>
              <w:t>0000</w:t>
            </w:r>
          </w:p>
        </w:tc>
        <w:tc>
          <w:tcPr>
            <w:tcW w:w="1276" w:type="dxa"/>
            <w:shd w:val="clear" w:color="000000" w:fill="FFFFFF"/>
            <w:noWrap/>
          </w:tcPr>
          <w:p w:rsidR="00FE4EE9" w:rsidRPr="00EB08E4" w:rsidRDefault="00FE4EE9" w:rsidP="00973A64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sz w:val="26"/>
                <w:szCs w:val="26"/>
              </w:rPr>
            </w:pPr>
            <w:r w:rsidRPr="00EB08E4">
              <w:rPr>
                <w:rFonts w:ascii="Times New Roman" w:hAnsi="Times New Roman"/>
                <w:sz w:val="26"/>
                <w:szCs w:val="26"/>
              </w:rPr>
              <w:t>0</w:t>
            </w: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Pr="00EB08E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Pr="00EB08E4">
              <w:rPr>
                <w:rFonts w:ascii="Times New Roman" w:hAnsi="Times New Roman"/>
                <w:sz w:val="26"/>
                <w:szCs w:val="26"/>
              </w:rPr>
              <w:t xml:space="preserve"> 0000</w:t>
            </w:r>
          </w:p>
        </w:tc>
        <w:tc>
          <w:tcPr>
            <w:tcW w:w="709" w:type="dxa"/>
            <w:shd w:val="clear" w:color="000000" w:fill="FFFFFF"/>
            <w:noWrap/>
          </w:tcPr>
          <w:p w:rsidR="00FE4EE9" w:rsidRPr="00EB08E4" w:rsidRDefault="00FE4EE9" w:rsidP="00973A64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sz w:val="26"/>
                <w:szCs w:val="26"/>
              </w:rPr>
            </w:pPr>
            <w:r w:rsidRPr="00EB08E4">
              <w:rPr>
                <w:rFonts w:ascii="Times New Roman" w:hAnsi="Times New Roman"/>
                <w:sz w:val="26"/>
                <w:szCs w:val="26"/>
              </w:rPr>
              <w:t>000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4F2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4F2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1E1152" w:rsidRDefault="00FE4EE9" w:rsidP="004F2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FE4EE9" w:rsidRPr="001E1152" w:rsidTr="00C81E05">
        <w:trPr>
          <w:trHeight w:val="20"/>
        </w:trPr>
        <w:tc>
          <w:tcPr>
            <w:tcW w:w="1062" w:type="dxa"/>
            <w:shd w:val="clear" w:color="000000" w:fill="FFFFFF"/>
          </w:tcPr>
          <w:p w:rsidR="00FE4EE9" w:rsidRPr="001E1152" w:rsidRDefault="00FE4EE9" w:rsidP="003938EE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>3.</w:t>
            </w:r>
          </w:p>
        </w:tc>
        <w:tc>
          <w:tcPr>
            <w:tcW w:w="4666" w:type="dxa"/>
            <w:shd w:val="clear" w:color="000000" w:fill="FFFFFF"/>
          </w:tcPr>
          <w:p w:rsidR="00FE4EE9" w:rsidRPr="001E1152" w:rsidRDefault="00FE4EE9" w:rsidP="003938EE">
            <w:pPr>
              <w:widowControl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bCs/>
                <w:sz w:val="26"/>
                <w:szCs w:val="26"/>
              </w:rPr>
              <w:t>Подпрограмма "</w:t>
            </w: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>Развитие системы дополнительного  образования, отдыха, оздоровления и занятости детей и подростков Дальнереченского городского округа</w:t>
            </w:r>
            <w:r w:rsidRPr="001E1152">
              <w:rPr>
                <w:rFonts w:ascii="Times New Roman" w:hAnsi="Times New Roman"/>
                <w:b/>
                <w:bCs/>
                <w:sz w:val="26"/>
                <w:szCs w:val="26"/>
              </w:rPr>
              <w:t>"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293BBC" w:rsidRDefault="00FE4EE9" w:rsidP="00022E91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6"/>
                <w:szCs w:val="26"/>
              </w:rPr>
            </w:pPr>
            <w:r w:rsidRPr="00293BBC">
              <w:rPr>
                <w:rFonts w:ascii="Times New Roman" w:hAnsi="Times New Roman"/>
                <w:b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FE4EE9" w:rsidRPr="00293BBC" w:rsidRDefault="00FE4EE9" w:rsidP="00022E91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6"/>
                <w:szCs w:val="26"/>
              </w:rPr>
            </w:pPr>
            <w:r w:rsidRPr="00293BBC">
              <w:rPr>
                <w:rFonts w:ascii="Times New Roman" w:hAnsi="Times New Roman"/>
                <w:b/>
                <w:sz w:val="26"/>
                <w:szCs w:val="26"/>
              </w:rPr>
              <w:t>000</w:t>
            </w:r>
          </w:p>
        </w:tc>
        <w:tc>
          <w:tcPr>
            <w:tcW w:w="850" w:type="dxa"/>
            <w:shd w:val="clear" w:color="000000" w:fill="FFFFFF"/>
            <w:noWrap/>
          </w:tcPr>
          <w:p w:rsidR="00FE4EE9" w:rsidRPr="00293BBC" w:rsidRDefault="00FE4EE9" w:rsidP="00022E91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6"/>
                <w:szCs w:val="26"/>
              </w:rPr>
            </w:pPr>
            <w:r w:rsidRPr="00293BBC">
              <w:rPr>
                <w:rFonts w:ascii="Times New Roman" w:hAnsi="Times New Roman"/>
                <w:b/>
                <w:sz w:val="26"/>
                <w:szCs w:val="26"/>
              </w:rPr>
              <w:t>0000</w:t>
            </w:r>
          </w:p>
        </w:tc>
        <w:tc>
          <w:tcPr>
            <w:tcW w:w="1276" w:type="dxa"/>
            <w:shd w:val="clear" w:color="000000" w:fill="FFFFFF"/>
            <w:noWrap/>
          </w:tcPr>
          <w:p w:rsidR="00FE4EE9" w:rsidRPr="00293BBC" w:rsidRDefault="00FE4EE9" w:rsidP="00022E91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6"/>
                <w:szCs w:val="26"/>
              </w:rPr>
            </w:pPr>
            <w:r w:rsidRPr="00293BBC">
              <w:rPr>
                <w:rFonts w:ascii="Times New Roman" w:hAnsi="Times New Roman"/>
                <w:b/>
                <w:sz w:val="26"/>
                <w:szCs w:val="26"/>
              </w:rPr>
              <w:t>0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5</w:t>
            </w:r>
            <w:r w:rsidRPr="00293BBC">
              <w:rPr>
                <w:rFonts w:ascii="Times New Roman" w:hAnsi="Times New Roman"/>
                <w:b/>
                <w:sz w:val="26"/>
                <w:szCs w:val="26"/>
              </w:rPr>
              <w:t xml:space="preserve"> 3 0000</w:t>
            </w:r>
          </w:p>
        </w:tc>
        <w:tc>
          <w:tcPr>
            <w:tcW w:w="709" w:type="dxa"/>
            <w:shd w:val="clear" w:color="000000" w:fill="FFFFFF"/>
            <w:noWrap/>
          </w:tcPr>
          <w:p w:rsidR="00FE4EE9" w:rsidRPr="00293BBC" w:rsidRDefault="00FE4EE9" w:rsidP="00022E91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6"/>
                <w:szCs w:val="26"/>
              </w:rPr>
            </w:pPr>
            <w:r w:rsidRPr="00293BBC">
              <w:rPr>
                <w:rFonts w:ascii="Times New Roman" w:hAnsi="Times New Roman"/>
                <w:b/>
                <w:sz w:val="26"/>
                <w:szCs w:val="26"/>
              </w:rPr>
              <w:t>000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16036,32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16737,94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17520,91</w:t>
            </w:r>
          </w:p>
        </w:tc>
      </w:tr>
      <w:tr w:rsidR="00FE4EE9" w:rsidRPr="001E1152" w:rsidTr="00C81E05">
        <w:trPr>
          <w:trHeight w:val="20"/>
        </w:trPr>
        <w:tc>
          <w:tcPr>
            <w:tcW w:w="1062" w:type="dxa"/>
            <w:shd w:val="clear" w:color="000000" w:fill="FFFFFF"/>
          </w:tcPr>
          <w:p w:rsidR="00FE4EE9" w:rsidRPr="001E1152" w:rsidRDefault="00FE4EE9" w:rsidP="003938EE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>3.1.</w:t>
            </w:r>
          </w:p>
        </w:tc>
        <w:tc>
          <w:tcPr>
            <w:tcW w:w="4666" w:type="dxa"/>
            <w:shd w:val="clear" w:color="000000" w:fill="FFFFFF"/>
          </w:tcPr>
          <w:p w:rsidR="00FE4EE9" w:rsidRPr="001E1152" w:rsidRDefault="00FE4EE9" w:rsidP="003938EE">
            <w:pPr>
              <w:widowControl w:val="0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bCs/>
                <w:sz w:val="26"/>
                <w:szCs w:val="26"/>
              </w:rPr>
              <w:t>Развитие системы учреждений дополнительного образования, направленных на привлечение учащихся, к систематическим занятиям физической культурой и спортом.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293BBC" w:rsidRDefault="00FE4EE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293BBC">
              <w:rPr>
                <w:rFonts w:ascii="Times New Roman" w:hAnsi="Times New Roman"/>
                <w:b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FE4EE9" w:rsidRPr="00293BBC" w:rsidRDefault="00FE4EE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293BBC">
              <w:rPr>
                <w:rFonts w:ascii="Times New Roman" w:hAnsi="Times New Roman"/>
                <w:b/>
                <w:sz w:val="26"/>
                <w:szCs w:val="26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FE4EE9" w:rsidRPr="00293BBC" w:rsidRDefault="00FE4EE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293BBC">
              <w:rPr>
                <w:rFonts w:ascii="Times New Roman" w:hAnsi="Times New Roman"/>
                <w:b/>
                <w:sz w:val="26"/>
                <w:szCs w:val="26"/>
              </w:rPr>
              <w:t>0702</w:t>
            </w:r>
          </w:p>
        </w:tc>
        <w:tc>
          <w:tcPr>
            <w:tcW w:w="1276" w:type="dxa"/>
            <w:shd w:val="clear" w:color="000000" w:fill="FFFFFF"/>
            <w:noWrap/>
          </w:tcPr>
          <w:p w:rsidR="00FE4EE9" w:rsidRPr="00293BBC" w:rsidRDefault="00FE4EE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293BBC">
              <w:rPr>
                <w:rFonts w:ascii="Times New Roman" w:hAnsi="Times New Roman"/>
                <w:b/>
                <w:sz w:val="26"/>
                <w:szCs w:val="26"/>
              </w:rPr>
              <w:t>05 3 2014</w:t>
            </w: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000</w:t>
            </w:r>
            <w:r w:rsidRPr="001E1152">
              <w:rPr>
                <w:rFonts w:ascii="Times New Roman" w:hAnsi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A2031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14323,72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2B03D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>14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948,74</w:t>
            </w: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 xml:space="preserve">  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1E1152" w:rsidRDefault="00FE4EE9" w:rsidP="002B03D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>15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633,71</w:t>
            </w: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 xml:space="preserve">  </w:t>
            </w:r>
          </w:p>
        </w:tc>
      </w:tr>
      <w:tr w:rsidR="00FE4EE9" w:rsidRPr="001E1152" w:rsidTr="00C81E05">
        <w:trPr>
          <w:trHeight w:val="20"/>
        </w:trPr>
        <w:tc>
          <w:tcPr>
            <w:tcW w:w="1062" w:type="dxa"/>
            <w:shd w:val="clear" w:color="000000" w:fill="FFFFFF"/>
          </w:tcPr>
          <w:p w:rsidR="00FE4EE9" w:rsidRPr="001E1152" w:rsidRDefault="00FE4EE9" w:rsidP="003938E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3.1.1</w:t>
            </w:r>
          </w:p>
        </w:tc>
        <w:tc>
          <w:tcPr>
            <w:tcW w:w="4666" w:type="dxa"/>
            <w:shd w:val="clear" w:color="000000" w:fill="FFFFFF"/>
          </w:tcPr>
          <w:p w:rsidR="00FE4EE9" w:rsidRPr="001E1152" w:rsidRDefault="00FE4EE9" w:rsidP="003938EE">
            <w:pPr>
              <w:widowControl w:val="0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Субсидии из местного бюджета муниципальным образовательным учреждениям Дальнереченского городского округа на организацию предоставления дополнительного образования детей в сфере физкультуры и спорта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0702</w:t>
            </w: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05 3 2014</w:t>
            </w: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600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2B03D1" w:rsidRDefault="00FE4EE9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B03D1">
              <w:rPr>
                <w:rFonts w:ascii="Times New Roman" w:hAnsi="Times New Roman"/>
                <w:sz w:val="26"/>
                <w:szCs w:val="26"/>
              </w:rPr>
              <w:t>14323,72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2B03D1" w:rsidRDefault="00FE4EE9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B03D1">
              <w:rPr>
                <w:rFonts w:ascii="Times New Roman" w:hAnsi="Times New Roman"/>
                <w:sz w:val="26"/>
                <w:szCs w:val="26"/>
              </w:rPr>
              <w:t xml:space="preserve">14948,74  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2B03D1" w:rsidRDefault="00FE4EE9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B03D1">
              <w:rPr>
                <w:rFonts w:ascii="Times New Roman" w:hAnsi="Times New Roman"/>
                <w:sz w:val="26"/>
                <w:szCs w:val="26"/>
              </w:rPr>
              <w:t xml:space="preserve">15633,71  </w:t>
            </w:r>
          </w:p>
        </w:tc>
      </w:tr>
      <w:tr w:rsidR="00FE4EE9" w:rsidRPr="001E1152" w:rsidTr="00C81E05">
        <w:trPr>
          <w:trHeight w:val="20"/>
        </w:trPr>
        <w:tc>
          <w:tcPr>
            <w:tcW w:w="1062" w:type="dxa"/>
            <w:shd w:val="clear" w:color="000000" w:fill="FFFFFF"/>
          </w:tcPr>
          <w:p w:rsidR="00FE4EE9" w:rsidRPr="001E1152" w:rsidRDefault="00FE4EE9" w:rsidP="00E4029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>3.2.</w:t>
            </w:r>
          </w:p>
        </w:tc>
        <w:tc>
          <w:tcPr>
            <w:tcW w:w="4666" w:type="dxa"/>
            <w:shd w:val="clear" w:color="000000" w:fill="FFFFFF"/>
          </w:tcPr>
          <w:p w:rsidR="00FE4EE9" w:rsidRPr="0039278E" w:rsidRDefault="00FE4EE9" w:rsidP="00E4029C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bCs/>
                <w:sz w:val="26"/>
                <w:szCs w:val="26"/>
              </w:rPr>
              <w:t>Совершенствование инновационных форм и методов организации воспитательной работы, содержательного досуга, отдыха и занятости детей и подростков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A15B82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A15B82">
              <w:rPr>
                <w:rFonts w:ascii="Times New Roman" w:hAnsi="Times New Roman"/>
                <w:b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FE4EE9" w:rsidRPr="00A15B82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A15B82">
              <w:rPr>
                <w:rFonts w:ascii="Times New Roman" w:hAnsi="Times New Roman"/>
                <w:b/>
                <w:sz w:val="26"/>
                <w:szCs w:val="26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FE4EE9" w:rsidRPr="00A15B82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A15B82">
              <w:rPr>
                <w:rFonts w:ascii="Times New Roman" w:hAnsi="Times New Roman"/>
                <w:b/>
                <w:sz w:val="26"/>
                <w:szCs w:val="26"/>
              </w:rPr>
              <w:t>0707</w:t>
            </w:r>
          </w:p>
        </w:tc>
        <w:tc>
          <w:tcPr>
            <w:tcW w:w="1276" w:type="dxa"/>
            <w:shd w:val="clear" w:color="000000" w:fill="FFFFFF"/>
            <w:noWrap/>
          </w:tcPr>
          <w:p w:rsidR="00FE4EE9" w:rsidRPr="00A15B8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A15B82">
              <w:rPr>
                <w:rFonts w:ascii="Times New Roman" w:hAnsi="Times New Roman"/>
                <w:b/>
                <w:sz w:val="26"/>
                <w:szCs w:val="26"/>
              </w:rPr>
              <w:t>0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5</w:t>
            </w:r>
            <w:r w:rsidRPr="00A15B82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3</w:t>
            </w:r>
            <w:r w:rsidRPr="00A15B82">
              <w:rPr>
                <w:rFonts w:ascii="Times New Roman" w:hAnsi="Times New Roman"/>
                <w:b/>
                <w:sz w:val="26"/>
                <w:szCs w:val="26"/>
              </w:rPr>
              <w:t xml:space="preserve"> 0000</w:t>
            </w:r>
          </w:p>
        </w:tc>
        <w:tc>
          <w:tcPr>
            <w:tcW w:w="709" w:type="dxa"/>
            <w:shd w:val="clear" w:color="000000" w:fill="FFFFFF"/>
            <w:noWrap/>
          </w:tcPr>
          <w:p w:rsidR="00FE4EE9" w:rsidRPr="00A15B8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A15B82">
              <w:rPr>
                <w:rFonts w:ascii="Times New Roman" w:hAnsi="Times New Roman"/>
                <w:b/>
                <w:sz w:val="26"/>
                <w:szCs w:val="26"/>
              </w:rPr>
              <w:t>000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C81E05" w:rsidRDefault="00FE4EE9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C81E05">
              <w:rPr>
                <w:rFonts w:ascii="Times New Roman" w:hAnsi="Times New Roman"/>
                <w:b/>
                <w:sz w:val="26"/>
                <w:szCs w:val="26"/>
              </w:rPr>
              <w:t>912,60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C81E05" w:rsidRDefault="00FE4EE9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C81E05">
              <w:rPr>
                <w:rFonts w:ascii="Times New Roman" w:hAnsi="Times New Roman"/>
                <w:b/>
                <w:sz w:val="26"/>
                <w:szCs w:val="26"/>
              </w:rPr>
              <w:t>939,20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C81E05" w:rsidRDefault="00FE4EE9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C81E05">
              <w:rPr>
                <w:rFonts w:ascii="Times New Roman" w:hAnsi="Times New Roman"/>
                <w:b/>
                <w:sz w:val="26"/>
                <w:szCs w:val="26"/>
              </w:rPr>
              <w:t>987,20</w:t>
            </w:r>
          </w:p>
        </w:tc>
      </w:tr>
      <w:tr w:rsidR="00FE4EE9" w:rsidRPr="001E1152" w:rsidTr="001D1529">
        <w:trPr>
          <w:trHeight w:val="20"/>
        </w:trPr>
        <w:tc>
          <w:tcPr>
            <w:tcW w:w="1062" w:type="dxa"/>
            <w:shd w:val="clear" w:color="000000" w:fill="FFFFFF"/>
          </w:tcPr>
          <w:p w:rsidR="00FE4EE9" w:rsidRPr="00C81E05" w:rsidRDefault="00FE4EE9" w:rsidP="00E4029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81E05">
              <w:rPr>
                <w:rFonts w:ascii="Times New Roman" w:hAnsi="Times New Roman"/>
                <w:sz w:val="26"/>
                <w:szCs w:val="26"/>
              </w:rPr>
              <w:t>3.2.1</w:t>
            </w:r>
          </w:p>
        </w:tc>
        <w:tc>
          <w:tcPr>
            <w:tcW w:w="4666" w:type="dxa"/>
            <w:shd w:val="clear" w:color="000000" w:fill="FFFFFF"/>
            <w:vAlign w:val="center"/>
          </w:tcPr>
          <w:p w:rsidR="00FE4EE9" w:rsidRPr="0039278E" w:rsidRDefault="00FE4EE9" w:rsidP="00E4029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на организацию и обеспечение оздоровления и отдыха детей Приморского края (за исключением организации отдыха детей в каникулярное время)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0707</w:t>
            </w: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05 3 9308</w:t>
            </w: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600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C81E05" w:rsidRDefault="00FE4EE9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C81E05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C81E05" w:rsidRDefault="00FE4EE9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C81E05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C81E05" w:rsidRDefault="00FE4EE9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C81E05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FE4EE9" w:rsidRPr="001E1152" w:rsidTr="00C81E05">
        <w:trPr>
          <w:trHeight w:val="20"/>
        </w:trPr>
        <w:tc>
          <w:tcPr>
            <w:tcW w:w="1062" w:type="dxa"/>
            <w:shd w:val="clear" w:color="000000" w:fill="FFFFFF"/>
          </w:tcPr>
          <w:p w:rsidR="00FE4EE9" w:rsidRPr="00C81E05" w:rsidRDefault="00FE4EE9" w:rsidP="003938EE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 w:rsidRPr="00C81E05">
              <w:rPr>
                <w:rFonts w:ascii="Times New Roman" w:hAnsi="Times New Roman"/>
                <w:i/>
                <w:sz w:val="26"/>
                <w:szCs w:val="26"/>
              </w:rPr>
              <w:t>3.2.2</w:t>
            </w:r>
          </w:p>
        </w:tc>
        <w:tc>
          <w:tcPr>
            <w:tcW w:w="4666" w:type="dxa"/>
            <w:shd w:val="clear" w:color="000000" w:fill="FFFFFF"/>
          </w:tcPr>
          <w:p w:rsidR="00FE4EE9" w:rsidRPr="00C81E05" w:rsidRDefault="00FE4EE9" w:rsidP="003938EE">
            <w:pPr>
              <w:spacing w:after="0" w:line="240" w:lineRule="auto"/>
              <w:rPr>
                <w:rFonts w:ascii="Times New Roman" w:hAnsi="Times New Roman"/>
                <w:bCs/>
                <w:i/>
                <w:sz w:val="26"/>
                <w:szCs w:val="26"/>
              </w:rPr>
            </w:pPr>
            <w:r w:rsidRPr="00C81E05">
              <w:rPr>
                <w:rFonts w:ascii="Times New Roman" w:hAnsi="Times New Roman"/>
                <w:bCs/>
                <w:i/>
                <w:sz w:val="26"/>
                <w:szCs w:val="26"/>
              </w:rPr>
              <w:t>Субсидии на организацию и обеспечение оздоровления, отдыха и занятости детей и подростков</w:t>
            </w:r>
          </w:p>
        </w:tc>
        <w:tc>
          <w:tcPr>
            <w:tcW w:w="708" w:type="dxa"/>
            <w:shd w:val="clear" w:color="000000" w:fill="FFFFFF"/>
          </w:tcPr>
          <w:p w:rsidR="00FE4EE9" w:rsidRPr="00C81E05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FE4EE9" w:rsidRPr="00C81E05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FE4EE9" w:rsidRPr="00C81E05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0707</w:t>
            </w:r>
          </w:p>
        </w:tc>
        <w:tc>
          <w:tcPr>
            <w:tcW w:w="1276" w:type="dxa"/>
            <w:shd w:val="clear" w:color="000000" w:fill="FFFFFF"/>
            <w:noWrap/>
          </w:tcPr>
          <w:p w:rsidR="00FE4EE9" w:rsidRPr="00C81E05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05 3 2020</w:t>
            </w:r>
          </w:p>
        </w:tc>
        <w:tc>
          <w:tcPr>
            <w:tcW w:w="709" w:type="dxa"/>
            <w:shd w:val="clear" w:color="000000" w:fill="FFFFFF"/>
            <w:noWrap/>
          </w:tcPr>
          <w:p w:rsidR="00FE4EE9" w:rsidRPr="00C81E05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000</w:t>
            </w:r>
          </w:p>
        </w:tc>
        <w:tc>
          <w:tcPr>
            <w:tcW w:w="1389" w:type="dxa"/>
            <w:shd w:val="clear" w:color="000000" w:fill="FFFFFF"/>
          </w:tcPr>
          <w:p w:rsidR="00FE4EE9" w:rsidRPr="00C81E05" w:rsidRDefault="00FE4EE9" w:rsidP="00FC71A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C81E05">
              <w:rPr>
                <w:rFonts w:ascii="Times New Roman" w:hAnsi="Times New Roman"/>
                <w:i/>
                <w:sz w:val="26"/>
                <w:szCs w:val="26"/>
              </w:rPr>
              <w:t xml:space="preserve">912,60  </w:t>
            </w:r>
          </w:p>
        </w:tc>
        <w:tc>
          <w:tcPr>
            <w:tcW w:w="1389" w:type="dxa"/>
            <w:shd w:val="clear" w:color="000000" w:fill="FFFFFF"/>
          </w:tcPr>
          <w:p w:rsidR="00FE4EE9" w:rsidRPr="00C81E05" w:rsidRDefault="00FE4EE9" w:rsidP="00FC71A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C81E05">
              <w:rPr>
                <w:rFonts w:ascii="Times New Roman" w:hAnsi="Times New Roman"/>
                <w:i/>
                <w:sz w:val="26"/>
                <w:szCs w:val="26"/>
              </w:rPr>
              <w:t xml:space="preserve">939,20  </w:t>
            </w:r>
          </w:p>
        </w:tc>
        <w:tc>
          <w:tcPr>
            <w:tcW w:w="1549" w:type="dxa"/>
            <w:shd w:val="clear" w:color="000000" w:fill="FFFFFF"/>
          </w:tcPr>
          <w:p w:rsidR="00FE4EE9" w:rsidRPr="00C81E05" w:rsidRDefault="00FE4EE9" w:rsidP="00FC71A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C81E05">
              <w:rPr>
                <w:rFonts w:ascii="Times New Roman" w:hAnsi="Times New Roman"/>
                <w:i/>
                <w:sz w:val="26"/>
                <w:szCs w:val="26"/>
              </w:rPr>
              <w:t xml:space="preserve">987,20  </w:t>
            </w:r>
          </w:p>
        </w:tc>
      </w:tr>
      <w:tr w:rsidR="00FE4EE9" w:rsidRPr="001E1152" w:rsidTr="00C81E05">
        <w:trPr>
          <w:trHeight w:val="20"/>
        </w:trPr>
        <w:tc>
          <w:tcPr>
            <w:tcW w:w="1062" w:type="dxa"/>
            <w:shd w:val="clear" w:color="000000" w:fill="FFFFFF"/>
          </w:tcPr>
          <w:p w:rsidR="00FE4EE9" w:rsidRPr="001E1152" w:rsidRDefault="00FE4EE9" w:rsidP="003938E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FE4EE9" w:rsidRPr="001E1152" w:rsidRDefault="00FE4EE9" w:rsidP="003938EE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Обеспечение питанием учащихся 1-7 классов в лагерях дневного пребывания, организованных на базе муниципальных общеобразовательных учреждений</w:t>
            </w:r>
          </w:p>
        </w:tc>
        <w:tc>
          <w:tcPr>
            <w:tcW w:w="708" w:type="dxa"/>
            <w:shd w:val="clear" w:color="000000" w:fill="FFFFFF"/>
          </w:tcPr>
          <w:p w:rsidR="00FE4EE9" w:rsidRPr="00277ECF" w:rsidRDefault="00FE4EE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77ECF">
              <w:rPr>
                <w:rFonts w:ascii="Times New Roman" w:hAnsi="Times New Roman"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</w:tcPr>
          <w:p w:rsidR="00FE4EE9" w:rsidRPr="00277ECF" w:rsidRDefault="00FE4EE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77ECF">
              <w:rPr>
                <w:rFonts w:ascii="Times New Roman" w:hAnsi="Times New Roman"/>
                <w:sz w:val="26"/>
                <w:szCs w:val="26"/>
              </w:rPr>
              <w:t>009</w:t>
            </w:r>
          </w:p>
        </w:tc>
        <w:tc>
          <w:tcPr>
            <w:tcW w:w="850" w:type="dxa"/>
            <w:shd w:val="clear" w:color="000000" w:fill="FFFFFF"/>
          </w:tcPr>
          <w:p w:rsidR="00FE4EE9" w:rsidRPr="00277ECF" w:rsidRDefault="00FE4EE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77ECF">
              <w:rPr>
                <w:rFonts w:ascii="Times New Roman" w:hAnsi="Times New Roman"/>
                <w:sz w:val="26"/>
                <w:szCs w:val="26"/>
              </w:rPr>
              <w:t>0707</w:t>
            </w:r>
          </w:p>
        </w:tc>
        <w:tc>
          <w:tcPr>
            <w:tcW w:w="1276" w:type="dxa"/>
            <w:shd w:val="clear" w:color="000000" w:fill="FFFFFF"/>
          </w:tcPr>
          <w:p w:rsidR="00FE4EE9" w:rsidRPr="00277ECF" w:rsidRDefault="00FE4EE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77ECF">
              <w:rPr>
                <w:rFonts w:ascii="Times New Roman" w:hAnsi="Times New Roman"/>
                <w:sz w:val="26"/>
                <w:szCs w:val="26"/>
              </w:rPr>
              <w:t>05 3 2020</w:t>
            </w:r>
          </w:p>
        </w:tc>
        <w:tc>
          <w:tcPr>
            <w:tcW w:w="709" w:type="dxa"/>
            <w:shd w:val="clear" w:color="000000" w:fill="FFFFFF"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600</w:t>
            </w:r>
          </w:p>
        </w:tc>
        <w:tc>
          <w:tcPr>
            <w:tcW w:w="1389" w:type="dxa"/>
            <w:shd w:val="clear" w:color="000000" w:fill="FFFFFF"/>
          </w:tcPr>
          <w:p w:rsidR="00FE4EE9" w:rsidRPr="001E1152" w:rsidRDefault="00FE4EE9" w:rsidP="000B3D6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532,60  </w:t>
            </w:r>
          </w:p>
        </w:tc>
        <w:tc>
          <w:tcPr>
            <w:tcW w:w="1389" w:type="dxa"/>
            <w:shd w:val="clear" w:color="000000" w:fill="FFFFFF"/>
          </w:tcPr>
          <w:p w:rsidR="00FE4EE9" w:rsidRPr="001E1152" w:rsidRDefault="00FE4EE9" w:rsidP="000B3D6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559,20  </w:t>
            </w:r>
          </w:p>
        </w:tc>
        <w:tc>
          <w:tcPr>
            <w:tcW w:w="1549" w:type="dxa"/>
            <w:shd w:val="clear" w:color="000000" w:fill="FFFFFF"/>
          </w:tcPr>
          <w:p w:rsidR="00FE4EE9" w:rsidRPr="001E1152" w:rsidRDefault="00FE4EE9" w:rsidP="000B3D6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587,20  </w:t>
            </w:r>
          </w:p>
        </w:tc>
      </w:tr>
      <w:tr w:rsidR="00FE4EE9" w:rsidRPr="001E1152" w:rsidTr="00C81E05">
        <w:trPr>
          <w:trHeight w:val="20"/>
        </w:trPr>
        <w:tc>
          <w:tcPr>
            <w:tcW w:w="1062" w:type="dxa"/>
            <w:shd w:val="clear" w:color="000000" w:fill="FFFFFF"/>
          </w:tcPr>
          <w:p w:rsidR="00FE4EE9" w:rsidRPr="001E1152" w:rsidRDefault="00FE4EE9" w:rsidP="003938E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FE4EE9" w:rsidRPr="001E1152" w:rsidRDefault="00FE4EE9" w:rsidP="003938EE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Трудоустройство учащихся (рембригады)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277ECF" w:rsidRDefault="00FE4EE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77ECF">
              <w:rPr>
                <w:rFonts w:ascii="Times New Roman" w:hAnsi="Times New Roman"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FE4EE9" w:rsidRPr="00277ECF" w:rsidRDefault="00FE4EE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77ECF">
              <w:rPr>
                <w:rFonts w:ascii="Times New Roman" w:hAnsi="Times New Roman"/>
                <w:sz w:val="26"/>
                <w:szCs w:val="26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FE4EE9" w:rsidRPr="00277ECF" w:rsidRDefault="00FE4EE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77ECF">
              <w:rPr>
                <w:rFonts w:ascii="Times New Roman" w:hAnsi="Times New Roman"/>
                <w:sz w:val="26"/>
                <w:szCs w:val="26"/>
              </w:rPr>
              <w:t>0707</w:t>
            </w:r>
          </w:p>
        </w:tc>
        <w:tc>
          <w:tcPr>
            <w:tcW w:w="1276" w:type="dxa"/>
            <w:shd w:val="clear" w:color="000000" w:fill="FFFFFF"/>
            <w:noWrap/>
          </w:tcPr>
          <w:p w:rsidR="00FE4EE9" w:rsidRPr="00277ECF" w:rsidRDefault="00FE4EE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77ECF">
              <w:rPr>
                <w:rFonts w:ascii="Times New Roman" w:hAnsi="Times New Roman"/>
                <w:sz w:val="26"/>
                <w:szCs w:val="26"/>
              </w:rPr>
              <w:t>05 3 2020</w:t>
            </w: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600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380,00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380,00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1E1152" w:rsidRDefault="00FE4EE9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400,00  </w:t>
            </w:r>
          </w:p>
        </w:tc>
      </w:tr>
      <w:tr w:rsidR="00FE4EE9" w:rsidRPr="001E1152" w:rsidTr="00C81E05">
        <w:trPr>
          <w:trHeight w:val="20"/>
        </w:trPr>
        <w:tc>
          <w:tcPr>
            <w:tcW w:w="1062" w:type="dxa"/>
            <w:shd w:val="clear" w:color="000000" w:fill="FFFFFF"/>
          </w:tcPr>
          <w:p w:rsidR="00FE4EE9" w:rsidRPr="001E1152" w:rsidRDefault="00FE4EE9" w:rsidP="003938EE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>3.3.</w:t>
            </w:r>
          </w:p>
        </w:tc>
        <w:tc>
          <w:tcPr>
            <w:tcW w:w="4666" w:type="dxa"/>
            <w:shd w:val="clear" w:color="000000" w:fill="FFFFFF"/>
          </w:tcPr>
          <w:p w:rsidR="00FE4EE9" w:rsidRPr="001E1152" w:rsidRDefault="00FE4EE9" w:rsidP="003938EE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bCs/>
                <w:sz w:val="26"/>
                <w:szCs w:val="26"/>
              </w:rPr>
              <w:t>Мероприятия, направленные на допризывную подготовку учащейся молодежи Дальнереченского городского округа  к службе в Вооруженных Силах Российской Федерации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3E4821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3E4821">
              <w:rPr>
                <w:rFonts w:ascii="Times New Roman" w:hAnsi="Times New Roman"/>
                <w:b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FE4EE9" w:rsidRPr="003E4821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3E4821">
              <w:rPr>
                <w:rFonts w:ascii="Times New Roman" w:hAnsi="Times New Roman"/>
                <w:b/>
                <w:sz w:val="26"/>
                <w:szCs w:val="26"/>
              </w:rPr>
              <w:t>000</w:t>
            </w:r>
          </w:p>
        </w:tc>
        <w:tc>
          <w:tcPr>
            <w:tcW w:w="850" w:type="dxa"/>
            <w:shd w:val="clear" w:color="000000" w:fill="FFFFFF"/>
            <w:noWrap/>
          </w:tcPr>
          <w:p w:rsidR="00FE4EE9" w:rsidRPr="003E4821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3E4821">
              <w:rPr>
                <w:rFonts w:ascii="Times New Roman" w:hAnsi="Times New Roman"/>
                <w:b/>
                <w:sz w:val="26"/>
                <w:szCs w:val="26"/>
              </w:rPr>
              <w:t>0000</w:t>
            </w:r>
          </w:p>
        </w:tc>
        <w:tc>
          <w:tcPr>
            <w:tcW w:w="1276" w:type="dxa"/>
            <w:shd w:val="clear" w:color="000000" w:fill="FFFFFF"/>
            <w:noWrap/>
          </w:tcPr>
          <w:p w:rsidR="00FE4EE9" w:rsidRPr="003E4821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3E4821">
              <w:rPr>
                <w:rFonts w:ascii="Times New Roman" w:hAnsi="Times New Roman"/>
                <w:b/>
                <w:sz w:val="26"/>
                <w:szCs w:val="26"/>
              </w:rPr>
              <w:t>0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5</w:t>
            </w:r>
            <w:r w:rsidRPr="003E4821">
              <w:rPr>
                <w:rFonts w:ascii="Times New Roman" w:hAnsi="Times New Roman"/>
                <w:b/>
                <w:sz w:val="26"/>
                <w:szCs w:val="26"/>
              </w:rPr>
              <w:t xml:space="preserve"> 3 0000</w:t>
            </w:r>
          </w:p>
        </w:tc>
        <w:tc>
          <w:tcPr>
            <w:tcW w:w="709" w:type="dxa"/>
            <w:shd w:val="clear" w:color="000000" w:fill="FFFFFF"/>
            <w:noWrap/>
          </w:tcPr>
          <w:p w:rsidR="00FE4EE9" w:rsidRPr="003E4821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3E4821">
              <w:rPr>
                <w:rFonts w:ascii="Times New Roman" w:hAnsi="Times New Roman"/>
                <w:b/>
                <w:sz w:val="26"/>
                <w:szCs w:val="26"/>
              </w:rPr>
              <w:t>000</w:t>
            </w:r>
          </w:p>
        </w:tc>
        <w:tc>
          <w:tcPr>
            <w:tcW w:w="1389" w:type="dxa"/>
            <w:shd w:val="clear" w:color="000000" w:fill="FFFFFF"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100</w:t>
            </w: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>,00</w:t>
            </w:r>
          </w:p>
        </w:tc>
        <w:tc>
          <w:tcPr>
            <w:tcW w:w="1389" w:type="dxa"/>
            <w:shd w:val="clear" w:color="000000" w:fill="FFFFFF"/>
          </w:tcPr>
          <w:p w:rsidR="00FE4EE9" w:rsidRPr="001E1152" w:rsidRDefault="00FE4EE9" w:rsidP="00A90DC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00</w:t>
            </w: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>,00</w:t>
            </w:r>
          </w:p>
        </w:tc>
        <w:tc>
          <w:tcPr>
            <w:tcW w:w="1549" w:type="dxa"/>
            <w:shd w:val="clear" w:color="000000" w:fill="FFFFFF"/>
          </w:tcPr>
          <w:p w:rsidR="00FE4EE9" w:rsidRPr="001E1152" w:rsidRDefault="00FE4EE9" w:rsidP="00A90DC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00</w:t>
            </w: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>,00</w:t>
            </w:r>
          </w:p>
        </w:tc>
      </w:tr>
      <w:tr w:rsidR="00FE4EE9" w:rsidRPr="001E1152" w:rsidTr="00C81E05">
        <w:trPr>
          <w:trHeight w:val="20"/>
        </w:trPr>
        <w:tc>
          <w:tcPr>
            <w:tcW w:w="1062" w:type="dxa"/>
            <w:shd w:val="clear" w:color="000000" w:fill="FFFFFF"/>
          </w:tcPr>
          <w:p w:rsidR="00FE4EE9" w:rsidRPr="001E1152" w:rsidRDefault="00FE4EE9" w:rsidP="003938E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3.3.1</w:t>
            </w:r>
          </w:p>
        </w:tc>
        <w:tc>
          <w:tcPr>
            <w:tcW w:w="4666" w:type="dxa"/>
            <w:shd w:val="clear" w:color="000000" w:fill="FFFFFF"/>
          </w:tcPr>
          <w:p w:rsidR="00FE4EE9" w:rsidRPr="001E1152" w:rsidRDefault="00FE4EE9" w:rsidP="003938EE">
            <w:pPr>
              <w:spacing w:after="0" w:line="240" w:lineRule="auto"/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i/>
                <w:iCs/>
                <w:sz w:val="26"/>
                <w:szCs w:val="26"/>
              </w:rPr>
              <w:t>Организация и проведение культурных, спортивных и физкультурно-оздоровительных мероприятий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724FB5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724FB5">
              <w:rPr>
                <w:rFonts w:ascii="Times New Roman" w:hAnsi="Times New Roman"/>
                <w:i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FE4EE9" w:rsidRPr="00724FB5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724FB5">
              <w:rPr>
                <w:rFonts w:ascii="Times New Roman" w:hAnsi="Times New Roman"/>
                <w:i/>
                <w:sz w:val="26"/>
                <w:szCs w:val="26"/>
              </w:rPr>
              <w:t>000</w:t>
            </w:r>
          </w:p>
        </w:tc>
        <w:tc>
          <w:tcPr>
            <w:tcW w:w="850" w:type="dxa"/>
            <w:shd w:val="clear" w:color="000000" w:fill="FFFFFF"/>
            <w:noWrap/>
          </w:tcPr>
          <w:p w:rsidR="00FE4EE9" w:rsidRPr="00724FB5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724FB5">
              <w:rPr>
                <w:rFonts w:ascii="Times New Roman" w:hAnsi="Times New Roman"/>
                <w:i/>
                <w:sz w:val="26"/>
                <w:szCs w:val="26"/>
              </w:rPr>
              <w:t>0000</w:t>
            </w:r>
          </w:p>
        </w:tc>
        <w:tc>
          <w:tcPr>
            <w:tcW w:w="1276" w:type="dxa"/>
            <w:shd w:val="clear" w:color="000000" w:fill="FFFFFF"/>
            <w:noWrap/>
          </w:tcPr>
          <w:p w:rsidR="00FE4EE9" w:rsidRPr="00724FB5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724FB5">
              <w:rPr>
                <w:rFonts w:ascii="Times New Roman" w:hAnsi="Times New Roman"/>
                <w:i/>
                <w:sz w:val="26"/>
                <w:szCs w:val="26"/>
              </w:rPr>
              <w:t>05 3 2021</w:t>
            </w:r>
          </w:p>
        </w:tc>
        <w:tc>
          <w:tcPr>
            <w:tcW w:w="709" w:type="dxa"/>
            <w:shd w:val="clear" w:color="000000" w:fill="FFFFFF"/>
            <w:noWrap/>
          </w:tcPr>
          <w:p w:rsidR="00FE4EE9" w:rsidRPr="00724FB5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724FB5">
              <w:rPr>
                <w:rFonts w:ascii="Times New Roman" w:hAnsi="Times New Roman"/>
                <w:i/>
                <w:sz w:val="26"/>
                <w:szCs w:val="26"/>
              </w:rPr>
              <w:t>000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A90DC0" w:rsidRDefault="00FE4EE9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5</w:t>
            </w:r>
            <w:r w:rsidRPr="00A90DC0">
              <w:rPr>
                <w:rFonts w:ascii="Times New Roman" w:hAnsi="Times New Roman"/>
                <w:i/>
                <w:sz w:val="26"/>
                <w:szCs w:val="26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A90DC0" w:rsidRDefault="00FE4EE9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A90DC0">
              <w:rPr>
                <w:rFonts w:ascii="Times New Roman" w:hAnsi="Times New Roman"/>
                <w:i/>
                <w:sz w:val="26"/>
                <w:szCs w:val="26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A90DC0" w:rsidRDefault="00FE4EE9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A90DC0">
              <w:rPr>
                <w:rFonts w:ascii="Times New Roman" w:hAnsi="Times New Roman"/>
                <w:i/>
                <w:sz w:val="26"/>
                <w:szCs w:val="26"/>
              </w:rPr>
              <w:t xml:space="preserve">0,00  </w:t>
            </w:r>
          </w:p>
        </w:tc>
      </w:tr>
      <w:tr w:rsidR="00FE4EE9" w:rsidRPr="001E1152" w:rsidTr="00C81E05">
        <w:trPr>
          <w:trHeight w:val="20"/>
        </w:trPr>
        <w:tc>
          <w:tcPr>
            <w:tcW w:w="1062" w:type="dxa"/>
            <w:shd w:val="clear" w:color="000000" w:fill="FFFFFF"/>
            <w:vAlign w:val="center"/>
          </w:tcPr>
          <w:p w:rsidR="00FE4EE9" w:rsidRPr="001E1152" w:rsidRDefault="00FE4EE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FE4EE9" w:rsidRPr="001E1152" w:rsidRDefault="00FE4EE9" w:rsidP="003938E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Цикл мероприятий в образовательных учреждениях Дальнереченского городского округа, посвященных Дню Победы в Великой Отечественной войне 1941-1945 гг. </w:t>
            </w:r>
          </w:p>
          <w:p w:rsidR="00FE4EE9" w:rsidRPr="001E1152" w:rsidRDefault="00FE4EE9" w:rsidP="003938EE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(встречи с ветеранами   войны и тружениками тыла,  тематические вечера, концертные программы, мероприятия для школьников)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0000</w:t>
            </w: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05 3 2021</w:t>
            </w: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000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FE4EE9" w:rsidRPr="001E1152" w:rsidTr="00C81E05">
        <w:trPr>
          <w:trHeight w:val="662"/>
        </w:trPr>
        <w:tc>
          <w:tcPr>
            <w:tcW w:w="1062" w:type="dxa"/>
            <w:shd w:val="clear" w:color="000000" w:fill="FFFFFF"/>
            <w:vAlign w:val="center"/>
          </w:tcPr>
          <w:p w:rsidR="00FE4EE9" w:rsidRPr="001E1152" w:rsidRDefault="00FE4EE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FE4EE9" w:rsidRPr="001E1152" w:rsidRDefault="00FE4EE9" w:rsidP="00740B2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Цикл мероприятий   «Мужество и героизм советских воинов при обороне и разгроме немецких войск под Москвой, Сталинградом, Курско-Орловском сражении, прорыве блокады Ленинграда, штурме Берлина»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0000</w:t>
            </w: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05 3 2021</w:t>
            </w: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000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</w:tcPr>
          <w:p w:rsidR="00FE4EE9" w:rsidRPr="001E1152" w:rsidRDefault="00FE4EE9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</w:tcPr>
          <w:p w:rsidR="00FE4EE9" w:rsidRPr="001E1152" w:rsidRDefault="00FE4EE9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FE4EE9" w:rsidRPr="001E1152" w:rsidTr="00C81E05">
        <w:trPr>
          <w:trHeight w:val="20"/>
        </w:trPr>
        <w:tc>
          <w:tcPr>
            <w:tcW w:w="1062" w:type="dxa"/>
            <w:shd w:val="clear" w:color="000000" w:fill="FFFFFF"/>
            <w:vAlign w:val="center"/>
          </w:tcPr>
          <w:p w:rsidR="00FE4EE9" w:rsidRPr="001E1152" w:rsidRDefault="00FE4EE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FE4EE9" w:rsidRPr="001E1152" w:rsidRDefault="00FE4EE9" w:rsidP="003938E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Месячник    спортивно-массовой  и   патриотической  работы в образовательных  учреждениях  Дальнереченского городского округа, посвященный  Дню защитника Отечества</w:t>
            </w:r>
          </w:p>
        </w:tc>
        <w:tc>
          <w:tcPr>
            <w:tcW w:w="708" w:type="dxa"/>
            <w:shd w:val="clear" w:color="000000" w:fill="FFFFFF"/>
          </w:tcPr>
          <w:p w:rsidR="00FE4EE9" w:rsidRPr="001E1152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</w:tcPr>
          <w:p w:rsidR="00FE4EE9" w:rsidRPr="001E1152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009</w:t>
            </w:r>
          </w:p>
        </w:tc>
        <w:tc>
          <w:tcPr>
            <w:tcW w:w="850" w:type="dxa"/>
            <w:shd w:val="clear" w:color="000000" w:fill="FFFFFF"/>
          </w:tcPr>
          <w:p w:rsidR="00FE4EE9" w:rsidRPr="001E1152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0000</w:t>
            </w:r>
          </w:p>
        </w:tc>
        <w:tc>
          <w:tcPr>
            <w:tcW w:w="1276" w:type="dxa"/>
            <w:shd w:val="clear" w:color="000000" w:fill="FFFFFF"/>
          </w:tcPr>
          <w:p w:rsidR="00FE4EE9" w:rsidRPr="001E1152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05 3 2021</w:t>
            </w:r>
          </w:p>
        </w:tc>
        <w:tc>
          <w:tcPr>
            <w:tcW w:w="709" w:type="dxa"/>
            <w:shd w:val="clear" w:color="000000" w:fill="FFFFFF"/>
          </w:tcPr>
          <w:p w:rsidR="00FE4EE9" w:rsidRPr="001E1152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000</w:t>
            </w:r>
          </w:p>
        </w:tc>
        <w:tc>
          <w:tcPr>
            <w:tcW w:w="1389" w:type="dxa"/>
            <w:shd w:val="clear" w:color="000000" w:fill="FFFFFF"/>
          </w:tcPr>
          <w:p w:rsidR="00FE4EE9" w:rsidRPr="001E1152" w:rsidRDefault="00FE4EE9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</w:tcPr>
          <w:p w:rsidR="00FE4EE9" w:rsidRPr="001E1152" w:rsidRDefault="00FE4EE9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</w:tcPr>
          <w:p w:rsidR="00FE4EE9" w:rsidRPr="001E1152" w:rsidRDefault="00FE4EE9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FE4EE9" w:rsidRPr="001E1152" w:rsidTr="00C81E05">
        <w:trPr>
          <w:trHeight w:val="20"/>
        </w:trPr>
        <w:tc>
          <w:tcPr>
            <w:tcW w:w="1062" w:type="dxa"/>
            <w:shd w:val="clear" w:color="000000" w:fill="FFFFFF"/>
          </w:tcPr>
          <w:p w:rsidR="00FE4EE9" w:rsidRPr="001E1152" w:rsidRDefault="00FE4EE9" w:rsidP="003938E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FE4EE9" w:rsidRPr="001E1152" w:rsidRDefault="00FE4EE9" w:rsidP="00740B2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Цикл мероприятий, посвященных памяти выдающихся земляков, памятным датам и событиям в истории родного города, края, России, развитию краеведческой деятельности 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005</w:t>
            </w: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0707</w:t>
            </w: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05 3 2021</w:t>
            </w: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389" w:type="dxa"/>
            <w:shd w:val="clear" w:color="000000" w:fill="FFFFFF"/>
          </w:tcPr>
          <w:p w:rsidR="00FE4EE9" w:rsidRPr="001E1152" w:rsidRDefault="00FE4EE9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</w:tcPr>
          <w:p w:rsidR="00FE4EE9" w:rsidRPr="001E1152" w:rsidRDefault="00FE4EE9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</w:tcPr>
          <w:p w:rsidR="00FE4EE9" w:rsidRPr="001E1152" w:rsidRDefault="00FE4EE9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FE4EE9" w:rsidRPr="001E1152" w:rsidTr="00C81E05">
        <w:trPr>
          <w:trHeight w:val="20"/>
        </w:trPr>
        <w:tc>
          <w:tcPr>
            <w:tcW w:w="1062" w:type="dxa"/>
            <w:shd w:val="clear" w:color="000000" w:fill="FFFFFF"/>
          </w:tcPr>
          <w:p w:rsidR="00FE4EE9" w:rsidRPr="001E1152" w:rsidRDefault="00FE4EE9" w:rsidP="003938E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3.3.2</w:t>
            </w:r>
          </w:p>
        </w:tc>
        <w:tc>
          <w:tcPr>
            <w:tcW w:w="4666" w:type="dxa"/>
            <w:shd w:val="clear" w:color="000000" w:fill="FFFFFF"/>
          </w:tcPr>
          <w:p w:rsidR="00FE4EE9" w:rsidRPr="001E1152" w:rsidRDefault="00FE4EE9" w:rsidP="003938EE">
            <w:pPr>
              <w:spacing w:after="0" w:line="240" w:lineRule="auto"/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i/>
                <w:iCs/>
                <w:sz w:val="26"/>
                <w:szCs w:val="26"/>
              </w:rPr>
              <w:t xml:space="preserve">Проведение конкурсов, учебных сборов, семинаров, круглых столов, научно-практических конференций 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724FB5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724FB5">
              <w:rPr>
                <w:rFonts w:ascii="Times New Roman" w:hAnsi="Times New Roman"/>
                <w:i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FE4EE9" w:rsidRPr="00724FB5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724FB5">
              <w:rPr>
                <w:rFonts w:ascii="Times New Roman" w:hAnsi="Times New Roman"/>
                <w:i/>
                <w:sz w:val="26"/>
                <w:szCs w:val="26"/>
              </w:rPr>
              <w:t>000</w:t>
            </w:r>
          </w:p>
        </w:tc>
        <w:tc>
          <w:tcPr>
            <w:tcW w:w="850" w:type="dxa"/>
            <w:shd w:val="clear" w:color="000000" w:fill="FFFFFF"/>
            <w:noWrap/>
          </w:tcPr>
          <w:p w:rsidR="00FE4EE9" w:rsidRPr="00724FB5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724FB5">
              <w:rPr>
                <w:rFonts w:ascii="Times New Roman" w:hAnsi="Times New Roman"/>
                <w:i/>
                <w:sz w:val="26"/>
                <w:szCs w:val="26"/>
              </w:rPr>
              <w:t>0000</w:t>
            </w:r>
          </w:p>
        </w:tc>
        <w:tc>
          <w:tcPr>
            <w:tcW w:w="1276" w:type="dxa"/>
            <w:shd w:val="clear" w:color="000000" w:fill="FFFFFF"/>
            <w:noWrap/>
          </w:tcPr>
          <w:p w:rsidR="00FE4EE9" w:rsidRPr="00724FB5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724FB5">
              <w:rPr>
                <w:rFonts w:ascii="Times New Roman" w:hAnsi="Times New Roman"/>
                <w:i/>
                <w:sz w:val="26"/>
                <w:szCs w:val="26"/>
              </w:rPr>
              <w:t>05 3 2021</w:t>
            </w:r>
          </w:p>
        </w:tc>
        <w:tc>
          <w:tcPr>
            <w:tcW w:w="709" w:type="dxa"/>
            <w:shd w:val="clear" w:color="000000" w:fill="FFFFFF"/>
            <w:noWrap/>
          </w:tcPr>
          <w:p w:rsidR="00FE4EE9" w:rsidRPr="00724FB5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724FB5">
              <w:rPr>
                <w:rFonts w:ascii="Times New Roman" w:hAnsi="Times New Roman"/>
                <w:i/>
                <w:sz w:val="26"/>
                <w:szCs w:val="26"/>
              </w:rPr>
              <w:t>000</w:t>
            </w:r>
          </w:p>
        </w:tc>
        <w:tc>
          <w:tcPr>
            <w:tcW w:w="1389" w:type="dxa"/>
            <w:shd w:val="clear" w:color="000000" w:fill="FFFFFF"/>
          </w:tcPr>
          <w:p w:rsidR="00FE4EE9" w:rsidRPr="00A90DC0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A90DC0">
              <w:rPr>
                <w:rFonts w:ascii="Times New Roman" w:hAnsi="Times New Roman"/>
                <w:i/>
                <w:sz w:val="26"/>
                <w:szCs w:val="26"/>
              </w:rPr>
              <w:t>50,00</w:t>
            </w:r>
          </w:p>
        </w:tc>
        <w:tc>
          <w:tcPr>
            <w:tcW w:w="1389" w:type="dxa"/>
            <w:shd w:val="clear" w:color="000000" w:fill="FFFFFF"/>
          </w:tcPr>
          <w:p w:rsidR="00FE4EE9" w:rsidRPr="00A90DC0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A90DC0">
              <w:rPr>
                <w:rFonts w:ascii="Times New Roman" w:hAnsi="Times New Roman"/>
                <w:i/>
                <w:sz w:val="26"/>
                <w:szCs w:val="26"/>
              </w:rPr>
              <w:t>100,00</w:t>
            </w:r>
          </w:p>
        </w:tc>
        <w:tc>
          <w:tcPr>
            <w:tcW w:w="1549" w:type="dxa"/>
            <w:shd w:val="clear" w:color="000000" w:fill="FFFFFF"/>
          </w:tcPr>
          <w:p w:rsidR="00FE4EE9" w:rsidRPr="00A90DC0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A90DC0">
              <w:rPr>
                <w:rFonts w:ascii="Times New Roman" w:hAnsi="Times New Roman"/>
                <w:i/>
                <w:sz w:val="26"/>
                <w:szCs w:val="26"/>
              </w:rPr>
              <w:t>100,00</w:t>
            </w:r>
          </w:p>
        </w:tc>
      </w:tr>
      <w:tr w:rsidR="00FE4EE9" w:rsidRPr="001E1152" w:rsidTr="00C81E05">
        <w:trPr>
          <w:trHeight w:val="20"/>
        </w:trPr>
        <w:tc>
          <w:tcPr>
            <w:tcW w:w="1062" w:type="dxa"/>
            <w:shd w:val="clear" w:color="000000" w:fill="FFFFFF"/>
            <w:vAlign w:val="center"/>
          </w:tcPr>
          <w:p w:rsidR="00FE4EE9" w:rsidRPr="001E1152" w:rsidRDefault="00FE4EE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FE4EE9" w:rsidRPr="001E1152" w:rsidRDefault="00FE4EE9" w:rsidP="003938EE">
            <w:pPr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Конкурс методических разработок на лучшую организацию работы классных руководителей и учителей-предметников по патриотическому воспитанию учащихся «Наши дети – будущее России», «Ветераны живут рядом», «Я – Гражданин России»</w:t>
            </w:r>
          </w:p>
        </w:tc>
        <w:tc>
          <w:tcPr>
            <w:tcW w:w="708" w:type="dxa"/>
            <w:shd w:val="clear" w:color="000000" w:fill="FFFFFF"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009</w:t>
            </w:r>
          </w:p>
        </w:tc>
        <w:tc>
          <w:tcPr>
            <w:tcW w:w="850" w:type="dxa"/>
            <w:shd w:val="clear" w:color="000000" w:fill="FFFFFF"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0702</w:t>
            </w:r>
          </w:p>
        </w:tc>
        <w:tc>
          <w:tcPr>
            <w:tcW w:w="1276" w:type="dxa"/>
            <w:shd w:val="clear" w:color="000000" w:fill="FFFFFF"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05 3 2021</w:t>
            </w:r>
          </w:p>
        </w:tc>
        <w:tc>
          <w:tcPr>
            <w:tcW w:w="709" w:type="dxa"/>
            <w:shd w:val="clear" w:color="000000" w:fill="FFFFFF"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389" w:type="dxa"/>
            <w:shd w:val="clear" w:color="000000" w:fill="FFFFFF"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19,00  </w:t>
            </w:r>
          </w:p>
        </w:tc>
        <w:tc>
          <w:tcPr>
            <w:tcW w:w="1389" w:type="dxa"/>
            <w:shd w:val="clear" w:color="000000" w:fill="FFFFFF"/>
          </w:tcPr>
          <w:p w:rsidR="00FE4EE9" w:rsidRPr="001E1152" w:rsidRDefault="00FE4EE9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19,00  </w:t>
            </w:r>
          </w:p>
        </w:tc>
        <w:tc>
          <w:tcPr>
            <w:tcW w:w="1549" w:type="dxa"/>
            <w:shd w:val="clear" w:color="000000" w:fill="FFFFFF"/>
          </w:tcPr>
          <w:p w:rsidR="00FE4EE9" w:rsidRPr="001E1152" w:rsidRDefault="00FE4EE9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19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 xml:space="preserve">,00  </w:t>
            </w:r>
          </w:p>
        </w:tc>
      </w:tr>
      <w:tr w:rsidR="00FE4EE9" w:rsidRPr="001E1152" w:rsidTr="00C81E05">
        <w:trPr>
          <w:trHeight w:val="20"/>
        </w:trPr>
        <w:tc>
          <w:tcPr>
            <w:tcW w:w="1062" w:type="dxa"/>
            <w:shd w:val="clear" w:color="000000" w:fill="FFFFFF"/>
            <w:vAlign w:val="center"/>
          </w:tcPr>
          <w:p w:rsidR="00FE4EE9" w:rsidRPr="001E1152" w:rsidRDefault="00FE4EE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FE4EE9" w:rsidRPr="001E1152" w:rsidRDefault="00FE4EE9" w:rsidP="003938EE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Конкурс среди учащихся на лучший реферат, сочинение, рассказ, стихотворение по патриотическим тематикам конкурс рисунков на темы: «Сердцу милая родина», «Мой дом и двор», «Моя семья» </w:t>
            </w:r>
          </w:p>
        </w:tc>
        <w:tc>
          <w:tcPr>
            <w:tcW w:w="708" w:type="dxa"/>
            <w:shd w:val="clear" w:color="000000" w:fill="FFFFFF"/>
          </w:tcPr>
          <w:p w:rsidR="00FE4EE9" w:rsidRPr="001E1152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</w:tcPr>
          <w:p w:rsidR="00FE4EE9" w:rsidRPr="001E1152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009</w:t>
            </w:r>
          </w:p>
        </w:tc>
        <w:tc>
          <w:tcPr>
            <w:tcW w:w="850" w:type="dxa"/>
            <w:shd w:val="clear" w:color="000000" w:fill="FFFFFF"/>
          </w:tcPr>
          <w:p w:rsidR="00FE4EE9" w:rsidRPr="001E1152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0702</w:t>
            </w:r>
          </w:p>
        </w:tc>
        <w:tc>
          <w:tcPr>
            <w:tcW w:w="1276" w:type="dxa"/>
            <w:shd w:val="clear" w:color="000000" w:fill="FFFFFF"/>
          </w:tcPr>
          <w:p w:rsidR="00FE4EE9" w:rsidRPr="001E1152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05 3 2021</w:t>
            </w:r>
          </w:p>
        </w:tc>
        <w:tc>
          <w:tcPr>
            <w:tcW w:w="709" w:type="dxa"/>
            <w:shd w:val="clear" w:color="000000" w:fill="FFFFFF"/>
          </w:tcPr>
          <w:p w:rsidR="00FE4EE9" w:rsidRPr="001E1152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389" w:type="dxa"/>
            <w:shd w:val="clear" w:color="000000" w:fill="FFFFFF"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10,00  </w:t>
            </w:r>
          </w:p>
        </w:tc>
        <w:tc>
          <w:tcPr>
            <w:tcW w:w="1389" w:type="dxa"/>
            <w:shd w:val="clear" w:color="000000" w:fill="FFFFFF"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10,00  </w:t>
            </w:r>
          </w:p>
        </w:tc>
        <w:tc>
          <w:tcPr>
            <w:tcW w:w="1549" w:type="dxa"/>
            <w:shd w:val="clear" w:color="000000" w:fill="FFFFFF"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10,00  </w:t>
            </w:r>
          </w:p>
        </w:tc>
      </w:tr>
      <w:tr w:rsidR="00FE4EE9" w:rsidRPr="001E1152" w:rsidTr="00C81E05">
        <w:trPr>
          <w:trHeight w:val="20"/>
        </w:trPr>
        <w:tc>
          <w:tcPr>
            <w:tcW w:w="1062" w:type="dxa"/>
            <w:shd w:val="clear" w:color="000000" w:fill="FFFFFF"/>
            <w:vAlign w:val="center"/>
          </w:tcPr>
          <w:p w:rsidR="00FE4EE9" w:rsidRPr="001E1152" w:rsidRDefault="00FE4EE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FE4EE9" w:rsidRPr="001E1152" w:rsidRDefault="00FE4EE9" w:rsidP="003938E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Встречи Дальнереченского казачества с учащимися образовательных учреждений Дальнереченского городского округа  </w:t>
            </w:r>
          </w:p>
        </w:tc>
        <w:tc>
          <w:tcPr>
            <w:tcW w:w="708" w:type="dxa"/>
            <w:shd w:val="clear" w:color="000000" w:fill="FFFFFF"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009</w:t>
            </w:r>
          </w:p>
        </w:tc>
        <w:tc>
          <w:tcPr>
            <w:tcW w:w="850" w:type="dxa"/>
            <w:shd w:val="clear" w:color="000000" w:fill="FFFFFF"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0702</w:t>
            </w:r>
          </w:p>
        </w:tc>
        <w:tc>
          <w:tcPr>
            <w:tcW w:w="1276" w:type="dxa"/>
            <w:shd w:val="clear" w:color="000000" w:fill="FFFFFF"/>
          </w:tcPr>
          <w:p w:rsidR="00FE4EE9" w:rsidRPr="001E1152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05 3 2021</w:t>
            </w:r>
          </w:p>
        </w:tc>
        <w:tc>
          <w:tcPr>
            <w:tcW w:w="709" w:type="dxa"/>
            <w:shd w:val="clear" w:color="000000" w:fill="FFFFFF"/>
          </w:tcPr>
          <w:p w:rsidR="00FE4EE9" w:rsidRPr="001E1152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389" w:type="dxa"/>
            <w:shd w:val="clear" w:color="000000" w:fill="FFFFFF"/>
          </w:tcPr>
          <w:p w:rsidR="00FE4EE9" w:rsidRPr="001E1152" w:rsidRDefault="00FE4EE9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</w:tcPr>
          <w:p w:rsidR="00FE4EE9" w:rsidRPr="001E1152" w:rsidRDefault="00FE4EE9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</w:tcPr>
          <w:p w:rsidR="00FE4EE9" w:rsidRPr="001E1152" w:rsidRDefault="00FE4EE9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FE4EE9" w:rsidRPr="001E1152" w:rsidTr="00C81E05">
        <w:trPr>
          <w:trHeight w:val="20"/>
        </w:trPr>
        <w:tc>
          <w:tcPr>
            <w:tcW w:w="1062" w:type="dxa"/>
            <w:shd w:val="clear" w:color="000000" w:fill="FFFFFF"/>
            <w:vAlign w:val="center"/>
          </w:tcPr>
          <w:p w:rsidR="00FE4EE9" w:rsidRPr="001E1152" w:rsidRDefault="00FE4EE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FE4EE9" w:rsidRPr="001E1152" w:rsidRDefault="00FE4EE9" w:rsidP="003938EE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Cs/>
                <w:sz w:val="26"/>
                <w:szCs w:val="26"/>
              </w:rPr>
              <w:t>Проведение учебно-полевых сборов</w:t>
            </w:r>
          </w:p>
        </w:tc>
        <w:tc>
          <w:tcPr>
            <w:tcW w:w="708" w:type="dxa"/>
            <w:shd w:val="clear" w:color="000000" w:fill="FFFFFF"/>
          </w:tcPr>
          <w:p w:rsidR="00FE4EE9" w:rsidRPr="001E1152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</w:tcPr>
          <w:p w:rsidR="00FE4EE9" w:rsidRPr="001E1152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009</w:t>
            </w:r>
          </w:p>
        </w:tc>
        <w:tc>
          <w:tcPr>
            <w:tcW w:w="850" w:type="dxa"/>
            <w:shd w:val="clear" w:color="000000" w:fill="FFFFFF"/>
          </w:tcPr>
          <w:p w:rsidR="00FE4EE9" w:rsidRPr="001E1152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0702</w:t>
            </w:r>
          </w:p>
        </w:tc>
        <w:tc>
          <w:tcPr>
            <w:tcW w:w="1276" w:type="dxa"/>
            <w:shd w:val="clear" w:color="000000" w:fill="FFFFFF"/>
          </w:tcPr>
          <w:p w:rsidR="00FE4EE9" w:rsidRPr="001E1152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05 3 2021</w:t>
            </w:r>
          </w:p>
        </w:tc>
        <w:tc>
          <w:tcPr>
            <w:tcW w:w="709" w:type="dxa"/>
            <w:shd w:val="clear" w:color="000000" w:fill="FFFFFF"/>
          </w:tcPr>
          <w:p w:rsidR="00FE4EE9" w:rsidRPr="001E1152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389" w:type="dxa"/>
            <w:shd w:val="clear" w:color="000000" w:fill="FFFFFF"/>
          </w:tcPr>
          <w:p w:rsidR="00FE4EE9" w:rsidRPr="001E1152" w:rsidRDefault="00FE4EE9" w:rsidP="00A94FF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10,00  </w:t>
            </w:r>
          </w:p>
        </w:tc>
        <w:tc>
          <w:tcPr>
            <w:tcW w:w="1389" w:type="dxa"/>
            <w:shd w:val="clear" w:color="000000" w:fill="FFFFFF"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10,00  </w:t>
            </w:r>
          </w:p>
        </w:tc>
        <w:tc>
          <w:tcPr>
            <w:tcW w:w="1549" w:type="dxa"/>
            <w:shd w:val="clear" w:color="000000" w:fill="FFFFFF"/>
          </w:tcPr>
          <w:p w:rsidR="00FE4EE9" w:rsidRPr="001E1152" w:rsidRDefault="00FE4EE9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10,00  </w:t>
            </w:r>
          </w:p>
        </w:tc>
      </w:tr>
      <w:tr w:rsidR="00FE4EE9" w:rsidRPr="001E1152" w:rsidTr="00C81E05">
        <w:trPr>
          <w:trHeight w:val="20"/>
        </w:trPr>
        <w:tc>
          <w:tcPr>
            <w:tcW w:w="1062" w:type="dxa"/>
            <w:shd w:val="clear" w:color="000000" w:fill="FFFFFF"/>
            <w:vAlign w:val="center"/>
          </w:tcPr>
          <w:p w:rsidR="00FE4EE9" w:rsidRPr="001E1152" w:rsidRDefault="00FE4EE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FE4EE9" w:rsidRPr="001E1152" w:rsidRDefault="00FE4EE9" w:rsidP="003938E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Городская игра  «Зарница»</w:t>
            </w:r>
          </w:p>
        </w:tc>
        <w:tc>
          <w:tcPr>
            <w:tcW w:w="708" w:type="dxa"/>
            <w:shd w:val="clear" w:color="000000" w:fill="FFFFFF"/>
          </w:tcPr>
          <w:p w:rsidR="00FE4EE9" w:rsidRPr="001E1152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</w:tcPr>
          <w:p w:rsidR="00FE4EE9" w:rsidRPr="001E1152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009</w:t>
            </w:r>
          </w:p>
        </w:tc>
        <w:tc>
          <w:tcPr>
            <w:tcW w:w="850" w:type="dxa"/>
            <w:shd w:val="clear" w:color="000000" w:fill="FFFFFF"/>
          </w:tcPr>
          <w:p w:rsidR="00FE4EE9" w:rsidRPr="001E1152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0702</w:t>
            </w:r>
          </w:p>
        </w:tc>
        <w:tc>
          <w:tcPr>
            <w:tcW w:w="1276" w:type="dxa"/>
            <w:shd w:val="clear" w:color="000000" w:fill="FFFFFF"/>
          </w:tcPr>
          <w:p w:rsidR="00FE4EE9" w:rsidRPr="001E1152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05 3 2021</w:t>
            </w:r>
          </w:p>
        </w:tc>
        <w:tc>
          <w:tcPr>
            <w:tcW w:w="709" w:type="dxa"/>
            <w:shd w:val="clear" w:color="000000" w:fill="FFFFFF"/>
          </w:tcPr>
          <w:p w:rsidR="00FE4EE9" w:rsidRPr="001E1152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389" w:type="dxa"/>
            <w:shd w:val="clear" w:color="000000" w:fill="FFFFFF"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5,00  </w:t>
            </w:r>
          </w:p>
        </w:tc>
        <w:tc>
          <w:tcPr>
            <w:tcW w:w="1389" w:type="dxa"/>
            <w:shd w:val="clear" w:color="000000" w:fill="FFFFFF"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5,00  </w:t>
            </w:r>
          </w:p>
        </w:tc>
        <w:tc>
          <w:tcPr>
            <w:tcW w:w="1549" w:type="dxa"/>
            <w:shd w:val="clear" w:color="000000" w:fill="FFFFFF"/>
          </w:tcPr>
          <w:p w:rsidR="00FE4EE9" w:rsidRPr="001E1152" w:rsidRDefault="00FE4EE9" w:rsidP="00AF505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5,00  </w:t>
            </w:r>
          </w:p>
        </w:tc>
      </w:tr>
      <w:tr w:rsidR="00FE4EE9" w:rsidRPr="001E1152" w:rsidTr="00C81E05">
        <w:trPr>
          <w:trHeight w:val="20"/>
        </w:trPr>
        <w:tc>
          <w:tcPr>
            <w:tcW w:w="1062" w:type="dxa"/>
            <w:shd w:val="clear" w:color="000000" w:fill="FFFFFF"/>
            <w:vAlign w:val="center"/>
          </w:tcPr>
          <w:p w:rsidR="00FE4EE9" w:rsidRPr="001E1152" w:rsidRDefault="00FE4EE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FE4EE9" w:rsidRPr="001E1152" w:rsidRDefault="00FE4EE9" w:rsidP="00790DF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Проведение городских соревнований учащихся образовательных учреждений «Школа безопасности»</w:t>
            </w:r>
          </w:p>
        </w:tc>
        <w:tc>
          <w:tcPr>
            <w:tcW w:w="708" w:type="dxa"/>
            <w:shd w:val="clear" w:color="000000" w:fill="FFFFFF"/>
          </w:tcPr>
          <w:p w:rsidR="00FE4EE9" w:rsidRPr="001E1152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</w:tcPr>
          <w:p w:rsidR="00FE4EE9" w:rsidRPr="001E1152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009</w:t>
            </w:r>
          </w:p>
        </w:tc>
        <w:tc>
          <w:tcPr>
            <w:tcW w:w="850" w:type="dxa"/>
            <w:shd w:val="clear" w:color="000000" w:fill="FFFFFF"/>
          </w:tcPr>
          <w:p w:rsidR="00FE4EE9" w:rsidRPr="001E1152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0702</w:t>
            </w:r>
          </w:p>
        </w:tc>
        <w:tc>
          <w:tcPr>
            <w:tcW w:w="1276" w:type="dxa"/>
            <w:shd w:val="clear" w:color="000000" w:fill="FFFFFF"/>
          </w:tcPr>
          <w:p w:rsidR="00FE4EE9" w:rsidRPr="001E1152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05 3 2021</w:t>
            </w:r>
          </w:p>
        </w:tc>
        <w:tc>
          <w:tcPr>
            <w:tcW w:w="709" w:type="dxa"/>
            <w:shd w:val="clear" w:color="000000" w:fill="FFFFFF"/>
          </w:tcPr>
          <w:p w:rsidR="00FE4EE9" w:rsidRPr="001E1152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389" w:type="dxa"/>
            <w:shd w:val="clear" w:color="000000" w:fill="FFFFFF"/>
          </w:tcPr>
          <w:p w:rsidR="00FE4EE9" w:rsidRPr="001E1152" w:rsidRDefault="00FE4EE9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3,00  </w:t>
            </w:r>
          </w:p>
        </w:tc>
        <w:tc>
          <w:tcPr>
            <w:tcW w:w="1389" w:type="dxa"/>
            <w:shd w:val="clear" w:color="000000" w:fill="FFFFFF"/>
          </w:tcPr>
          <w:p w:rsidR="00FE4EE9" w:rsidRPr="001E1152" w:rsidRDefault="00FE4EE9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3,00  </w:t>
            </w:r>
          </w:p>
        </w:tc>
        <w:tc>
          <w:tcPr>
            <w:tcW w:w="1549" w:type="dxa"/>
            <w:shd w:val="clear" w:color="000000" w:fill="FFFFFF"/>
          </w:tcPr>
          <w:p w:rsidR="00FE4EE9" w:rsidRPr="001E1152" w:rsidRDefault="00FE4EE9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3,00  </w:t>
            </w:r>
          </w:p>
        </w:tc>
      </w:tr>
      <w:tr w:rsidR="00FE4EE9" w:rsidRPr="001E1152" w:rsidTr="00C81E05">
        <w:trPr>
          <w:trHeight w:val="485"/>
        </w:trPr>
        <w:tc>
          <w:tcPr>
            <w:tcW w:w="1062" w:type="dxa"/>
            <w:shd w:val="clear" w:color="000000" w:fill="FFFFFF"/>
            <w:vAlign w:val="center"/>
          </w:tcPr>
          <w:p w:rsidR="00FE4EE9" w:rsidRPr="001E1152" w:rsidRDefault="00FE4EE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FE4EE9" w:rsidRPr="001E1152" w:rsidRDefault="00FE4EE9" w:rsidP="003938EE">
            <w:pPr>
              <w:spacing w:line="120" w:lineRule="atLeast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Городские соревнования «Безопасное колесо»</w:t>
            </w:r>
          </w:p>
        </w:tc>
        <w:tc>
          <w:tcPr>
            <w:tcW w:w="708" w:type="dxa"/>
            <w:shd w:val="clear" w:color="000000" w:fill="FFFFFF"/>
          </w:tcPr>
          <w:p w:rsidR="00FE4EE9" w:rsidRPr="001E1152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</w:tcPr>
          <w:p w:rsidR="00FE4EE9" w:rsidRPr="001E1152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009</w:t>
            </w:r>
          </w:p>
        </w:tc>
        <w:tc>
          <w:tcPr>
            <w:tcW w:w="850" w:type="dxa"/>
            <w:shd w:val="clear" w:color="000000" w:fill="FFFFFF"/>
          </w:tcPr>
          <w:p w:rsidR="00FE4EE9" w:rsidRPr="001E1152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0702</w:t>
            </w:r>
          </w:p>
        </w:tc>
        <w:tc>
          <w:tcPr>
            <w:tcW w:w="1276" w:type="dxa"/>
            <w:shd w:val="clear" w:color="000000" w:fill="FFFFFF"/>
          </w:tcPr>
          <w:p w:rsidR="00FE4EE9" w:rsidRPr="001E1152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05 3 2021</w:t>
            </w:r>
          </w:p>
        </w:tc>
        <w:tc>
          <w:tcPr>
            <w:tcW w:w="709" w:type="dxa"/>
            <w:shd w:val="clear" w:color="000000" w:fill="FFFFFF"/>
          </w:tcPr>
          <w:p w:rsidR="00FE4EE9" w:rsidRPr="001E1152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389" w:type="dxa"/>
            <w:shd w:val="clear" w:color="000000" w:fill="FFFFFF"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3,00  </w:t>
            </w:r>
          </w:p>
        </w:tc>
        <w:tc>
          <w:tcPr>
            <w:tcW w:w="1389" w:type="dxa"/>
            <w:shd w:val="clear" w:color="000000" w:fill="FFFFFF"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3,00  </w:t>
            </w:r>
          </w:p>
        </w:tc>
        <w:tc>
          <w:tcPr>
            <w:tcW w:w="1549" w:type="dxa"/>
            <w:shd w:val="clear" w:color="000000" w:fill="FFFFFF"/>
          </w:tcPr>
          <w:p w:rsidR="00FE4EE9" w:rsidRPr="001E1152" w:rsidRDefault="00FE4EE9" w:rsidP="007E64B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3,00  </w:t>
            </w:r>
          </w:p>
        </w:tc>
      </w:tr>
      <w:tr w:rsidR="00FE4EE9" w:rsidRPr="001E1152" w:rsidTr="00C81E05">
        <w:trPr>
          <w:trHeight w:val="20"/>
        </w:trPr>
        <w:tc>
          <w:tcPr>
            <w:tcW w:w="1062" w:type="dxa"/>
            <w:shd w:val="clear" w:color="000000" w:fill="FFFFFF"/>
            <w:vAlign w:val="center"/>
          </w:tcPr>
          <w:p w:rsidR="00FE4EE9" w:rsidRPr="001E1152" w:rsidRDefault="00FE4EE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FE4EE9" w:rsidRPr="001E1152" w:rsidRDefault="00FE4EE9" w:rsidP="003938EE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Cs/>
                <w:sz w:val="26"/>
                <w:szCs w:val="26"/>
              </w:rPr>
              <w:t>Грантовый конкурс на лучшую организацию работы по патриотическому воспитанию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005</w:t>
            </w: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0707</w:t>
            </w: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05 3 2021</w:t>
            </w: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389" w:type="dxa"/>
            <w:shd w:val="clear" w:color="000000" w:fill="FFFFFF"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50,00  </w:t>
            </w:r>
          </w:p>
        </w:tc>
        <w:tc>
          <w:tcPr>
            <w:tcW w:w="1549" w:type="dxa"/>
            <w:shd w:val="clear" w:color="000000" w:fill="FFFFFF"/>
          </w:tcPr>
          <w:p w:rsidR="00FE4EE9" w:rsidRPr="001E1152" w:rsidRDefault="00FE4EE9" w:rsidP="00E923B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50,00  </w:t>
            </w:r>
          </w:p>
        </w:tc>
      </w:tr>
      <w:tr w:rsidR="00FE4EE9" w:rsidRPr="001E1152" w:rsidTr="00C81E05">
        <w:trPr>
          <w:trHeight w:val="20"/>
        </w:trPr>
        <w:tc>
          <w:tcPr>
            <w:tcW w:w="1062" w:type="dxa"/>
            <w:shd w:val="clear" w:color="000000" w:fill="FFFFFF"/>
            <w:vAlign w:val="center"/>
          </w:tcPr>
          <w:p w:rsidR="00FE4EE9" w:rsidRPr="001E1152" w:rsidRDefault="00FE4EE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>3.4.</w:t>
            </w:r>
          </w:p>
        </w:tc>
        <w:tc>
          <w:tcPr>
            <w:tcW w:w="4666" w:type="dxa"/>
            <w:shd w:val="clear" w:color="000000" w:fill="FFFFFF"/>
          </w:tcPr>
          <w:p w:rsidR="00FE4EE9" w:rsidRPr="001E1152" w:rsidRDefault="00FE4EE9" w:rsidP="00C325B3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>Мероприятия по работе с молодежью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005</w:t>
            </w: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0707</w:t>
            </w: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05 3 2022</w:t>
            </w: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100</w:t>
            </w:r>
          </w:p>
        </w:tc>
        <w:tc>
          <w:tcPr>
            <w:tcW w:w="1389" w:type="dxa"/>
            <w:shd w:val="clear" w:color="000000" w:fill="FFFFFF"/>
          </w:tcPr>
          <w:p w:rsidR="00FE4EE9" w:rsidRPr="001E1152" w:rsidRDefault="00FE4EE9" w:rsidP="00080F1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70</w:t>
            </w: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389" w:type="dxa"/>
            <w:shd w:val="clear" w:color="000000" w:fill="FFFFFF"/>
          </w:tcPr>
          <w:p w:rsidR="00FE4EE9" w:rsidRPr="001E1152" w:rsidRDefault="00FE4EE9" w:rsidP="00080F1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75</w:t>
            </w: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549" w:type="dxa"/>
            <w:shd w:val="clear" w:color="000000" w:fill="FFFFFF"/>
          </w:tcPr>
          <w:p w:rsidR="00FE4EE9" w:rsidRPr="001E1152" w:rsidRDefault="00FE4EE9" w:rsidP="00080F1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80</w:t>
            </w: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</w:tr>
      <w:tr w:rsidR="00FE4EE9" w:rsidRPr="001E1152" w:rsidTr="00C81E05">
        <w:trPr>
          <w:trHeight w:val="690"/>
        </w:trPr>
        <w:tc>
          <w:tcPr>
            <w:tcW w:w="1062" w:type="dxa"/>
            <w:shd w:val="clear" w:color="000000" w:fill="FFFFFF"/>
            <w:vAlign w:val="center"/>
          </w:tcPr>
          <w:p w:rsidR="00FE4EE9" w:rsidRPr="001E1152" w:rsidRDefault="00FE4EE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FE4EE9" w:rsidRPr="001E1152" w:rsidRDefault="00FE4EE9" w:rsidP="00B1571B">
            <w:pPr>
              <w:spacing w:after="0" w:line="240" w:lineRule="auto"/>
              <w:rPr>
                <w:rFonts w:ascii="Times New Roman" w:hAnsi="Times New Roman"/>
                <w:bCs/>
                <w:spacing w:val="-1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Cs/>
                <w:spacing w:val="-1"/>
                <w:sz w:val="26"/>
                <w:szCs w:val="26"/>
              </w:rPr>
              <w:t xml:space="preserve">Поддержка молодежных общественных объединений (Реализация социальных проектов, грантовые конкурсы,  акции) 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80,00</w:t>
            </w:r>
          </w:p>
        </w:tc>
        <w:tc>
          <w:tcPr>
            <w:tcW w:w="1389" w:type="dxa"/>
            <w:shd w:val="clear" w:color="000000" w:fill="FFFFFF"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90,00</w:t>
            </w:r>
          </w:p>
        </w:tc>
        <w:tc>
          <w:tcPr>
            <w:tcW w:w="1549" w:type="dxa"/>
            <w:shd w:val="clear" w:color="000000" w:fill="FFFFFF"/>
          </w:tcPr>
          <w:p w:rsidR="00FE4EE9" w:rsidRPr="001E1152" w:rsidRDefault="00FE4EE9" w:rsidP="00E923B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FE4EE9" w:rsidRPr="001E1152" w:rsidTr="00C81E05">
        <w:trPr>
          <w:trHeight w:val="20"/>
        </w:trPr>
        <w:tc>
          <w:tcPr>
            <w:tcW w:w="1062" w:type="dxa"/>
            <w:shd w:val="clear" w:color="000000" w:fill="FFFFFF"/>
            <w:vAlign w:val="center"/>
          </w:tcPr>
          <w:p w:rsidR="00FE4EE9" w:rsidRPr="001E1152" w:rsidRDefault="00FE4EE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FE4EE9" w:rsidRPr="001E1152" w:rsidRDefault="00FE4EE9" w:rsidP="003938EE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Поддержка волонтерства и добровольчества (реализация волонтерских проектов, организация городских акций, конкурсов среди волонтерских объединений, слёты, конференции, круглые столы,  изготовление атрибутики  для волонтеров, обслуживающих городские мероприятия  (футболки, бейсболки, значки)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70,00</w:t>
            </w:r>
          </w:p>
        </w:tc>
        <w:tc>
          <w:tcPr>
            <w:tcW w:w="1389" w:type="dxa"/>
            <w:shd w:val="clear" w:color="000000" w:fill="FFFFFF"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80,00</w:t>
            </w:r>
          </w:p>
        </w:tc>
        <w:tc>
          <w:tcPr>
            <w:tcW w:w="1549" w:type="dxa"/>
            <w:shd w:val="clear" w:color="000000" w:fill="FFFFFF"/>
          </w:tcPr>
          <w:p w:rsidR="00FE4EE9" w:rsidRPr="001E1152" w:rsidRDefault="00FE4EE9" w:rsidP="00E923B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FE4EE9" w:rsidRPr="001E1152" w:rsidTr="00C81E05">
        <w:trPr>
          <w:trHeight w:val="20"/>
        </w:trPr>
        <w:tc>
          <w:tcPr>
            <w:tcW w:w="1062" w:type="dxa"/>
            <w:shd w:val="clear" w:color="000000" w:fill="FFFFFF"/>
            <w:vAlign w:val="center"/>
          </w:tcPr>
          <w:p w:rsidR="00FE4EE9" w:rsidRPr="001E1152" w:rsidRDefault="00FE4EE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FE4EE9" w:rsidRPr="001E1152" w:rsidRDefault="00FE4EE9" w:rsidP="003938EE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Мероприятия по интеграции в жизнь общества молодежи, оказавшейся в трудной жизненной ситуации (городские акции, молодежные мероприятия и проекты  с участием «особой» категории подростков)  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30,00</w:t>
            </w:r>
          </w:p>
        </w:tc>
        <w:tc>
          <w:tcPr>
            <w:tcW w:w="1389" w:type="dxa"/>
            <w:shd w:val="clear" w:color="000000" w:fill="FFFFFF"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40,00</w:t>
            </w:r>
          </w:p>
        </w:tc>
        <w:tc>
          <w:tcPr>
            <w:tcW w:w="1549" w:type="dxa"/>
            <w:shd w:val="clear" w:color="000000" w:fill="FFFFFF"/>
          </w:tcPr>
          <w:p w:rsidR="00FE4EE9" w:rsidRPr="001E1152" w:rsidRDefault="00FE4EE9" w:rsidP="00E923B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FE4EE9" w:rsidRPr="001E1152" w:rsidTr="00C81E05">
        <w:trPr>
          <w:trHeight w:val="20"/>
        </w:trPr>
        <w:tc>
          <w:tcPr>
            <w:tcW w:w="1062" w:type="dxa"/>
            <w:shd w:val="clear" w:color="000000" w:fill="FFFFFF"/>
            <w:vAlign w:val="center"/>
          </w:tcPr>
          <w:p w:rsidR="00FE4EE9" w:rsidRPr="001E1152" w:rsidRDefault="00FE4EE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FE4EE9" w:rsidRPr="001E1152" w:rsidRDefault="00FE4EE9" w:rsidP="003938EE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Содействие трудовой занятости  и деловой активности молодежи (трудоустройство подростков, оказание помощи в отправке студенческих отрядов)   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50,00</w:t>
            </w:r>
          </w:p>
        </w:tc>
        <w:tc>
          <w:tcPr>
            <w:tcW w:w="1389" w:type="dxa"/>
            <w:shd w:val="clear" w:color="000000" w:fill="FFFFFF"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60,00</w:t>
            </w:r>
          </w:p>
        </w:tc>
        <w:tc>
          <w:tcPr>
            <w:tcW w:w="1549" w:type="dxa"/>
            <w:shd w:val="clear" w:color="000000" w:fill="FFFFFF"/>
          </w:tcPr>
          <w:p w:rsidR="00FE4EE9" w:rsidRPr="001E1152" w:rsidRDefault="00FE4EE9" w:rsidP="00E923B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FE4EE9" w:rsidRPr="001E1152" w:rsidTr="00C81E05">
        <w:trPr>
          <w:trHeight w:val="20"/>
        </w:trPr>
        <w:tc>
          <w:tcPr>
            <w:tcW w:w="1062" w:type="dxa"/>
            <w:shd w:val="clear" w:color="000000" w:fill="FFFFFF"/>
            <w:vAlign w:val="center"/>
          </w:tcPr>
          <w:p w:rsidR="00FE4EE9" w:rsidRPr="001E1152" w:rsidRDefault="00FE4EE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FE4EE9" w:rsidRPr="001E1152" w:rsidRDefault="00FE4EE9" w:rsidP="003938EE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Пропаганда семейных ценностей среди молодежи (конкурсы, викторины, фотовыставки…)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15,00</w:t>
            </w:r>
          </w:p>
        </w:tc>
        <w:tc>
          <w:tcPr>
            <w:tcW w:w="1389" w:type="dxa"/>
            <w:shd w:val="clear" w:color="000000" w:fill="FFFFFF"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15,00</w:t>
            </w:r>
          </w:p>
        </w:tc>
        <w:tc>
          <w:tcPr>
            <w:tcW w:w="1549" w:type="dxa"/>
            <w:shd w:val="clear" w:color="000000" w:fill="FFFFFF"/>
          </w:tcPr>
          <w:p w:rsidR="00FE4EE9" w:rsidRPr="001E1152" w:rsidRDefault="00FE4EE9" w:rsidP="00E923B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15,00</w:t>
            </w:r>
          </w:p>
        </w:tc>
      </w:tr>
      <w:tr w:rsidR="00FE4EE9" w:rsidRPr="001E1152" w:rsidTr="00C81E05">
        <w:trPr>
          <w:trHeight w:val="20"/>
        </w:trPr>
        <w:tc>
          <w:tcPr>
            <w:tcW w:w="1062" w:type="dxa"/>
            <w:shd w:val="clear" w:color="000000" w:fill="FFFFFF"/>
            <w:vAlign w:val="center"/>
          </w:tcPr>
          <w:p w:rsidR="00FE4EE9" w:rsidRPr="001E1152" w:rsidRDefault="00FE4EE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FE4EE9" w:rsidRPr="001E1152" w:rsidRDefault="00FE4EE9" w:rsidP="003938EE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Мероприятия, посвященные Дню молодежи  (конкурсы, игровые программы, праздничная дискотека)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15,00</w:t>
            </w:r>
          </w:p>
        </w:tc>
        <w:tc>
          <w:tcPr>
            <w:tcW w:w="1389" w:type="dxa"/>
            <w:shd w:val="clear" w:color="000000" w:fill="FFFFFF"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15,00</w:t>
            </w:r>
          </w:p>
        </w:tc>
        <w:tc>
          <w:tcPr>
            <w:tcW w:w="1549" w:type="dxa"/>
            <w:shd w:val="clear" w:color="000000" w:fill="FFFFFF"/>
          </w:tcPr>
          <w:p w:rsidR="00FE4EE9" w:rsidRPr="001E1152" w:rsidRDefault="00FE4EE9" w:rsidP="00E923B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15,00</w:t>
            </w:r>
          </w:p>
        </w:tc>
      </w:tr>
      <w:tr w:rsidR="00FE4EE9" w:rsidRPr="001E1152" w:rsidTr="00C81E05">
        <w:trPr>
          <w:trHeight w:val="20"/>
        </w:trPr>
        <w:tc>
          <w:tcPr>
            <w:tcW w:w="1062" w:type="dxa"/>
            <w:shd w:val="clear" w:color="000000" w:fill="FFFFFF"/>
            <w:vAlign w:val="center"/>
          </w:tcPr>
          <w:p w:rsidR="00FE4EE9" w:rsidRPr="001E1152" w:rsidRDefault="00FE4EE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FE4EE9" w:rsidRPr="001E1152" w:rsidRDefault="00FE4EE9" w:rsidP="00790DF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Мероприятия  патриотической направленности  (фестивали, конкурсы, круглые столы, акции, смотр музеев, комнат и уголков боевой и трудовой Славы, благотворительные марафоны, вручение паспортов)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</w:tcPr>
          <w:p w:rsidR="00FE4EE9" w:rsidRPr="001E1152" w:rsidRDefault="00FE4EE9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60,00</w:t>
            </w:r>
          </w:p>
        </w:tc>
        <w:tc>
          <w:tcPr>
            <w:tcW w:w="1389" w:type="dxa"/>
            <w:shd w:val="clear" w:color="000000" w:fill="FFFFFF"/>
          </w:tcPr>
          <w:p w:rsidR="00FE4EE9" w:rsidRPr="001E1152" w:rsidRDefault="00FE4EE9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60,00</w:t>
            </w:r>
          </w:p>
        </w:tc>
        <w:tc>
          <w:tcPr>
            <w:tcW w:w="1549" w:type="dxa"/>
            <w:shd w:val="clear" w:color="000000" w:fill="FFFFFF"/>
          </w:tcPr>
          <w:p w:rsidR="00FE4EE9" w:rsidRPr="001E1152" w:rsidRDefault="00FE4EE9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60,00</w:t>
            </w:r>
          </w:p>
        </w:tc>
      </w:tr>
      <w:tr w:rsidR="00FE4EE9" w:rsidRPr="001E1152" w:rsidTr="00C81E05">
        <w:trPr>
          <w:trHeight w:val="20"/>
        </w:trPr>
        <w:tc>
          <w:tcPr>
            <w:tcW w:w="1062" w:type="dxa"/>
            <w:shd w:val="clear" w:color="000000" w:fill="FFFFFF"/>
            <w:vAlign w:val="center"/>
          </w:tcPr>
          <w:p w:rsidR="00FE4EE9" w:rsidRPr="001E1152" w:rsidRDefault="00FE4EE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FE4EE9" w:rsidRPr="001E1152" w:rsidRDefault="00FE4EE9" w:rsidP="00790DF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Мероприятия по работе с допризывной  молодежью (день призывника, проводы в Армию, спортивные состязания, акции).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</w:tcPr>
          <w:p w:rsidR="00FE4EE9" w:rsidRPr="001E1152" w:rsidRDefault="00FE4EE9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30,00</w:t>
            </w:r>
          </w:p>
        </w:tc>
        <w:tc>
          <w:tcPr>
            <w:tcW w:w="1389" w:type="dxa"/>
            <w:shd w:val="clear" w:color="000000" w:fill="FFFFFF"/>
          </w:tcPr>
          <w:p w:rsidR="00FE4EE9" w:rsidRPr="001E1152" w:rsidRDefault="00FE4EE9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30,00</w:t>
            </w:r>
          </w:p>
        </w:tc>
        <w:tc>
          <w:tcPr>
            <w:tcW w:w="1549" w:type="dxa"/>
            <w:shd w:val="clear" w:color="000000" w:fill="FFFFFF"/>
          </w:tcPr>
          <w:p w:rsidR="00FE4EE9" w:rsidRPr="001E1152" w:rsidRDefault="00FE4EE9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30,00</w:t>
            </w:r>
          </w:p>
        </w:tc>
      </w:tr>
      <w:tr w:rsidR="00FE4EE9" w:rsidRPr="001E1152" w:rsidTr="00C81E05">
        <w:trPr>
          <w:trHeight w:val="20"/>
        </w:trPr>
        <w:tc>
          <w:tcPr>
            <w:tcW w:w="1062" w:type="dxa"/>
            <w:shd w:val="clear" w:color="000000" w:fill="FFFFFF"/>
            <w:vAlign w:val="center"/>
          </w:tcPr>
          <w:p w:rsidR="00FE4EE9" w:rsidRPr="001E1152" w:rsidRDefault="00FE4EE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FE4EE9" w:rsidRPr="001E1152" w:rsidRDefault="00FE4EE9" w:rsidP="003938EE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Поддержка творческой, талантливой молодежи (городские мероприятия для молодежи (форумы, презентации, игры, конкурсы, тематические площадки, фото-выставки,    выставки прикладного творчества)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200,00</w:t>
            </w:r>
          </w:p>
        </w:tc>
        <w:tc>
          <w:tcPr>
            <w:tcW w:w="1389" w:type="dxa"/>
            <w:shd w:val="clear" w:color="000000" w:fill="FFFFFF"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200,00</w:t>
            </w:r>
          </w:p>
        </w:tc>
        <w:tc>
          <w:tcPr>
            <w:tcW w:w="1549" w:type="dxa"/>
            <w:shd w:val="clear" w:color="000000" w:fill="FFFFFF"/>
          </w:tcPr>
          <w:p w:rsidR="00FE4EE9" w:rsidRPr="001E1152" w:rsidRDefault="00FE4EE9" w:rsidP="00E923B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200,00</w:t>
            </w:r>
          </w:p>
        </w:tc>
      </w:tr>
      <w:tr w:rsidR="00FE4EE9" w:rsidRPr="001E1152" w:rsidTr="00C81E05">
        <w:trPr>
          <w:trHeight w:val="20"/>
        </w:trPr>
        <w:tc>
          <w:tcPr>
            <w:tcW w:w="1062" w:type="dxa"/>
            <w:shd w:val="clear" w:color="000000" w:fill="FFFFFF"/>
            <w:vAlign w:val="center"/>
          </w:tcPr>
          <w:p w:rsidR="00FE4EE9" w:rsidRPr="001E1152" w:rsidRDefault="00FE4EE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66" w:type="dxa"/>
            <w:shd w:val="clear" w:color="000000" w:fill="FFFFFF"/>
          </w:tcPr>
          <w:p w:rsidR="00FE4EE9" w:rsidRPr="001E1152" w:rsidRDefault="00FE4EE9" w:rsidP="003938EE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Участие молодежи в краевых,  всероссийских и международных конкурсах, фестивалях, форумах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shd w:val="clear" w:color="000000" w:fill="FFFFFF"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150,00</w:t>
            </w:r>
          </w:p>
        </w:tc>
        <w:tc>
          <w:tcPr>
            <w:tcW w:w="1389" w:type="dxa"/>
            <w:shd w:val="clear" w:color="000000" w:fill="FFFFFF"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160,00</w:t>
            </w:r>
          </w:p>
        </w:tc>
        <w:tc>
          <w:tcPr>
            <w:tcW w:w="1549" w:type="dxa"/>
            <w:shd w:val="clear" w:color="000000" w:fill="FFFFFF"/>
          </w:tcPr>
          <w:p w:rsidR="00FE4EE9" w:rsidRPr="001E1152" w:rsidRDefault="00FE4EE9" w:rsidP="00080F1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7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FE4EE9" w:rsidRPr="001E1152" w:rsidTr="00C81E05">
        <w:trPr>
          <w:trHeight w:val="416"/>
        </w:trPr>
        <w:tc>
          <w:tcPr>
            <w:tcW w:w="1062" w:type="dxa"/>
            <w:shd w:val="clear" w:color="000000" w:fill="FFFFFF"/>
            <w:vAlign w:val="center"/>
          </w:tcPr>
          <w:p w:rsidR="00FE4EE9" w:rsidRPr="001E1152" w:rsidRDefault="00FE4EE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bCs/>
                <w:sz w:val="26"/>
                <w:szCs w:val="26"/>
              </w:rPr>
              <w:t>4.</w:t>
            </w:r>
          </w:p>
        </w:tc>
        <w:tc>
          <w:tcPr>
            <w:tcW w:w="4666" w:type="dxa"/>
            <w:shd w:val="clear" w:color="000000" w:fill="FFFFFF"/>
          </w:tcPr>
          <w:p w:rsidR="00FE4EE9" w:rsidRPr="001E1152" w:rsidRDefault="00FE4EE9" w:rsidP="003D653B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Отдельные  мероприятия 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0709</w:t>
            </w:r>
          </w:p>
        </w:tc>
        <w:tc>
          <w:tcPr>
            <w:tcW w:w="1276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05 9 2024</w:t>
            </w:r>
          </w:p>
        </w:tc>
        <w:tc>
          <w:tcPr>
            <w:tcW w:w="70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000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6E0637" w:rsidRDefault="00FE4EE9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6E0637">
              <w:rPr>
                <w:rFonts w:ascii="Times New Roman" w:hAnsi="Times New Roman"/>
                <w:b/>
                <w:sz w:val="26"/>
                <w:szCs w:val="26"/>
              </w:rPr>
              <w:t>16024,74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6E0637" w:rsidRDefault="00FE4EE9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6E0637">
              <w:rPr>
                <w:rFonts w:ascii="Times New Roman" w:hAnsi="Times New Roman"/>
                <w:b/>
                <w:sz w:val="26"/>
                <w:szCs w:val="26"/>
              </w:rPr>
              <w:t>16464,64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6E0637" w:rsidRDefault="00FE4EE9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6E0637">
              <w:rPr>
                <w:rFonts w:ascii="Times New Roman" w:hAnsi="Times New Roman"/>
                <w:b/>
                <w:sz w:val="26"/>
                <w:szCs w:val="26"/>
              </w:rPr>
              <w:t>16494,84</w:t>
            </w:r>
          </w:p>
        </w:tc>
      </w:tr>
      <w:tr w:rsidR="00FE4EE9" w:rsidRPr="001E1152" w:rsidTr="00C81E05">
        <w:trPr>
          <w:trHeight w:val="549"/>
        </w:trPr>
        <w:tc>
          <w:tcPr>
            <w:tcW w:w="1062" w:type="dxa"/>
            <w:shd w:val="clear" w:color="000000" w:fill="FFFFFF"/>
            <w:vAlign w:val="center"/>
          </w:tcPr>
          <w:p w:rsidR="00FE4EE9" w:rsidRPr="001E1152" w:rsidRDefault="00FE4EE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Cs/>
                <w:sz w:val="26"/>
                <w:szCs w:val="26"/>
              </w:rPr>
              <w:t>4.1.</w:t>
            </w:r>
          </w:p>
        </w:tc>
        <w:tc>
          <w:tcPr>
            <w:tcW w:w="4666" w:type="dxa"/>
            <w:shd w:val="clear" w:color="000000" w:fill="FFFFFF"/>
          </w:tcPr>
          <w:p w:rsidR="00FE4EE9" w:rsidRPr="001E1152" w:rsidRDefault="00FE4EE9" w:rsidP="003D65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Обеспечение деятельности (оказание услуг, выполнение работ) централизованной бухгалтерией, руководство и управление в сфере образования</w:t>
            </w:r>
          </w:p>
        </w:tc>
        <w:tc>
          <w:tcPr>
            <w:tcW w:w="708" w:type="dxa"/>
            <w:shd w:val="clear" w:color="000000" w:fill="FFFFFF"/>
            <w:noWrap/>
          </w:tcPr>
          <w:p w:rsidR="00FE4EE9" w:rsidRPr="003E4821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 w:rsidRPr="003E4821">
              <w:rPr>
                <w:rFonts w:ascii="Times New Roman" w:hAnsi="Times New Roman"/>
                <w:bCs/>
                <w:sz w:val="26"/>
                <w:szCs w:val="26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FE4EE9" w:rsidRPr="003E4821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 w:rsidRPr="003E4821">
              <w:rPr>
                <w:rFonts w:ascii="Times New Roman" w:hAnsi="Times New Roman"/>
                <w:bCs/>
                <w:sz w:val="26"/>
                <w:szCs w:val="26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FE4EE9" w:rsidRPr="003E4821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 w:rsidRPr="003E4821">
              <w:rPr>
                <w:rFonts w:ascii="Times New Roman" w:hAnsi="Times New Roman"/>
                <w:bCs/>
                <w:sz w:val="26"/>
                <w:szCs w:val="26"/>
              </w:rPr>
              <w:t>0709</w:t>
            </w:r>
          </w:p>
        </w:tc>
        <w:tc>
          <w:tcPr>
            <w:tcW w:w="1276" w:type="dxa"/>
            <w:shd w:val="clear" w:color="000000" w:fill="FFFFFF"/>
            <w:noWrap/>
          </w:tcPr>
          <w:p w:rsidR="00FE4EE9" w:rsidRPr="003E4821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 w:rsidRPr="003E4821">
              <w:rPr>
                <w:rFonts w:ascii="Times New Roman" w:hAnsi="Times New Roman"/>
                <w:bCs/>
                <w:sz w:val="26"/>
                <w:szCs w:val="26"/>
              </w:rPr>
              <w:t>05 9 2024</w:t>
            </w:r>
          </w:p>
        </w:tc>
        <w:tc>
          <w:tcPr>
            <w:tcW w:w="709" w:type="dxa"/>
            <w:shd w:val="clear" w:color="000000" w:fill="FFFFFF"/>
            <w:noWrap/>
          </w:tcPr>
          <w:p w:rsidR="00FE4EE9" w:rsidRPr="003E4821" w:rsidRDefault="00FE4EE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 w:rsidRPr="003E4821">
              <w:rPr>
                <w:rFonts w:ascii="Times New Roman" w:hAnsi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16024,74</w:t>
            </w:r>
          </w:p>
        </w:tc>
        <w:tc>
          <w:tcPr>
            <w:tcW w:w="138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16464,64</w:t>
            </w:r>
          </w:p>
        </w:tc>
        <w:tc>
          <w:tcPr>
            <w:tcW w:w="1549" w:type="dxa"/>
            <w:shd w:val="clear" w:color="000000" w:fill="FFFFFF"/>
            <w:noWrap/>
          </w:tcPr>
          <w:p w:rsidR="00FE4EE9" w:rsidRPr="001E1152" w:rsidRDefault="00FE4EE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16494,84</w:t>
            </w:r>
          </w:p>
        </w:tc>
      </w:tr>
    </w:tbl>
    <w:p w:rsidR="00FE4EE9" w:rsidRPr="001E1152" w:rsidRDefault="00FE4EE9" w:rsidP="006621E3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E4EE9" w:rsidRPr="001E1152" w:rsidRDefault="00FE4EE9" w:rsidP="006621E3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1E1152">
        <w:rPr>
          <w:rFonts w:ascii="Times New Roman" w:hAnsi="Times New Roman"/>
          <w:sz w:val="26"/>
          <w:szCs w:val="26"/>
        </w:rPr>
        <w:t>* Средства уточняются ежегодно при формировании проекта местного бюджета на соответствующий финансовый год и плановый период</w:t>
      </w:r>
    </w:p>
    <w:sectPr w:rsidR="00FE4EE9" w:rsidRPr="001E1152" w:rsidSect="001C325E">
      <w:headerReference w:type="default" r:id="rId6"/>
      <w:pgSz w:w="16838" w:h="11906" w:orient="landscape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4EE9" w:rsidRDefault="00FE4EE9" w:rsidP="001C325E">
      <w:pPr>
        <w:spacing w:after="0" w:line="240" w:lineRule="auto"/>
      </w:pPr>
      <w:r>
        <w:separator/>
      </w:r>
    </w:p>
  </w:endnote>
  <w:endnote w:type="continuationSeparator" w:id="0">
    <w:p w:rsidR="00FE4EE9" w:rsidRDefault="00FE4EE9" w:rsidP="001C3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4EE9" w:rsidRDefault="00FE4EE9" w:rsidP="001C325E">
      <w:pPr>
        <w:spacing w:after="0" w:line="240" w:lineRule="auto"/>
      </w:pPr>
      <w:r>
        <w:separator/>
      </w:r>
    </w:p>
  </w:footnote>
  <w:footnote w:type="continuationSeparator" w:id="0">
    <w:p w:rsidR="00FE4EE9" w:rsidRDefault="00FE4EE9" w:rsidP="001C32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4EE9" w:rsidRPr="001C325E" w:rsidRDefault="00FE4EE9">
    <w:pPr>
      <w:pStyle w:val="Header"/>
      <w:jc w:val="center"/>
      <w:rPr>
        <w:rFonts w:ascii="Times New Roman" w:hAnsi="Times New Roman"/>
      </w:rPr>
    </w:pPr>
    <w:r w:rsidRPr="001C325E">
      <w:rPr>
        <w:rFonts w:ascii="Times New Roman" w:hAnsi="Times New Roman"/>
      </w:rPr>
      <w:fldChar w:fldCharType="begin"/>
    </w:r>
    <w:r w:rsidRPr="001C325E">
      <w:rPr>
        <w:rFonts w:ascii="Times New Roman" w:hAnsi="Times New Roman"/>
      </w:rPr>
      <w:instrText xml:space="preserve"> PAGE   \* MERGEFORMAT </w:instrText>
    </w:r>
    <w:r w:rsidRPr="001C325E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29</w:t>
    </w:r>
    <w:r w:rsidRPr="001C325E">
      <w:rPr>
        <w:rFonts w:ascii="Times New Roman" w:hAnsi="Times New Roman"/>
      </w:rPr>
      <w:fldChar w:fldCharType="end"/>
    </w:r>
  </w:p>
  <w:p w:rsidR="00FE4EE9" w:rsidRDefault="00FE4EE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2E91"/>
    <w:rsid w:val="00022E91"/>
    <w:rsid w:val="000344A6"/>
    <w:rsid w:val="000610AB"/>
    <w:rsid w:val="0006213F"/>
    <w:rsid w:val="0006605A"/>
    <w:rsid w:val="00080F13"/>
    <w:rsid w:val="00084513"/>
    <w:rsid w:val="000907DA"/>
    <w:rsid w:val="00097635"/>
    <w:rsid w:val="000A393C"/>
    <w:rsid w:val="000A44EF"/>
    <w:rsid w:val="000B3D60"/>
    <w:rsid w:val="000B3F08"/>
    <w:rsid w:val="000B53D9"/>
    <w:rsid w:val="000C0008"/>
    <w:rsid w:val="000C3D6C"/>
    <w:rsid w:val="000D7113"/>
    <w:rsid w:val="000E0BD8"/>
    <w:rsid w:val="000E0E8D"/>
    <w:rsid w:val="000E6CBD"/>
    <w:rsid w:val="000F1F0E"/>
    <w:rsid w:val="000F2CD5"/>
    <w:rsid w:val="000F527D"/>
    <w:rsid w:val="001008C1"/>
    <w:rsid w:val="001020C9"/>
    <w:rsid w:val="001028FF"/>
    <w:rsid w:val="00107DB4"/>
    <w:rsid w:val="00121DD2"/>
    <w:rsid w:val="00130A31"/>
    <w:rsid w:val="00140499"/>
    <w:rsid w:val="0014066A"/>
    <w:rsid w:val="001457D1"/>
    <w:rsid w:val="00145825"/>
    <w:rsid w:val="0015048C"/>
    <w:rsid w:val="00157998"/>
    <w:rsid w:val="00165A0C"/>
    <w:rsid w:val="00167D04"/>
    <w:rsid w:val="00171A06"/>
    <w:rsid w:val="00172E36"/>
    <w:rsid w:val="001754CC"/>
    <w:rsid w:val="001908BD"/>
    <w:rsid w:val="00191FA2"/>
    <w:rsid w:val="0019563F"/>
    <w:rsid w:val="001A16B2"/>
    <w:rsid w:val="001A3906"/>
    <w:rsid w:val="001A778A"/>
    <w:rsid w:val="001B2E5A"/>
    <w:rsid w:val="001B4638"/>
    <w:rsid w:val="001C150B"/>
    <w:rsid w:val="001C325E"/>
    <w:rsid w:val="001D1529"/>
    <w:rsid w:val="001D7728"/>
    <w:rsid w:val="001E1152"/>
    <w:rsid w:val="001E5FD4"/>
    <w:rsid w:val="001F3604"/>
    <w:rsid w:val="001F46F0"/>
    <w:rsid w:val="002062D7"/>
    <w:rsid w:val="00207558"/>
    <w:rsid w:val="00215749"/>
    <w:rsid w:val="002204E6"/>
    <w:rsid w:val="002226FD"/>
    <w:rsid w:val="00223722"/>
    <w:rsid w:val="002265E0"/>
    <w:rsid w:val="00230207"/>
    <w:rsid w:val="00241E4D"/>
    <w:rsid w:val="00277E91"/>
    <w:rsid w:val="00277ECF"/>
    <w:rsid w:val="002922B6"/>
    <w:rsid w:val="00293BBC"/>
    <w:rsid w:val="00295823"/>
    <w:rsid w:val="00296CAB"/>
    <w:rsid w:val="002A29C3"/>
    <w:rsid w:val="002A4491"/>
    <w:rsid w:val="002B03D1"/>
    <w:rsid w:val="002B64EA"/>
    <w:rsid w:val="002D3839"/>
    <w:rsid w:val="002E2AFC"/>
    <w:rsid w:val="002F5A3D"/>
    <w:rsid w:val="003015B1"/>
    <w:rsid w:val="00302BDB"/>
    <w:rsid w:val="00305AD0"/>
    <w:rsid w:val="003068C2"/>
    <w:rsid w:val="0031327A"/>
    <w:rsid w:val="00320C9B"/>
    <w:rsid w:val="00322A8E"/>
    <w:rsid w:val="00322D32"/>
    <w:rsid w:val="00325A8B"/>
    <w:rsid w:val="003364D9"/>
    <w:rsid w:val="003424B4"/>
    <w:rsid w:val="0034557D"/>
    <w:rsid w:val="003515B7"/>
    <w:rsid w:val="003568ED"/>
    <w:rsid w:val="00373161"/>
    <w:rsid w:val="003859D9"/>
    <w:rsid w:val="0039278E"/>
    <w:rsid w:val="003938EE"/>
    <w:rsid w:val="003A7B4D"/>
    <w:rsid w:val="003B0341"/>
    <w:rsid w:val="003B2E46"/>
    <w:rsid w:val="003B5E5F"/>
    <w:rsid w:val="003C16F7"/>
    <w:rsid w:val="003C1C5B"/>
    <w:rsid w:val="003C66A8"/>
    <w:rsid w:val="003D214F"/>
    <w:rsid w:val="003D262B"/>
    <w:rsid w:val="003D35F3"/>
    <w:rsid w:val="003D653B"/>
    <w:rsid w:val="003D68CD"/>
    <w:rsid w:val="003E3FDB"/>
    <w:rsid w:val="003E4821"/>
    <w:rsid w:val="00404670"/>
    <w:rsid w:val="00404ADC"/>
    <w:rsid w:val="0041039C"/>
    <w:rsid w:val="00415E1C"/>
    <w:rsid w:val="004177F7"/>
    <w:rsid w:val="0043488D"/>
    <w:rsid w:val="00441A1C"/>
    <w:rsid w:val="0044304B"/>
    <w:rsid w:val="00453524"/>
    <w:rsid w:val="004573D3"/>
    <w:rsid w:val="004638BC"/>
    <w:rsid w:val="004659CA"/>
    <w:rsid w:val="0048118D"/>
    <w:rsid w:val="00483BC4"/>
    <w:rsid w:val="004961B7"/>
    <w:rsid w:val="004971BE"/>
    <w:rsid w:val="0049769D"/>
    <w:rsid w:val="004A19CD"/>
    <w:rsid w:val="004A3CCB"/>
    <w:rsid w:val="004A7B68"/>
    <w:rsid w:val="004B0C29"/>
    <w:rsid w:val="004B5740"/>
    <w:rsid w:val="004C38E6"/>
    <w:rsid w:val="004C406C"/>
    <w:rsid w:val="004C5501"/>
    <w:rsid w:val="004D4B13"/>
    <w:rsid w:val="004D6E43"/>
    <w:rsid w:val="004D7AFC"/>
    <w:rsid w:val="004E522D"/>
    <w:rsid w:val="004E5902"/>
    <w:rsid w:val="004F2ECA"/>
    <w:rsid w:val="004F4849"/>
    <w:rsid w:val="00500E05"/>
    <w:rsid w:val="0050302C"/>
    <w:rsid w:val="0050388B"/>
    <w:rsid w:val="005132BE"/>
    <w:rsid w:val="00521A22"/>
    <w:rsid w:val="00533015"/>
    <w:rsid w:val="005355AD"/>
    <w:rsid w:val="005356FE"/>
    <w:rsid w:val="00536328"/>
    <w:rsid w:val="00542FD5"/>
    <w:rsid w:val="00550605"/>
    <w:rsid w:val="00552FC5"/>
    <w:rsid w:val="00553467"/>
    <w:rsid w:val="00553FEE"/>
    <w:rsid w:val="00573D03"/>
    <w:rsid w:val="00584164"/>
    <w:rsid w:val="00584BF0"/>
    <w:rsid w:val="00587DA7"/>
    <w:rsid w:val="00587E93"/>
    <w:rsid w:val="00593B50"/>
    <w:rsid w:val="005A60AE"/>
    <w:rsid w:val="005A6359"/>
    <w:rsid w:val="005B0350"/>
    <w:rsid w:val="005B0CAE"/>
    <w:rsid w:val="005B0FAC"/>
    <w:rsid w:val="005B15AB"/>
    <w:rsid w:val="005B332D"/>
    <w:rsid w:val="005B4CA8"/>
    <w:rsid w:val="005B5B62"/>
    <w:rsid w:val="005C25F0"/>
    <w:rsid w:val="005C50A0"/>
    <w:rsid w:val="005C6A36"/>
    <w:rsid w:val="005D775C"/>
    <w:rsid w:val="005E4502"/>
    <w:rsid w:val="0062579F"/>
    <w:rsid w:val="00630A0F"/>
    <w:rsid w:val="00636BFA"/>
    <w:rsid w:val="006460CA"/>
    <w:rsid w:val="006463B7"/>
    <w:rsid w:val="00646C6B"/>
    <w:rsid w:val="00647630"/>
    <w:rsid w:val="00661016"/>
    <w:rsid w:val="006621E3"/>
    <w:rsid w:val="006631EA"/>
    <w:rsid w:val="00665286"/>
    <w:rsid w:val="006653B4"/>
    <w:rsid w:val="0066584E"/>
    <w:rsid w:val="00680A62"/>
    <w:rsid w:val="00686BB4"/>
    <w:rsid w:val="0068746A"/>
    <w:rsid w:val="00690BB5"/>
    <w:rsid w:val="0069241D"/>
    <w:rsid w:val="00695548"/>
    <w:rsid w:val="0069592C"/>
    <w:rsid w:val="006A7760"/>
    <w:rsid w:val="006B4129"/>
    <w:rsid w:val="006B63AF"/>
    <w:rsid w:val="006B64C6"/>
    <w:rsid w:val="006C4E8D"/>
    <w:rsid w:val="006C540B"/>
    <w:rsid w:val="006D5C8F"/>
    <w:rsid w:val="006E01C5"/>
    <w:rsid w:val="006E0637"/>
    <w:rsid w:val="006F07A6"/>
    <w:rsid w:val="006F3169"/>
    <w:rsid w:val="006F5583"/>
    <w:rsid w:val="006F6600"/>
    <w:rsid w:val="007171C7"/>
    <w:rsid w:val="00724FB5"/>
    <w:rsid w:val="00740B2B"/>
    <w:rsid w:val="00754798"/>
    <w:rsid w:val="00754EF3"/>
    <w:rsid w:val="00767976"/>
    <w:rsid w:val="00771E21"/>
    <w:rsid w:val="00772714"/>
    <w:rsid w:val="00773B65"/>
    <w:rsid w:val="00783FAF"/>
    <w:rsid w:val="00787618"/>
    <w:rsid w:val="00790DF9"/>
    <w:rsid w:val="007A3523"/>
    <w:rsid w:val="007A6C20"/>
    <w:rsid w:val="007B4C25"/>
    <w:rsid w:val="007E3555"/>
    <w:rsid w:val="007E4619"/>
    <w:rsid w:val="007E5457"/>
    <w:rsid w:val="007E64B3"/>
    <w:rsid w:val="007E7EC6"/>
    <w:rsid w:val="00801C93"/>
    <w:rsid w:val="008228CA"/>
    <w:rsid w:val="00822B5C"/>
    <w:rsid w:val="008249F8"/>
    <w:rsid w:val="008438B2"/>
    <w:rsid w:val="008450D8"/>
    <w:rsid w:val="008469C2"/>
    <w:rsid w:val="0085477A"/>
    <w:rsid w:val="00861221"/>
    <w:rsid w:val="00862E11"/>
    <w:rsid w:val="0086606D"/>
    <w:rsid w:val="0087171C"/>
    <w:rsid w:val="0088126C"/>
    <w:rsid w:val="008C2B2C"/>
    <w:rsid w:val="008C3193"/>
    <w:rsid w:val="008D1CBF"/>
    <w:rsid w:val="008D541B"/>
    <w:rsid w:val="008D705C"/>
    <w:rsid w:val="008D7189"/>
    <w:rsid w:val="008D79EF"/>
    <w:rsid w:val="008E3306"/>
    <w:rsid w:val="008E39FC"/>
    <w:rsid w:val="008E4901"/>
    <w:rsid w:val="008E61E5"/>
    <w:rsid w:val="008F043D"/>
    <w:rsid w:val="008F399C"/>
    <w:rsid w:val="00905986"/>
    <w:rsid w:val="0091355F"/>
    <w:rsid w:val="0092174F"/>
    <w:rsid w:val="00940165"/>
    <w:rsid w:val="009418F8"/>
    <w:rsid w:val="009500A7"/>
    <w:rsid w:val="00952153"/>
    <w:rsid w:val="00965C71"/>
    <w:rsid w:val="00973A64"/>
    <w:rsid w:val="0097586A"/>
    <w:rsid w:val="00976881"/>
    <w:rsid w:val="00981F05"/>
    <w:rsid w:val="0098344C"/>
    <w:rsid w:val="009846B9"/>
    <w:rsid w:val="00987688"/>
    <w:rsid w:val="009A1423"/>
    <w:rsid w:val="009A6EC7"/>
    <w:rsid w:val="009C5426"/>
    <w:rsid w:val="009C6E34"/>
    <w:rsid w:val="009D4085"/>
    <w:rsid w:val="009D7EAA"/>
    <w:rsid w:val="009F1D73"/>
    <w:rsid w:val="00A11C09"/>
    <w:rsid w:val="00A141EB"/>
    <w:rsid w:val="00A15B82"/>
    <w:rsid w:val="00A20310"/>
    <w:rsid w:val="00A25094"/>
    <w:rsid w:val="00A30EB8"/>
    <w:rsid w:val="00A343A1"/>
    <w:rsid w:val="00A4316B"/>
    <w:rsid w:val="00A4377D"/>
    <w:rsid w:val="00A44F8B"/>
    <w:rsid w:val="00A54225"/>
    <w:rsid w:val="00A6540D"/>
    <w:rsid w:val="00A657CE"/>
    <w:rsid w:val="00A80506"/>
    <w:rsid w:val="00A81FC4"/>
    <w:rsid w:val="00A90DC0"/>
    <w:rsid w:val="00A94FFE"/>
    <w:rsid w:val="00AA762B"/>
    <w:rsid w:val="00AB7C38"/>
    <w:rsid w:val="00AE2EA3"/>
    <w:rsid w:val="00AE64EA"/>
    <w:rsid w:val="00AF505F"/>
    <w:rsid w:val="00AF7FBC"/>
    <w:rsid w:val="00B020C1"/>
    <w:rsid w:val="00B0757E"/>
    <w:rsid w:val="00B107BF"/>
    <w:rsid w:val="00B1254C"/>
    <w:rsid w:val="00B1571B"/>
    <w:rsid w:val="00B163F5"/>
    <w:rsid w:val="00B2672D"/>
    <w:rsid w:val="00B30500"/>
    <w:rsid w:val="00B424AB"/>
    <w:rsid w:val="00B50F79"/>
    <w:rsid w:val="00B53744"/>
    <w:rsid w:val="00B54C8D"/>
    <w:rsid w:val="00B61D45"/>
    <w:rsid w:val="00B728F7"/>
    <w:rsid w:val="00B772E2"/>
    <w:rsid w:val="00B77537"/>
    <w:rsid w:val="00B832F1"/>
    <w:rsid w:val="00B955ED"/>
    <w:rsid w:val="00B962F0"/>
    <w:rsid w:val="00BA3312"/>
    <w:rsid w:val="00BA52C9"/>
    <w:rsid w:val="00BB2DD8"/>
    <w:rsid w:val="00BB55D9"/>
    <w:rsid w:val="00BC042C"/>
    <w:rsid w:val="00BC12F1"/>
    <w:rsid w:val="00BC2D71"/>
    <w:rsid w:val="00BC5348"/>
    <w:rsid w:val="00BD1B9F"/>
    <w:rsid w:val="00BE2BC9"/>
    <w:rsid w:val="00C10732"/>
    <w:rsid w:val="00C217DC"/>
    <w:rsid w:val="00C23DED"/>
    <w:rsid w:val="00C306EC"/>
    <w:rsid w:val="00C322DA"/>
    <w:rsid w:val="00C325B3"/>
    <w:rsid w:val="00C33592"/>
    <w:rsid w:val="00C35B93"/>
    <w:rsid w:val="00C40E54"/>
    <w:rsid w:val="00C55C37"/>
    <w:rsid w:val="00C6227E"/>
    <w:rsid w:val="00C66794"/>
    <w:rsid w:val="00C74F6B"/>
    <w:rsid w:val="00C81672"/>
    <w:rsid w:val="00C81E05"/>
    <w:rsid w:val="00C8323A"/>
    <w:rsid w:val="00C972F4"/>
    <w:rsid w:val="00CC2000"/>
    <w:rsid w:val="00CC71A6"/>
    <w:rsid w:val="00CE48DB"/>
    <w:rsid w:val="00CF4892"/>
    <w:rsid w:val="00D12E61"/>
    <w:rsid w:val="00D15716"/>
    <w:rsid w:val="00D1715A"/>
    <w:rsid w:val="00D22504"/>
    <w:rsid w:val="00D422C8"/>
    <w:rsid w:val="00D43268"/>
    <w:rsid w:val="00D45805"/>
    <w:rsid w:val="00D5348B"/>
    <w:rsid w:val="00D66214"/>
    <w:rsid w:val="00D72CD3"/>
    <w:rsid w:val="00D74553"/>
    <w:rsid w:val="00D810C3"/>
    <w:rsid w:val="00D82924"/>
    <w:rsid w:val="00D93D85"/>
    <w:rsid w:val="00D97CF6"/>
    <w:rsid w:val="00DB4988"/>
    <w:rsid w:val="00DC0A9D"/>
    <w:rsid w:val="00DC46F1"/>
    <w:rsid w:val="00DC5D1F"/>
    <w:rsid w:val="00DD0313"/>
    <w:rsid w:val="00DD76D1"/>
    <w:rsid w:val="00DE13DC"/>
    <w:rsid w:val="00DF272F"/>
    <w:rsid w:val="00DF7BC2"/>
    <w:rsid w:val="00E0044E"/>
    <w:rsid w:val="00E03C57"/>
    <w:rsid w:val="00E04ECB"/>
    <w:rsid w:val="00E07322"/>
    <w:rsid w:val="00E07E6C"/>
    <w:rsid w:val="00E173E3"/>
    <w:rsid w:val="00E35B68"/>
    <w:rsid w:val="00E4029C"/>
    <w:rsid w:val="00E405B5"/>
    <w:rsid w:val="00E52473"/>
    <w:rsid w:val="00E72D0D"/>
    <w:rsid w:val="00E746E8"/>
    <w:rsid w:val="00E8043A"/>
    <w:rsid w:val="00E809D5"/>
    <w:rsid w:val="00E90830"/>
    <w:rsid w:val="00E90A1A"/>
    <w:rsid w:val="00E923B1"/>
    <w:rsid w:val="00E92490"/>
    <w:rsid w:val="00E938ED"/>
    <w:rsid w:val="00E93E6E"/>
    <w:rsid w:val="00EA511B"/>
    <w:rsid w:val="00EA52FC"/>
    <w:rsid w:val="00EA6F6C"/>
    <w:rsid w:val="00EB0026"/>
    <w:rsid w:val="00EB08E4"/>
    <w:rsid w:val="00EB14EF"/>
    <w:rsid w:val="00EB4145"/>
    <w:rsid w:val="00EC331C"/>
    <w:rsid w:val="00ED3684"/>
    <w:rsid w:val="00EF107E"/>
    <w:rsid w:val="00F04FA2"/>
    <w:rsid w:val="00F119DE"/>
    <w:rsid w:val="00F23C21"/>
    <w:rsid w:val="00F30CA2"/>
    <w:rsid w:val="00F328E9"/>
    <w:rsid w:val="00F43939"/>
    <w:rsid w:val="00F479FE"/>
    <w:rsid w:val="00F55E3B"/>
    <w:rsid w:val="00F57E2A"/>
    <w:rsid w:val="00F757DD"/>
    <w:rsid w:val="00F8067F"/>
    <w:rsid w:val="00F86165"/>
    <w:rsid w:val="00F9798F"/>
    <w:rsid w:val="00FA12C0"/>
    <w:rsid w:val="00FA2041"/>
    <w:rsid w:val="00FA29AF"/>
    <w:rsid w:val="00FA49FC"/>
    <w:rsid w:val="00FA699E"/>
    <w:rsid w:val="00FB5583"/>
    <w:rsid w:val="00FC10CA"/>
    <w:rsid w:val="00FC18E5"/>
    <w:rsid w:val="00FC29D6"/>
    <w:rsid w:val="00FC3AF8"/>
    <w:rsid w:val="00FC71AC"/>
    <w:rsid w:val="00FD37D0"/>
    <w:rsid w:val="00FE1D72"/>
    <w:rsid w:val="00FE241E"/>
    <w:rsid w:val="00FE4EE9"/>
    <w:rsid w:val="00FF6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3DED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C3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325E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1C3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C325E"/>
    <w:rPr>
      <w:rFonts w:cs="Times New Roman"/>
    </w:rPr>
  </w:style>
  <w:style w:type="table" w:styleId="TableGrid">
    <w:name w:val="Table Grid"/>
    <w:basedOn w:val="TableNormal"/>
    <w:uiPriority w:val="99"/>
    <w:rsid w:val="00E9083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E90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9083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AF7F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Знак Знак Знак Знак1"/>
    <w:basedOn w:val="Normal"/>
    <w:uiPriority w:val="99"/>
    <w:rsid w:val="00ED3684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a">
    <w:name w:val="Знак"/>
    <w:basedOn w:val="Normal"/>
    <w:uiPriority w:val="99"/>
    <w:rsid w:val="00E93E6E"/>
    <w:pPr>
      <w:spacing w:after="160" w:line="240" w:lineRule="exact"/>
      <w:ind w:firstLine="709"/>
    </w:pPr>
    <w:rPr>
      <w:rFonts w:ascii="Verdana" w:hAnsi="Verdana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922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851</TotalTime>
  <Pages>29</Pages>
  <Words>4401</Words>
  <Characters>25086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Baeva_LV</dc:creator>
  <cp:keywords/>
  <dc:description/>
  <cp:lastModifiedBy>USER5</cp:lastModifiedBy>
  <cp:revision>243</cp:revision>
  <cp:lastPrinted>2013-10-17T00:48:00Z</cp:lastPrinted>
  <dcterms:created xsi:type="dcterms:W3CDTF">2012-12-13T06:34:00Z</dcterms:created>
  <dcterms:modified xsi:type="dcterms:W3CDTF">2014-10-01T01:41:00Z</dcterms:modified>
</cp:coreProperties>
</file>