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1427" w:tblpY="1079"/>
        <w:tblW w:w="4788" w:type="dxa"/>
        <w:tblLook w:val="00A0"/>
      </w:tblPr>
      <w:tblGrid>
        <w:gridCol w:w="4788"/>
      </w:tblGrid>
      <w:tr w:rsidR="000B3B69" w:rsidRPr="00675D3A" w:rsidTr="002322E2">
        <w:trPr>
          <w:trHeight w:val="1804"/>
        </w:trPr>
        <w:tc>
          <w:tcPr>
            <w:tcW w:w="4788" w:type="dxa"/>
          </w:tcPr>
          <w:p w:rsidR="000B3B69" w:rsidRPr="00675D3A" w:rsidRDefault="000B3B69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ind w:firstLin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75D3A">
              <w:rPr>
                <w:color w:val="000000"/>
                <w:sz w:val="20"/>
                <w:szCs w:val="20"/>
                <w:lang w:eastAsia="ru-RU"/>
              </w:rPr>
              <w:t>Приложение № 3</w:t>
            </w:r>
          </w:p>
          <w:p w:rsidR="000B3B69" w:rsidRPr="00675D3A" w:rsidRDefault="000B3B69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0"/>
                <w:szCs w:val="20"/>
              </w:rPr>
            </w:pPr>
            <w:bookmarkStart w:id="0" w:name="_GoBack"/>
            <w:bookmarkEnd w:id="0"/>
            <w:r w:rsidRPr="00675D3A">
              <w:rPr>
                <w:sz w:val="20"/>
                <w:szCs w:val="20"/>
              </w:rPr>
              <w:t xml:space="preserve">к муниципальной программе </w:t>
            </w:r>
          </w:p>
          <w:p w:rsidR="000B3B69" w:rsidRPr="00675D3A" w:rsidRDefault="000B3B69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0"/>
                <w:szCs w:val="20"/>
              </w:rPr>
            </w:pPr>
            <w:r w:rsidRPr="00675D3A">
              <w:rPr>
                <w:sz w:val="20"/>
                <w:szCs w:val="20"/>
              </w:rPr>
              <w:t>«Развитие образования Дальнереченского городского округа»  на 2014-2016 годы,</w:t>
            </w:r>
          </w:p>
          <w:p w:rsidR="000B3B69" w:rsidRPr="00675D3A" w:rsidRDefault="000B3B69" w:rsidP="002322E2">
            <w:pPr>
              <w:autoSpaceDE w:val="0"/>
              <w:autoSpaceDN w:val="0"/>
              <w:adjustRightInd w:val="0"/>
              <w:spacing w:line="240" w:lineRule="auto"/>
              <w:ind w:left="34" w:firstLine="0"/>
              <w:jc w:val="left"/>
              <w:outlineLvl w:val="1"/>
              <w:rPr>
                <w:sz w:val="20"/>
                <w:szCs w:val="20"/>
              </w:rPr>
            </w:pPr>
            <w:r w:rsidRPr="00675D3A">
              <w:rPr>
                <w:sz w:val="20"/>
                <w:szCs w:val="20"/>
              </w:rPr>
              <w:t>утвержденной постановлением</w:t>
            </w:r>
          </w:p>
          <w:p w:rsidR="000B3B69" w:rsidRPr="00675D3A" w:rsidRDefault="000B3B69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sz w:val="20"/>
                <w:szCs w:val="20"/>
              </w:rPr>
            </w:pPr>
            <w:r w:rsidRPr="00675D3A">
              <w:rPr>
                <w:sz w:val="20"/>
                <w:szCs w:val="20"/>
              </w:rPr>
              <w:t xml:space="preserve">администрации  Дальнереченского городского округа </w:t>
            </w:r>
          </w:p>
          <w:p w:rsidR="000B3B69" w:rsidRPr="00675D3A" w:rsidRDefault="000B3B69" w:rsidP="002322E2">
            <w:pPr>
              <w:tabs>
                <w:tab w:val="left" w:pos="673"/>
                <w:tab w:val="left" w:pos="8213"/>
                <w:tab w:val="left" w:pos="9033"/>
                <w:tab w:val="left" w:pos="9873"/>
                <w:tab w:val="left" w:pos="10693"/>
                <w:tab w:val="left" w:pos="11533"/>
                <w:tab w:val="left" w:pos="12353"/>
              </w:tabs>
              <w:spacing w:line="240" w:lineRule="auto"/>
              <w:ind w:left="34" w:firstLine="0"/>
              <w:jc w:val="left"/>
              <w:rPr>
                <w:color w:val="000000"/>
                <w:szCs w:val="28"/>
                <w:lang w:eastAsia="ru-RU"/>
              </w:rPr>
            </w:pPr>
            <w:r w:rsidRPr="00675D3A">
              <w:rPr>
                <w:bCs/>
                <w:sz w:val="20"/>
                <w:szCs w:val="20"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675D3A">
                <w:rPr>
                  <w:bCs/>
                  <w:sz w:val="20"/>
                  <w:szCs w:val="20"/>
                </w:rPr>
                <w:t>2013 г</w:t>
              </w:r>
            </w:smartTag>
            <w:r w:rsidRPr="00675D3A">
              <w:rPr>
                <w:bCs/>
                <w:sz w:val="20"/>
                <w:szCs w:val="20"/>
              </w:rPr>
              <w:t xml:space="preserve"> № 1258</w:t>
            </w:r>
          </w:p>
        </w:tc>
      </w:tr>
    </w:tbl>
    <w:p w:rsidR="000B3B69" w:rsidRPr="00675D3A" w:rsidRDefault="000B3B69" w:rsidP="002322E2">
      <w:pPr>
        <w:spacing w:line="240" w:lineRule="auto"/>
        <w:ind w:left="9350"/>
        <w:jc w:val="center"/>
        <w:rPr>
          <w:bCs/>
          <w:color w:val="000000"/>
          <w:sz w:val="20"/>
          <w:szCs w:val="20"/>
          <w:lang w:eastAsia="ru-RU"/>
        </w:rPr>
      </w:pPr>
      <w:r w:rsidRPr="00675D3A">
        <w:rPr>
          <w:bCs/>
          <w:color w:val="000000"/>
          <w:sz w:val="20"/>
          <w:szCs w:val="20"/>
          <w:lang w:eastAsia="ru-RU"/>
        </w:rPr>
        <w:t xml:space="preserve">Приложение № 2 </w:t>
      </w:r>
    </w:p>
    <w:p w:rsidR="000B3B69" w:rsidRPr="00675D3A" w:rsidRDefault="000B3B69" w:rsidP="00C04DA4">
      <w:pPr>
        <w:autoSpaceDE w:val="0"/>
        <w:autoSpaceDN w:val="0"/>
        <w:adjustRightInd w:val="0"/>
        <w:spacing w:line="240" w:lineRule="auto"/>
        <w:ind w:left="9720" w:firstLine="0"/>
        <w:jc w:val="center"/>
        <w:outlineLvl w:val="1"/>
        <w:rPr>
          <w:sz w:val="24"/>
          <w:szCs w:val="24"/>
        </w:rPr>
      </w:pPr>
      <w:r w:rsidRPr="00675D3A">
        <w:rPr>
          <w:sz w:val="20"/>
          <w:szCs w:val="20"/>
        </w:rPr>
        <w:t>к постановлению администрации Дальнереченского   городского округа от ___</w:t>
      </w:r>
      <w:r>
        <w:rPr>
          <w:sz w:val="20"/>
          <w:szCs w:val="20"/>
        </w:rPr>
        <w:t>_______</w:t>
      </w:r>
      <w:r w:rsidRPr="00675D3A">
        <w:rPr>
          <w:sz w:val="24"/>
          <w:szCs w:val="24"/>
        </w:rPr>
        <w:t xml:space="preserve"> 2014 года  № ___</w:t>
      </w:r>
    </w:p>
    <w:p w:rsidR="000B3B69" w:rsidRPr="00675D3A" w:rsidRDefault="000B3B69" w:rsidP="002322E2">
      <w:pPr>
        <w:spacing w:line="240" w:lineRule="auto"/>
        <w:ind w:left="9000" w:firstLine="0"/>
        <w:jc w:val="center"/>
        <w:rPr>
          <w:b/>
          <w:color w:val="000000"/>
          <w:szCs w:val="28"/>
          <w:lang w:eastAsia="ru-RU"/>
        </w:rPr>
      </w:pPr>
    </w:p>
    <w:p w:rsidR="000B3B69" w:rsidRPr="00675D3A" w:rsidRDefault="000B3B69" w:rsidP="002322E2">
      <w:pPr>
        <w:spacing w:line="240" w:lineRule="auto"/>
        <w:ind w:left="9000"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0B3B69" w:rsidRPr="00675D3A" w:rsidRDefault="000B3B69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0B3B69" w:rsidRPr="00675D3A" w:rsidRDefault="000B3B69" w:rsidP="00AD1884">
      <w:pPr>
        <w:spacing w:line="240" w:lineRule="auto"/>
        <w:ind w:firstLine="0"/>
        <w:jc w:val="center"/>
        <w:rPr>
          <w:bCs/>
          <w:color w:val="000000"/>
          <w:sz w:val="26"/>
          <w:szCs w:val="26"/>
          <w:lang w:eastAsia="ru-RU"/>
        </w:rPr>
      </w:pPr>
    </w:p>
    <w:p w:rsidR="000B3B69" w:rsidRPr="00675D3A" w:rsidRDefault="000B3B69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0B3B69" w:rsidRPr="00675D3A" w:rsidRDefault="000B3B69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0B3B69" w:rsidRPr="00675D3A" w:rsidRDefault="000B3B69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0B3B69" w:rsidRPr="00675D3A" w:rsidRDefault="000B3B69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</w:p>
    <w:p w:rsidR="000B3B69" w:rsidRPr="00675D3A" w:rsidRDefault="000B3B69" w:rsidP="00AD1884">
      <w:pPr>
        <w:ind w:firstLine="0"/>
        <w:jc w:val="center"/>
        <w:rPr>
          <w:b/>
          <w:color w:val="000000"/>
          <w:sz w:val="26"/>
          <w:szCs w:val="26"/>
          <w:lang w:eastAsia="ru-RU"/>
        </w:rPr>
      </w:pPr>
      <w:r w:rsidRPr="00675D3A">
        <w:rPr>
          <w:b/>
          <w:color w:val="000000"/>
          <w:sz w:val="26"/>
          <w:szCs w:val="26"/>
          <w:lang w:eastAsia="ru-RU"/>
        </w:rPr>
        <w:t>ПРОГНОЗ</w:t>
      </w:r>
    </w:p>
    <w:p w:rsidR="000B3B69" w:rsidRPr="00675D3A" w:rsidRDefault="000B3B69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675D3A">
        <w:rPr>
          <w:b/>
          <w:color w:val="000000"/>
          <w:sz w:val="26"/>
          <w:szCs w:val="26"/>
          <w:lang w:eastAsia="ru-RU"/>
        </w:rPr>
        <w:t>сводных показателей муниципальных заданий</w:t>
      </w:r>
    </w:p>
    <w:p w:rsidR="000B3B69" w:rsidRPr="00675D3A" w:rsidRDefault="000B3B69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675D3A">
        <w:rPr>
          <w:b/>
          <w:color w:val="000000"/>
          <w:sz w:val="26"/>
          <w:szCs w:val="26"/>
          <w:lang w:eastAsia="ru-RU"/>
        </w:rPr>
        <w:t>на оказание муниципальных услуг муниципальными бюджетными</w:t>
      </w:r>
    </w:p>
    <w:p w:rsidR="000B3B69" w:rsidRPr="00675D3A" w:rsidRDefault="000B3B69" w:rsidP="00AD1884">
      <w:pPr>
        <w:spacing w:line="240" w:lineRule="auto"/>
        <w:ind w:left="93" w:firstLine="0"/>
        <w:jc w:val="center"/>
        <w:rPr>
          <w:b/>
          <w:color w:val="000000"/>
          <w:sz w:val="26"/>
          <w:szCs w:val="26"/>
          <w:lang w:eastAsia="ru-RU"/>
        </w:rPr>
      </w:pPr>
      <w:r w:rsidRPr="00675D3A">
        <w:rPr>
          <w:b/>
          <w:color w:val="000000"/>
          <w:sz w:val="26"/>
          <w:szCs w:val="26"/>
          <w:lang w:eastAsia="ru-RU"/>
        </w:rPr>
        <w:t>учреждениями по муниципальной программе Дальнереченского городского округа</w:t>
      </w:r>
    </w:p>
    <w:p w:rsidR="000B3B69" w:rsidRPr="00675D3A" w:rsidRDefault="000B3B69" w:rsidP="00AD1884">
      <w:pPr>
        <w:spacing w:line="240" w:lineRule="auto"/>
        <w:ind w:left="93" w:firstLine="0"/>
        <w:jc w:val="center"/>
        <w:rPr>
          <w:b/>
          <w:bCs/>
          <w:color w:val="000000"/>
          <w:sz w:val="26"/>
          <w:szCs w:val="26"/>
          <w:u w:val="single"/>
          <w:lang w:eastAsia="ru-RU"/>
        </w:rPr>
      </w:pPr>
      <w:r w:rsidRPr="00675D3A">
        <w:rPr>
          <w:b/>
          <w:bCs/>
          <w:color w:val="000000"/>
          <w:sz w:val="26"/>
          <w:szCs w:val="26"/>
          <w:u w:val="single"/>
          <w:lang w:eastAsia="ru-RU"/>
        </w:rPr>
        <w:t xml:space="preserve">"Развитие образования </w:t>
      </w:r>
      <w:r w:rsidRPr="00675D3A">
        <w:rPr>
          <w:b/>
          <w:color w:val="000000"/>
          <w:sz w:val="26"/>
          <w:szCs w:val="26"/>
          <w:u w:val="single"/>
          <w:lang w:eastAsia="ru-RU"/>
        </w:rPr>
        <w:t>Дальнереченского городского округа</w:t>
      </w:r>
      <w:r w:rsidRPr="00675D3A">
        <w:rPr>
          <w:b/>
          <w:bCs/>
          <w:color w:val="000000"/>
          <w:sz w:val="26"/>
          <w:szCs w:val="26"/>
          <w:u w:val="single"/>
          <w:lang w:eastAsia="ru-RU"/>
        </w:rPr>
        <w:t xml:space="preserve"> " </w:t>
      </w:r>
      <w:r w:rsidRPr="00675D3A">
        <w:rPr>
          <w:b/>
          <w:color w:val="000000"/>
          <w:sz w:val="26"/>
          <w:szCs w:val="26"/>
          <w:u w:val="single"/>
          <w:lang w:eastAsia="ru-RU"/>
        </w:rPr>
        <w:t>на 2014-2016 годы</w:t>
      </w:r>
    </w:p>
    <w:p w:rsidR="000B3B69" w:rsidRPr="00675D3A" w:rsidRDefault="000B3B69" w:rsidP="00AD1884">
      <w:pPr>
        <w:tabs>
          <w:tab w:val="left" w:pos="673"/>
          <w:tab w:val="left" w:pos="8213"/>
          <w:tab w:val="left" w:pos="9033"/>
          <w:tab w:val="left" w:pos="9873"/>
          <w:tab w:val="left" w:pos="10693"/>
          <w:tab w:val="left" w:pos="11533"/>
          <w:tab w:val="left" w:pos="12353"/>
          <w:tab w:val="left" w:pos="13413"/>
          <w:tab w:val="left" w:pos="14593"/>
          <w:tab w:val="left" w:pos="15713"/>
          <w:tab w:val="left" w:pos="16813"/>
        </w:tabs>
        <w:spacing w:line="240" w:lineRule="auto"/>
        <w:ind w:left="93" w:firstLine="0"/>
        <w:jc w:val="left"/>
        <w:rPr>
          <w:rFonts w:ascii="Arial Narrow" w:hAnsi="Arial Narrow" w:cs="Calibri"/>
          <w:color w:val="000000"/>
          <w:sz w:val="26"/>
          <w:szCs w:val="26"/>
          <w:lang w:eastAsia="ru-RU"/>
        </w:rPr>
      </w:pPr>
    </w:p>
    <w:tbl>
      <w:tblPr>
        <w:tblW w:w="14182" w:type="dxa"/>
        <w:tblInd w:w="93" w:type="dxa"/>
        <w:tblLayout w:type="fixed"/>
        <w:tblLook w:val="00A0"/>
      </w:tblPr>
      <w:tblGrid>
        <w:gridCol w:w="579"/>
        <w:gridCol w:w="4398"/>
        <w:gridCol w:w="1266"/>
        <w:gridCol w:w="1270"/>
        <w:gridCol w:w="1282"/>
        <w:gridCol w:w="1701"/>
        <w:gridCol w:w="1701"/>
        <w:gridCol w:w="1985"/>
      </w:tblGrid>
      <w:tr w:rsidR="000B3B69" w:rsidRPr="00675D3A" w:rsidTr="00A7434A">
        <w:trPr>
          <w:trHeight w:val="630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3B69" w:rsidRPr="00675D3A" w:rsidRDefault="000B3B69" w:rsidP="009003A0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 xml:space="preserve">   Наименование   муниципальной услуги, показателя объема услуги</w:t>
            </w:r>
          </w:p>
        </w:tc>
        <w:tc>
          <w:tcPr>
            <w:tcW w:w="3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3B69" w:rsidRPr="00675D3A" w:rsidRDefault="000B3B69" w:rsidP="00A7434A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Значение показателя объема  муниципальной услуги (группа, комплект-класс)</w:t>
            </w:r>
          </w:p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3B69" w:rsidRPr="00675D3A" w:rsidRDefault="000B3B69" w:rsidP="00A7434A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Расходы местного бюджета на оказание муниципальной услуги, тыс. руб.</w:t>
            </w:r>
          </w:p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B3B69" w:rsidRPr="00675D3A" w:rsidTr="00A7434A">
        <w:trPr>
          <w:trHeight w:val="315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left"/>
              <w:rPr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bCs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bCs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bCs/>
                <w:color w:val="000000"/>
                <w:sz w:val="26"/>
                <w:szCs w:val="26"/>
                <w:lang w:eastAsia="ru-RU"/>
              </w:rPr>
              <w:t>2016</w:t>
            </w:r>
          </w:p>
        </w:tc>
      </w:tr>
      <w:tr w:rsidR="000B3B69" w:rsidRPr="00675D3A" w:rsidTr="002322E2">
        <w:trPr>
          <w:trHeight w:val="1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75D3A">
              <w:rPr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75D3A">
              <w:rPr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75D3A">
              <w:rPr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75D3A">
              <w:rPr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75D3A">
              <w:rPr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75D3A">
              <w:rPr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75D3A">
              <w:rPr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675D3A">
              <w:rPr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0B3B69" w:rsidRPr="00675D3A" w:rsidTr="002322E2">
        <w:trPr>
          <w:trHeight w:val="78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3B69" w:rsidRPr="00675D3A" w:rsidRDefault="000B3B69" w:rsidP="002322E2">
            <w:pPr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675D3A">
              <w:rPr>
                <w:sz w:val="24"/>
                <w:szCs w:val="24"/>
                <w:lang w:eastAsia="ru-RU"/>
              </w:rPr>
              <w:t>Организация предоставления общедоступного дошкольного образования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E353A0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53691,73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59074,18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60566,69</w:t>
            </w:r>
          </w:p>
        </w:tc>
      </w:tr>
      <w:tr w:rsidR="000B3B69" w:rsidRPr="00675D3A" w:rsidTr="002322E2">
        <w:trPr>
          <w:trHeight w:val="569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69" w:rsidRPr="00675D3A" w:rsidRDefault="000B3B69" w:rsidP="005062A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3B69" w:rsidRPr="00675D3A" w:rsidRDefault="000B3B69" w:rsidP="002322E2">
            <w:pPr>
              <w:spacing w:line="240" w:lineRule="auto"/>
              <w:ind w:firstLine="746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sz w:val="26"/>
                <w:szCs w:val="26"/>
                <w:lang w:eastAsia="ru-RU"/>
              </w:rPr>
              <w:t>Организация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44992,64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46 623,</w:t>
            </w:r>
            <w:r w:rsidRPr="00675D3A">
              <w:rPr>
                <w:color w:val="000000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4F2ECA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48 865</w:t>
            </w:r>
            <w:r w:rsidRPr="00675D3A">
              <w:rPr>
                <w:color w:val="000000"/>
                <w:sz w:val="26"/>
                <w:szCs w:val="26"/>
                <w:lang w:eastAsia="ru-RU"/>
              </w:rPr>
              <w:t>,27</w:t>
            </w:r>
          </w:p>
        </w:tc>
      </w:tr>
      <w:tr w:rsidR="000B3B69" w:rsidRPr="00675D3A" w:rsidTr="002322E2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CB740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69" w:rsidRPr="00675D3A" w:rsidRDefault="000B3B69" w:rsidP="002322E2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9F6F7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75D3A">
              <w:rPr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B3B69" w:rsidRPr="00B97706" w:rsidTr="002322E2">
        <w:trPr>
          <w:trHeight w:val="106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B69" w:rsidRPr="00675D3A" w:rsidRDefault="000B3B69" w:rsidP="002322E2">
            <w:pPr>
              <w:spacing w:line="240" w:lineRule="auto"/>
              <w:ind w:firstLine="746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sz w:val="26"/>
                <w:szCs w:val="26"/>
              </w:rPr>
              <w:t>Организация предоставления дополнительного образования детей в сфере физкультуры и спорта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AD1884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DE482B">
            <w:pPr>
              <w:spacing w:line="240" w:lineRule="auto"/>
              <w:ind w:firstLine="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675D3A">
              <w:rPr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675D3A">
              <w:rPr>
                <w:sz w:val="26"/>
                <w:szCs w:val="26"/>
                <w:lang w:eastAsia="ru-RU"/>
              </w:rPr>
              <w:t>13630,12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675D3A" w:rsidRDefault="000B3B69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675D3A">
              <w:rPr>
                <w:sz w:val="26"/>
                <w:szCs w:val="26"/>
                <w:lang w:eastAsia="ru-RU"/>
              </w:rPr>
              <w:t>14948,74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B69" w:rsidRPr="00C75636" w:rsidRDefault="000B3B69" w:rsidP="005062AB">
            <w:pPr>
              <w:spacing w:line="240" w:lineRule="auto"/>
              <w:ind w:firstLine="0"/>
              <w:jc w:val="center"/>
              <w:rPr>
                <w:sz w:val="26"/>
                <w:szCs w:val="26"/>
                <w:lang w:eastAsia="ru-RU"/>
              </w:rPr>
            </w:pPr>
            <w:r w:rsidRPr="00675D3A">
              <w:rPr>
                <w:sz w:val="26"/>
                <w:szCs w:val="26"/>
                <w:lang w:eastAsia="ru-RU"/>
              </w:rPr>
              <w:t>15633,71</w:t>
            </w:r>
          </w:p>
        </w:tc>
      </w:tr>
    </w:tbl>
    <w:p w:rsidR="000B3B69" w:rsidRDefault="000B3B69"/>
    <w:sectPr w:rsidR="000B3B69" w:rsidSect="002322E2">
      <w:headerReference w:type="default" r:id="rId6"/>
      <w:pgSz w:w="16838" w:h="11906" w:orient="landscape"/>
      <w:pgMar w:top="1079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B69" w:rsidRDefault="000B3B69" w:rsidP="005062AB">
      <w:pPr>
        <w:spacing w:line="240" w:lineRule="auto"/>
      </w:pPr>
      <w:r>
        <w:separator/>
      </w:r>
    </w:p>
  </w:endnote>
  <w:endnote w:type="continuationSeparator" w:id="0">
    <w:p w:rsidR="000B3B69" w:rsidRDefault="000B3B69" w:rsidP="00506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B69" w:rsidRDefault="000B3B69" w:rsidP="005062AB">
      <w:pPr>
        <w:spacing w:line="240" w:lineRule="auto"/>
      </w:pPr>
      <w:r>
        <w:separator/>
      </w:r>
    </w:p>
  </w:footnote>
  <w:footnote w:type="continuationSeparator" w:id="0">
    <w:p w:rsidR="000B3B69" w:rsidRDefault="000B3B69" w:rsidP="005062A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B69" w:rsidRDefault="000B3B69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884"/>
    <w:rsid w:val="0000020F"/>
    <w:rsid w:val="0000274F"/>
    <w:rsid w:val="00002E3A"/>
    <w:rsid w:val="00003FE1"/>
    <w:rsid w:val="00016788"/>
    <w:rsid w:val="00017DE3"/>
    <w:rsid w:val="000201E0"/>
    <w:rsid w:val="00020F82"/>
    <w:rsid w:val="00023130"/>
    <w:rsid w:val="0002375F"/>
    <w:rsid w:val="0002609A"/>
    <w:rsid w:val="00026E80"/>
    <w:rsid w:val="00027B63"/>
    <w:rsid w:val="00034379"/>
    <w:rsid w:val="00037F79"/>
    <w:rsid w:val="00037FF7"/>
    <w:rsid w:val="000407F6"/>
    <w:rsid w:val="000432CA"/>
    <w:rsid w:val="000449DA"/>
    <w:rsid w:val="00045247"/>
    <w:rsid w:val="00046366"/>
    <w:rsid w:val="000530F0"/>
    <w:rsid w:val="00054AD6"/>
    <w:rsid w:val="00054AF1"/>
    <w:rsid w:val="0005652F"/>
    <w:rsid w:val="00060CB4"/>
    <w:rsid w:val="00064099"/>
    <w:rsid w:val="00064762"/>
    <w:rsid w:val="00067458"/>
    <w:rsid w:val="00072ED0"/>
    <w:rsid w:val="00074934"/>
    <w:rsid w:val="00075134"/>
    <w:rsid w:val="000904C9"/>
    <w:rsid w:val="00090FEF"/>
    <w:rsid w:val="00092D9E"/>
    <w:rsid w:val="0009323A"/>
    <w:rsid w:val="0009655F"/>
    <w:rsid w:val="00097E60"/>
    <w:rsid w:val="000A0BEB"/>
    <w:rsid w:val="000A2028"/>
    <w:rsid w:val="000A4BC8"/>
    <w:rsid w:val="000A5897"/>
    <w:rsid w:val="000A5ACA"/>
    <w:rsid w:val="000B1719"/>
    <w:rsid w:val="000B259F"/>
    <w:rsid w:val="000B3B69"/>
    <w:rsid w:val="000B3C19"/>
    <w:rsid w:val="000B5813"/>
    <w:rsid w:val="000B7A1E"/>
    <w:rsid w:val="000C045F"/>
    <w:rsid w:val="000C0778"/>
    <w:rsid w:val="000C08EA"/>
    <w:rsid w:val="000C0AF3"/>
    <w:rsid w:val="000C2480"/>
    <w:rsid w:val="000D0373"/>
    <w:rsid w:val="000D1A55"/>
    <w:rsid w:val="000D1B78"/>
    <w:rsid w:val="000D4A41"/>
    <w:rsid w:val="000D598C"/>
    <w:rsid w:val="000D6719"/>
    <w:rsid w:val="000E718A"/>
    <w:rsid w:val="000E73E4"/>
    <w:rsid w:val="000E753A"/>
    <w:rsid w:val="000E7ABF"/>
    <w:rsid w:val="000E7E5F"/>
    <w:rsid w:val="000F022F"/>
    <w:rsid w:val="000F073A"/>
    <w:rsid w:val="000F09F8"/>
    <w:rsid w:val="00113FB7"/>
    <w:rsid w:val="00115ECA"/>
    <w:rsid w:val="00117C21"/>
    <w:rsid w:val="001230C5"/>
    <w:rsid w:val="00123773"/>
    <w:rsid w:val="00124D20"/>
    <w:rsid w:val="001263FC"/>
    <w:rsid w:val="0012745E"/>
    <w:rsid w:val="00130CD4"/>
    <w:rsid w:val="00130DE2"/>
    <w:rsid w:val="00130ECA"/>
    <w:rsid w:val="00132818"/>
    <w:rsid w:val="00134BAB"/>
    <w:rsid w:val="00135600"/>
    <w:rsid w:val="001371AA"/>
    <w:rsid w:val="001373DC"/>
    <w:rsid w:val="001378EA"/>
    <w:rsid w:val="0014335C"/>
    <w:rsid w:val="00145D79"/>
    <w:rsid w:val="001477CD"/>
    <w:rsid w:val="00152925"/>
    <w:rsid w:val="00152930"/>
    <w:rsid w:val="00154EA5"/>
    <w:rsid w:val="00163297"/>
    <w:rsid w:val="001635D3"/>
    <w:rsid w:val="00164064"/>
    <w:rsid w:val="00164C96"/>
    <w:rsid w:val="00167877"/>
    <w:rsid w:val="001777D0"/>
    <w:rsid w:val="00183487"/>
    <w:rsid w:val="00184BE4"/>
    <w:rsid w:val="00186957"/>
    <w:rsid w:val="001943C5"/>
    <w:rsid w:val="00197EE8"/>
    <w:rsid w:val="001A0D33"/>
    <w:rsid w:val="001A2F3A"/>
    <w:rsid w:val="001A5F14"/>
    <w:rsid w:val="001A7486"/>
    <w:rsid w:val="001B2874"/>
    <w:rsid w:val="001B4D21"/>
    <w:rsid w:val="001C02FD"/>
    <w:rsid w:val="001C5C86"/>
    <w:rsid w:val="001D1C9B"/>
    <w:rsid w:val="001D3221"/>
    <w:rsid w:val="001D3BC7"/>
    <w:rsid w:val="001D6956"/>
    <w:rsid w:val="001D7308"/>
    <w:rsid w:val="001E2723"/>
    <w:rsid w:val="001E2E74"/>
    <w:rsid w:val="001E6B3A"/>
    <w:rsid w:val="001F6C48"/>
    <w:rsid w:val="0020156E"/>
    <w:rsid w:val="00204074"/>
    <w:rsid w:val="00206253"/>
    <w:rsid w:val="00210CFA"/>
    <w:rsid w:val="00210EA9"/>
    <w:rsid w:val="002162A4"/>
    <w:rsid w:val="00216F7D"/>
    <w:rsid w:val="00217B77"/>
    <w:rsid w:val="00221EB3"/>
    <w:rsid w:val="0022559F"/>
    <w:rsid w:val="002318B2"/>
    <w:rsid w:val="00232155"/>
    <w:rsid w:val="002322E2"/>
    <w:rsid w:val="00232506"/>
    <w:rsid w:val="0023310A"/>
    <w:rsid w:val="002352A7"/>
    <w:rsid w:val="00236E5F"/>
    <w:rsid w:val="002458B4"/>
    <w:rsid w:val="002458CE"/>
    <w:rsid w:val="0025078E"/>
    <w:rsid w:val="002527FE"/>
    <w:rsid w:val="002539BA"/>
    <w:rsid w:val="00254065"/>
    <w:rsid w:val="00261D81"/>
    <w:rsid w:val="002628D2"/>
    <w:rsid w:val="00262AD5"/>
    <w:rsid w:val="002705B9"/>
    <w:rsid w:val="00277738"/>
    <w:rsid w:val="00281EB5"/>
    <w:rsid w:val="002833BB"/>
    <w:rsid w:val="0029008E"/>
    <w:rsid w:val="0029230F"/>
    <w:rsid w:val="002968D0"/>
    <w:rsid w:val="002A5EF4"/>
    <w:rsid w:val="002A6B49"/>
    <w:rsid w:val="002A765C"/>
    <w:rsid w:val="002B06E0"/>
    <w:rsid w:val="002B29AF"/>
    <w:rsid w:val="002B50EE"/>
    <w:rsid w:val="002C0373"/>
    <w:rsid w:val="002C1E8A"/>
    <w:rsid w:val="002C275F"/>
    <w:rsid w:val="002C3B5C"/>
    <w:rsid w:val="002D0E02"/>
    <w:rsid w:val="002D107F"/>
    <w:rsid w:val="002D140B"/>
    <w:rsid w:val="002D4DCB"/>
    <w:rsid w:val="002E274E"/>
    <w:rsid w:val="002E3831"/>
    <w:rsid w:val="002F4AF4"/>
    <w:rsid w:val="00300B39"/>
    <w:rsid w:val="00301541"/>
    <w:rsid w:val="003067BB"/>
    <w:rsid w:val="003068CC"/>
    <w:rsid w:val="003074BB"/>
    <w:rsid w:val="00307BE8"/>
    <w:rsid w:val="00310FAF"/>
    <w:rsid w:val="00313AB8"/>
    <w:rsid w:val="00314AD1"/>
    <w:rsid w:val="003164D6"/>
    <w:rsid w:val="00322B01"/>
    <w:rsid w:val="003230A2"/>
    <w:rsid w:val="00331403"/>
    <w:rsid w:val="00331AD7"/>
    <w:rsid w:val="0033245E"/>
    <w:rsid w:val="003325B3"/>
    <w:rsid w:val="00336A04"/>
    <w:rsid w:val="00337D6D"/>
    <w:rsid w:val="00340671"/>
    <w:rsid w:val="003409D7"/>
    <w:rsid w:val="00343A80"/>
    <w:rsid w:val="003444EA"/>
    <w:rsid w:val="00345DF0"/>
    <w:rsid w:val="003568AF"/>
    <w:rsid w:val="00357287"/>
    <w:rsid w:val="0036129B"/>
    <w:rsid w:val="00362145"/>
    <w:rsid w:val="003648DF"/>
    <w:rsid w:val="0036520C"/>
    <w:rsid w:val="00367802"/>
    <w:rsid w:val="00370944"/>
    <w:rsid w:val="00383FFE"/>
    <w:rsid w:val="00384329"/>
    <w:rsid w:val="00392147"/>
    <w:rsid w:val="00393DBA"/>
    <w:rsid w:val="00394C51"/>
    <w:rsid w:val="003A3588"/>
    <w:rsid w:val="003A72C2"/>
    <w:rsid w:val="003B1136"/>
    <w:rsid w:val="003B6E9C"/>
    <w:rsid w:val="003C2D39"/>
    <w:rsid w:val="003C6E96"/>
    <w:rsid w:val="003D0778"/>
    <w:rsid w:val="003D2762"/>
    <w:rsid w:val="003D4A56"/>
    <w:rsid w:val="003D76C2"/>
    <w:rsid w:val="003E316E"/>
    <w:rsid w:val="003E4E3A"/>
    <w:rsid w:val="003F0EBB"/>
    <w:rsid w:val="003F166E"/>
    <w:rsid w:val="003F438E"/>
    <w:rsid w:val="003F4393"/>
    <w:rsid w:val="004057CF"/>
    <w:rsid w:val="004140C7"/>
    <w:rsid w:val="00424624"/>
    <w:rsid w:val="004246EF"/>
    <w:rsid w:val="00425FDC"/>
    <w:rsid w:val="004272B5"/>
    <w:rsid w:val="004377EA"/>
    <w:rsid w:val="00453313"/>
    <w:rsid w:val="00457980"/>
    <w:rsid w:val="004613C0"/>
    <w:rsid w:val="00461CA7"/>
    <w:rsid w:val="00464EB9"/>
    <w:rsid w:val="00466E47"/>
    <w:rsid w:val="00470ACB"/>
    <w:rsid w:val="00480D30"/>
    <w:rsid w:val="00481AB4"/>
    <w:rsid w:val="004831E4"/>
    <w:rsid w:val="004911BE"/>
    <w:rsid w:val="00491975"/>
    <w:rsid w:val="00491AED"/>
    <w:rsid w:val="00491C20"/>
    <w:rsid w:val="004925D8"/>
    <w:rsid w:val="00492FD0"/>
    <w:rsid w:val="00496208"/>
    <w:rsid w:val="004968B7"/>
    <w:rsid w:val="004A3844"/>
    <w:rsid w:val="004B4F90"/>
    <w:rsid w:val="004B6EDC"/>
    <w:rsid w:val="004B6F66"/>
    <w:rsid w:val="004C144D"/>
    <w:rsid w:val="004C5D1A"/>
    <w:rsid w:val="004D5DC0"/>
    <w:rsid w:val="004D5F90"/>
    <w:rsid w:val="004D6CFD"/>
    <w:rsid w:val="004D7D20"/>
    <w:rsid w:val="004E05D0"/>
    <w:rsid w:val="004E0E80"/>
    <w:rsid w:val="004E2D7A"/>
    <w:rsid w:val="004E3E6D"/>
    <w:rsid w:val="004E5072"/>
    <w:rsid w:val="004F2ECA"/>
    <w:rsid w:val="004F3659"/>
    <w:rsid w:val="004F3E7A"/>
    <w:rsid w:val="00504F35"/>
    <w:rsid w:val="005062AB"/>
    <w:rsid w:val="00507EE6"/>
    <w:rsid w:val="0051145E"/>
    <w:rsid w:val="0051217D"/>
    <w:rsid w:val="00515629"/>
    <w:rsid w:val="00520524"/>
    <w:rsid w:val="00521FE2"/>
    <w:rsid w:val="00530601"/>
    <w:rsid w:val="005311C8"/>
    <w:rsid w:val="00531BE7"/>
    <w:rsid w:val="00533717"/>
    <w:rsid w:val="00540A33"/>
    <w:rsid w:val="00542167"/>
    <w:rsid w:val="00545649"/>
    <w:rsid w:val="00546D7D"/>
    <w:rsid w:val="005472CE"/>
    <w:rsid w:val="005475E3"/>
    <w:rsid w:val="0055067C"/>
    <w:rsid w:val="00551797"/>
    <w:rsid w:val="005518A2"/>
    <w:rsid w:val="00551EE7"/>
    <w:rsid w:val="005628A5"/>
    <w:rsid w:val="00562A82"/>
    <w:rsid w:val="0056737B"/>
    <w:rsid w:val="005704B2"/>
    <w:rsid w:val="005711F2"/>
    <w:rsid w:val="005713BB"/>
    <w:rsid w:val="005716F5"/>
    <w:rsid w:val="005771D1"/>
    <w:rsid w:val="005775C0"/>
    <w:rsid w:val="005806A6"/>
    <w:rsid w:val="00581B01"/>
    <w:rsid w:val="0058486B"/>
    <w:rsid w:val="00584B29"/>
    <w:rsid w:val="00585E1D"/>
    <w:rsid w:val="00586B0A"/>
    <w:rsid w:val="00587DAC"/>
    <w:rsid w:val="00590F17"/>
    <w:rsid w:val="0059165E"/>
    <w:rsid w:val="00593540"/>
    <w:rsid w:val="005940CA"/>
    <w:rsid w:val="00595687"/>
    <w:rsid w:val="005A3F5D"/>
    <w:rsid w:val="005B2337"/>
    <w:rsid w:val="005B6947"/>
    <w:rsid w:val="005C001D"/>
    <w:rsid w:val="005C28C0"/>
    <w:rsid w:val="005C355E"/>
    <w:rsid w:val="005C715C"/>
    <w:rsid w:val="005D1C1F"/>
    <w:rsid w:val="005D28C1"/>
    <w:rsid w:val="005D5CC8"/>
    <w:rsid w:val="005E2F0C"/>
    <w:rsid w:val="005F1F0F"/>
    <w:rsid w:val="005F7DE2"/>
    <w:rsid w:val="00605998"/>
    <w:rsid w:val="00606508"/>
    <w:rsid w:val="00610618"/>
    <w:rsid w:val="00613EE1"/>
    <w:rsid w:val="006155EF"/>
    <w:rsid w:val="00617DC6"/>
    <w:rsid w:val="00620D09"/>
    <w:rsid w:val="0062116A"/>
    <w:rsid w:val="0062127F"/>
    <w:rsid w:val="00622319"/>
    <w:rsid w:val="00624852"/>
    <w:rsid w:val="006254FA"/>
    <w:rsid w:val="00625641"/>
    <w:rsid w:val="00626C0B"/>
    <w:rsid w:val="006360A6"/>
    <w:rsid w:val="00637FF1"/>
    <w:rsid w:val="00643628"/>
    <w:rsid w:val="00645F89"/>
    <w:rsid w:val="006470FE"/>
    <w:rsid w:val="00647228"/>
    <w:rsid w:val="00647D16"/>
    <w:rsid w:val="00651152"/>
    <w:rsid w:val="0065269C"/>
    <w:rsid w:val="00652B9F"/>
    <w:rsid w:val="00653F1F"/>
    <w:rsid w:val="0065484A"/>
    <w:rsid w:val="00657E9A"/>
    <w:rsid w:val="00664041"/>
    <w:rsid w:val="00665472"/>
    <w:rsid w:val="006664B4"/>
    <w:rsid w:val="006671BD"/>
    <w:rsid w:val="006755EF"/>
    <w:rsid w:val="00675D08"/>
    <w:rsid w:val="00675D3A"/>
    <w:rsid w:val="00676CE0"/>
    <w:rsid w:val="00677AB4"/>
    <w:rsid w:val="00681304"/>
    <w:rsid w:val="00681E24"/>
    <w:rsid w:val="00682B45"/>
    <w:rsid w:val="00683E92"/>
    <w:rsid w:val="00691625"/>
    <w:rsid w:val="00691D8A"/>
    <w:rsid w:val="00694B03"/>
    <w:rsid w:val="00695B07"/>
    <w:rsid w:val="006962FF"/>
    <w:rsid w:val="006970A4"/>
    <w:rsid w:val="006973D5"/>
    <w:rsid w:val="006A13CC"/>
    <w:rsid w:val="006A776C"/>
    <w:rsid w:val="006B2B0F"/>
    <w:rsid w:val="006B4254"/>
    <w:rsid w:val="006B4DAF"/>
    <w:rsid w:val="006B615C"/>
    <w:rsid w:val="006C2D27"/>
    <w:rsid w:val="006C7565"/>
    <w:rsid w:val="006D20B8"/>
    <w:rsid w:val="006D2F3F"/>
    <w:rsid w:val="006D33F0"/>
    <w:rsid w:val="006D55E3"/>
    <w:rsid w:val="006D6776"/>
    <w:rsid w:val="006D67B6"/>
    <w:rsid w:val="006D71A7"/>
    <w:rsid w:val="006E4108"/>
    <w:rsid w:val="006E48C6"/>
    <w:rsid w:val="006F74FD"/>
    <w:rsid w:val="006F7534"/>
    <w:rsid w:val="00700F7C"/>
    <w:rsid w:val="00701901"/>
    <w:rsid w:val="00701A2D"/>
    <w:rsid w:val="00707A6F"/>
    <w:rsid w:val="007116C4"/>
    <w:rsid w:val="00712AD6"/>
    <w:rsid w:val="007153FE"/>
    <w:rsid w:val="00717DAF"/>
    <w:rsid w:val="00723446"/>
    <w:rsid w:val="0072388F"/>
    <w:rsid w:val="00724FA1"/>
    <w:rsid w:val="00727020"/>
    <w:rsid w:val="00727355"/>
    <w:rsid w:val="00730DE1"/>
    <w:rsid w:val="007332C7"/>
    <w:rsid w:val="00736782"/>
    <w:rsid w:val="007373B4"/>
    <w:rsid w:val="00741F45"/>
    <w:rsid w:val="00743F19"/>
    <w:rsid w:val="00744DB3"/>
    <w:rsid w:val="0075122E"/>
    <w:rsid w:val="007564B7"/>
    <w:rsid w:val="00760E3B"/>
    <w:rsid w:val="00763734"/>
    <w:rsid w:val="00764951"/>
    <w:rsid w:val="0076590D"/>
    <w:rsid w:val="007672AB"/>
    <w:rsid w:val="00770308"/>
    <w:rsid w:val="00770FD1"/>
    <w:rsid w:val="00771E96"/>
    <w:rsid w:val="00772DB1"/>
    <w:rsid w:val="0077320E"/>
    <w:rsid w:val="00786291"/>
    <w:rsid w:val="00786EBD"/>
    <w:rsid w:val="00787484"/>
    <w:rsid w:val="007908CE"/>
    <w:rsid w:val="007913B1"/>
    <w:rsid w:val="00794372"/>
    <w:rsid w:val="00796A96"/>
    <w:rsid w:val="007A0211"/>
    <w:rsid w:val="007A1189"/>
    <w:rsid w:val="007A1307"/>
    <w:rsid w:val="007A4144"/>
    <w:rsid w:val="007B0AEB"/>
    <w:rsid w:val="007B3C2F"/>
    <w:rsid w:val="007B4E9F"/>
    <w:rsid w:val="007C2F6C"/>
    <w:rsid w:val="007C3D52"/>
    <w:rsid w:val="007C78F4"/>
    <w:rsid w:val="007C78FB"/>
    <w:rsid w:val="007D517A"/>
    <w:rsid w:val="007E1169"/>
    <w:rsid w:val="007E3178"/>
    <w:rsid w:val="007E45B2"/>
    <w:rsid w:val="007E48B8"/>
    <w:rsid w:val="007E4DEF"/>
    <w:rsid w:val="007E53EC"/>
    <w:rsid w:val="007E5676"/>
    <w:rsid w:val="007F43C3"/>
    <w:rsid w:val="007F5D90"/>
    <w:rsid w:val="007F5E78"/>
    <w:rsid w:val="008002E5"/>
    <w:rsid w:val="0080128B"/>
    <w:rsid w:val="00803C89"/>
    <w:rsid w:val="00803CBD"/>
    <w:rsid w:val="00805C3C"/>
    <w:rsid w:val="008065A2"/>
    <w:rsid w:val="00806E4F"/>
    <w:rsid w:val="00806F63"/>
    <w:rsid w:val="0081102F"/>
    <w:rsid w:val="00812C7E"/>
    <w:rsid w:val="00817B6B"/>
    <w:rsid w:val="00822D0F"/>
    <w:rsid w:val="00826FDA"/>
    <w:rsid w:val="00827D0F"/>
    <w:rsid w:val="008302A2"/>
    <w:rsid w:val="00832D3A"/>
    <w:rsid w:val="008371DF"/>
    <w:rsid w:val="00840148"/>
    <w:rsid w:val="008414FF"/>
    <w:rsid w:val="008441CF"/>
    <w:rsid w:val="00844EF6"/>
    <w:rsid w:val="00845A45"/>
    <w:rsid w:val="0085137D"/>
    <w:rsid w:val="00855524"/>
    <w:rsid w:val="008579B7"/>
    <w:rsid w:val="00860414"/>
    <w:rsid w:val="00860501"/>
    <w:rsid w:val="008622C7"/>
    <w:rsid w:val="00862C6F"/>
    <w:rsid w:val="008654E4"/>
    <w:rsid w:val="00865611"/>
    <w:rsid w:val="00865CCD"/>
    <w:rsid w:val="00865DC3"/>
    <w:rsid w:val="00866B2D"/>
    <w:rsid w:val="0086715F"/>
    <w:rsid w:val="00867C75"/>
    <w:rsid w:val="00867E3D"/>
    <w:rsid w:val="00875BA5"/>
    <w:rsid w:val="0087642A"/>
    <w:rsid w:val="008825D7"/>
    <w:rsid w:val="00882DE0"/>
    <w:rsid w:val="00885B11"/>
    <w:rsid w:val="00885CB9"/>
    <w:rsid w:val="00885DBD"/>
    <w:rsid w:val="0088696C"/>
    <w:rsid w:val="00891108"/>
    <w:rsid w:val="00891E44"/>
    <w:rsid w:val="00895854"/>
    <w:rsid w:val="00896677"/>
    <w:rsid w:val="00896B50"/>
    <w:rsid w:val="008A0778"/>
    <w:rsid w:val="008A2286"/>
    <w:rsid w:val="008A3279"/>
    <w:rsid w:val="008A4075"/>
    <w:rsid w:val="008A53CF"/>
    <w:rsid w:val="008A5CB5"/>
    <w:rsid w:val="008B0DA3"/>
    <w:rsid w:val="008B39D8"/>
    <w:rsid w:val="008B4B3E"/>
    <w:rsid w:val="008C0029"/>
    <w:rsid w:val="008C29BB"/>
    <w:rsid w:val="008C53B0"/>
    <w:rsid w:val="008C58C3"/>
    <w:rsid w:val="008C7259"/>
    <w:rsid w:val="008D36CE"/>
    <w:rsid w:val="008D373D"/>
    <w:rsid w:val="008D3A53"/>
    <w:rsid w:val="008D4539"/>
    <w:rsid w:val="008E1D0B"/>
    <w:rsid w:val="008E3D8A"/>
    <w:rsid w:val="008E58F1"/>
    <w:rsid w:val="008E5C4D"/>
    <w:rsid w:val="008E618F"/>
    <w:rsid w:val="008F2F5C"/>
    <w:rsid w:val="008F39CE"/>
    <w:rsid w:val="008F4213"/>
    <w:rsid w:val="008F4BBD"/>
    <w:rsid w:val="008F6EA7"/>
    <w:rsid w:val="009003A0"/>
    <w:rsid w:val="00901FB7"/>
    <w:rsid w:val="009025E8"/>
    <w:rsid w:val="0090272B"/>
    <w:rsid w:val="009063C8"/>
    <w:rsid w:val="009064B4"/>
    <w:rsid w:val="009107E2"/>
    <w:rsid w:val="00913ADD"/>
    <w:rsid w:val="00924668"/>
    <w:rsid w:val="00927A77"/>
    <w:rsid w:val="00931474"/>
    <w:rsid w:val="009320AF"/>
    <w:rsid w:val="00936A75"/>
    <w:rsid w:val="009411A3"/>
    <w:rsid w:val="0094165F"/>
    <w:rsid w:val="009440FD"/>
    <w:rsid w:val="00950DAB"/>
    <w:rsid w:val="009525C7"/>
    <w:rsid w:val="00952D65"/>
    <w:rsid w:val="00954487"/>
    <w:rsid w:val="00954965"/>
    <w:rsid w:val="0095719D"/>
    <w:rsid w:val="0095736D"/>
    <w:rsid w:val="00961FC8"/>
    <w:rsid w:val="009628BB"/>
    <w:rsid w:val="00963744"/>
    <w:rsid w:val="00966A91"/>
    <w:rsid w:val="009706A8"/>
    <w:rsid w:val="009716B6"/>
    <w:rsid w:val="009732BC"/>
    <w:rsid w:val="009744D6"/>
    <w:rsid w:val="00976AC0"/>
    <w:rsid w:val="00977052"/>
    <w:rsid w:val="009771D4"/>
    <w:rsid w:val="00977908"/>
    <w:rsid w:val="0097794B"/>
    <w:rsid w:val="009809EC"/>
    <w:rsid w:val="00983A21"/>
    <w:rsid w:val="009850BA"/>
    <w:rsid w:val="00990705"/>
    <w:rsid w:val="009942FC"/>
    <w:rsid w:val="0099654B"/>
    <w:rsid w:val="009A0C64"/>
    <w:rsid w:val="009A14CB"/>
    <w:rsid w:val="009A2413"/>
    <w:rsid w:val="009A756E"/>
    <w:rsid w:val="009B25FF"/>
    <w:rsid w:val="009B4F63"/>
    <w:rsid w:val="009B6363"/>
    <w:rsid w:val="009B6AB8"/>
    <w:rsid w:val="009B6FCE"/>
    <w:rsid w:val="009C1F31"/>
    <w:rsid w:val="009C46AA"/>
    <w:rsid w:val="009C4C03"/>
    <w:rsid w:val="009C729E"/>
    <w:rsid w:val="009D36BA"/>
    <w:rsid w:val="009D58E1"/>
    <w:rsid w:val="009D69E7"/>
    <w:rsid w:val="009E03F1"/>
    <w:rsid w:val="009E214F"/>
    <w:rsid w:val="009E2397"/>
    <w:rsid w:val="009E4EAF"/>
    <w:rsid w:val="009E525E"/>
    <w:rsid w:val="009E78B0"/>
    <w:rsid w:val="009F335A"/>
    <w:rsid w:val="009F6F76"/>
    <w:rsid w:val="00A04E1F"/>
    <w:rsid w:val="00A05A3F"/>
    <w:rsid w:val="00A05AB9"/>
    <w:rsid w:val="00A06756"/>
    <w:rsid w:val="00A10AB5"/>
    <w:rsid w:val="00A10EC5"/>
    <w:rsid w:val="00A171EB"/>
    <w:rsid w:val="00A2184E"/>
    <w:rsid w:val="00A22291"/>
    <w:rsid w:val="00A31A9A"/>
    <w:rsid w:val="00A40135"/>
    <w:rsid w:val="00A401C3"/>
    <w:rsid w:val="00A411A6"/>
    <w:rsid w:val="00A42D1C"/>
    <w:rsid w:val="00A43D3E"/>
    <w:rsid w:val="00A4566B"/>
    <w:rsid w:val="00A458FB"/>
    <w:rsid w:val="00A57613"/>
    <w:rsid w:val="00A608B9"/>
    <w:rsid w:val="00A61890"/>
    <w:rsid w:val="00A64114"/>
    <w:rsid w:val="00A644A0"/>
    <w:rsid w:val="00A65589"/>
    <w:rsid w:val="00A72976"/>
    <w:rsid w:val="00A73477"/>
    <w:rsid w:val="00A73C55"/>
    <w:rsid w:val="00A7434A"/>
    <w:rsid w:val="00A774CF"/>
    <w:rsid w:val="00A7792D"/>
    <w:rsid w:val="00A77DF7"/>
    <w:rsid w:val="00A77EB4"/>
    <w:rsid w:val="00A80DAE"/>
    <w:rsid w:val="00A81CFD"/>
    <w:rsid w:val="00A82092"/>
    <w:rsid w:val="00A8716D"/>
    <w:rsid w:val="00A93081"/>
    <w:rsid w:val="00A97196"/>
    <w:rsid w:val="00AA03AA"/>
    <w:rsid w:val="00AA5057"/>
    <w:rsid w:val="00AA548F"/>
    <w:rsid w:val="00AA5DAF"/>
    <w:rsid w:val="00AA6DE1"/>
    <w:rsid w:val="00AA71AF"/>
    <w:rsid w:val="00AB2FD8"/>
    <w:rsid w:val="00AC43FE"/>
    <w:rsid w:val="00AC49FD"/>
    <w:rsid w:val="00AC4CFE"/>
    <w:rsid w:val="00AC4E16"/>
    <w:rsid w:val="00AD1884"/>
    <w:rsid w:val="00AD4D09"/>
    <w:rsid w:val="00AD5D26"/>
    <w:rsid w:val="00AD5F6B"/>
    <w:rsid w:val="00AE3F4E"/>
    <w:rsid w:val="00AE5547"/>
    <w:rsid w:val="00AE5A71"/>
    <w:rsid w:val="00AE6276"/>
    <w:rsid w:val="00AE78CA"/>
    <w:rsid w:val="00AF134B"/>
    <w:rsid w:val="00AF1775"/>
    <w:rsid w:val="00AF2A7B"/>
    <w:rsid w:val="00AF37DB"/>
    <w:rsid w:val="00B017DE"/>
    <w:rsid w:val="00B02641"/>
    <w:rsid w:val="00B02D45"/>
    <w:rsid w:val="00B05890"/>
    <w:rsid w:val="00B06485"/>
    <w:rsid w:val="00B068A0"/>
    <w:rsid w:val="00B1236A"/>
    <w:rsid w:val="00B1329D"/>
    <w:rsid w:val="00B13798"/>
    <w:rsid w:val="00B16CAA"/>
    <w:rsid w:val="00B17FB6"/>
    <w:rsid w:val="00B206E5"/>
    <w:rsid w:val="00B217B2"/>
    <w:rsid w:val="00B2244D"/>
    <w:rsid w:val="00B227CA"/>
    <w:rsid w:val="00B22C13"/>
    <w:rsid w:val="00B244ED"/>
    <w:rsid w:val="00B26B1E"/>
    <w:rsid w:val="00B27433"/>
    <w:rsid w:val="00B32850"/>
    <w:rsid w:val="00B34645"/>
    <w:rsid w:val="00B55E64"/>
    <w:rsid w:val="00B56FBB"/>
    <w:rsid w:val="00B62190"/>
    <w:rsid w:val="00B65953"/>
    <w:rsid w:val="00B76CB3"/>
    <w:rsid w:val="00B84817"/>
    <w:rsid w:val="00B874B1"/>
    <w:rsid w:val="00B8765A"/>
    <w:rsid w:val="00B91C44"/>
    <w:rsid w:val="00B9290F"/>
    <w:rsid w:val="00B96483"/>
    <w:rsid w:val="00B97706"/>
    <w:rsid w:val="00BA5B07"/>
    <w:rsid w:val="00BA67A8"/>
    <w:rsid w:val="00BB4799"/>
    <w:rsid w:val="00BB775F"/>
    <w:rsid w:val="00BC2773"/>
    <w:rsid w:val="00BC6296"/>
    <w:rsid w:val="00BD1A2E"/>
    <w:rsid w:val="00BD2975"/>
    <w:rsid w:val="00BD4696"/>
    <w:rsid w:val="00BD6A77"/>
    <w:rsid w:val="00BE1863"/>
    <w:rsid w:val="00BE3FF1"/>
    <w:rsid w:val="00BE417C"/>
    <w:rsid w:val="00BE6456"/>
    <w:rsid w:val="00BF25E8"/>
    <w:rsid w:val="00BF3996"/>
    <w:rsid w:val="00BF4FF2"/>
    <w:rsid w:val="00BF5C34"/>
    <w:rsid w:val="00C028C0"/>
    <w:rsid w:val="00C04666"/>
    <w:rsid w:val="00C04DA4"/>
    <w:rsid w:val="00C07952"/>
    <w:rsid w:val="00C10E1C"/>
    <w:rsid w:val="00C222D4"/>
    <w:rsid w:val="00C34820"/>
    <w:rsid w:val="00C43430"/>
    <w:rsid w:val="00C43C18"/>
    <w:rsid w:val="00C46CEC"/>
    <w:rsid w:val="00C50B92"/>
    <w:rsid w:val="00C53140"/>
    <w:rsid w:val="00C531F4"/>
    <w:rsid w:val="00C5358E"/>
    <w:rsid w:val="00C54006"/>
    <w:rsid w:val="00C560E8"/>
    <w:rsid w:val="00C57B40"/>
    <w:rsid w:val="00C600CA"/>
    <w:rsid w:val="00C60E4A"/>
    <w:rsid w:val="00C61664"/>
    <w:rsid w:val="00C704B4"/>
    <w:rsid w:val="00C7304E"/>
    <w:rsid w:val="00C7306D"/>
    <w:rsid w:val="00C7407A"/>
    <w:rsid w:val="00C75636"/>
    <w:rsid w:val="00C80848"/>
    <w:rsid w:val="00C815DE"/>
    <w:rsid w:val="00C827A7"/>
    <w:rsid w:val="00C847D1"/>
    <w:rsid w:val="00C854D4"/>
    <w:rsid w:val="00C92EE1"/>
    <w:rsid w:val="00C95B7E"/>
    <w:rsid w:val="00C968D2"/>
    <w:rsid w:val="00CA1BBC"/>
    <w:rsid w:val="00CA3DE8"/>
    <w:rsid w:val="00CA480A"/>
    <w:rsid w:val="00CA5C44"/>
    <w:rsid w:val="00CB208E"/>
    <w:rsid w:val="00CB7402"/>
    <w:rsid w:val="00CC1395"/>
    <w:rsid w:val="00CC2EDD"/>
    <w:rsid w:val="00CC4B4C"/>
    <w:rsid w:val="00CC50C5"/>
    <w:rsid w:val="00CC6A02"/>
    <w:rsid w:val="00CC7FB6"/>
    <w:rsid w:val="00CD1E56"/>
    <w:rsid w:val="00CD256E"/>
    <w:rsid w:val="00CD42B1"/>
    <w:rsid w:val="00CD5578"/>
    <w:rsid w:val="00CD5C5A"/>
    <w:rsid w:val="00CE3F58"/>
    <w:rsid w:val="00CE5FB4"/>
    <w:rsid w:val="00CF0338"/>
    <w:rsid w:val="00CF0D7F"/>
    <w:rsid w:val="00CF480E"/>
    <w:rsid w:val="00CF5ABF"/>
    <w:rsid w:val="00CF603A"/>
    <w:rsid w:val="00D018AC"/>
    <w:rsid w:val="00D04E95"/>
    <w:rsid w:val="00D059CE"/>
    <w:rsid w:val="00D10334"/>
    <w:rsid w:val="00D11955"/>
    <w:rsid w:val="00D14778"/>
    <w:rsid w:val="00D16DA7"/>
    <w:rsid w:val="00D23D33"/>
    <w:rsid w:val="00D256AA"/>
    <w:rsid w:val="00D257A6"/>
    <w:rsid w:val="00D26D5D"/>
    <w:rsid w:val="00D33CA0"/>
    <w:rsid w:val="00D3571A"/>
    <w:rsid w:val="00D36240"/>
    <w:rsid w:val="00D37453"/>
    <w:rsid w:val="00D43713"/>
    <w:rsid w:val="00D45ECF"/>
    <w:rsid w:val="00D4617E"/>
    <w:rsid w:val="00D549FC"/>
    <w:rsid w:val="00D56148"/>
    <w:rsid w:val="00D56A9C"/>
    <w:rsid w:val="00D64925"/>
    <w:rsid w:val="00D66898"/>
    <w:rsid w:val="00D71B05"/>
    <w:rsid w:val="00D71FD5"/>
    <w:rsid w:val="00D72385"/>
    <w:rsid w:val="00D725D6"/>
    <w:rsid w:val="00D72F2B"/>
    <w:rsid w:val="00D74E48"/>
    <w:rsid w:val="00D74F25"/>
    <w:rsid w:val="00D77697"/>
    <w:rsid w:val="00D8193E"/>
    <w:rsid w:val="00D8575B"/>
    <w:rsid w:val="00D86E31"/>
    <w:rsid w:val="00D9061C"/>
    <w:rsid w:val="00D9684B"/>
    <w:rsid w:val="00D97C99"/>
    <w:rsid w:val="00DA0DC2"/>
    <w:rsid w:val="00DA1C97"/>
    <w:rsid w:val="00DA2024"/>
    <w:rsid w:val="00DA2940"/>
    <w:rsid w:val="00DB06C6"/>
    <w:rsid w:val="00DB495E"/>
    <w:rsid w:val="00DC0274"/>
    <w:rsid w:val="00DC1439"/>
    <w:rsid w:val="00DD2EBD"/>
    <w:rsid w:val="00DD2F31"/>
    <w:rsid w:val="00DD34D0"/>
    <w:rsid w:val="00DD4AF3"/>
    <w:rsid w:val="00DD5B2F"/>
    <w:rsid w:val="00DD640C"/>
    <w:rsid w:val="00DD6A52"/>
    <w:rsid w:val="00DE0DA1"/>
    <w:rsid w:val="00DE27D7"/>
    <w:rsid w:val="00DE366E"/>
    <w:rsid w:val="00DE3835"/>
    <w:rsid w:val="00DE482B"/>
    <w:rsid w:val="00DE5DD6"/>
    <w:rsid w:val="00DF0605"/>
    <w:rsid w:val="00DF07A5"/>
    <w:rsid w:val="00DF09E4"/>
    <w:rsid w:val="00DF25AC"/>
    <w:rsid w:val="00DF35CA"/>
    <w:rsid w:val="00DF68C2"/>
    <w:rsid w:val="00DF68FB"/>
    <w:rsid w:val="00E045FF"/>
    <w:rsid w:val="00E0520A"/>
    <w:rsid w:val="00E06AA0"/>
    <w:rsid w:val="00E12422"/>
    <w:rsid w:val="00E2111F"/>
    <w:rsid w:val="00E22572"/>
    <w:rsid w:val="00E240AB"/>
    <w:rsid w:val="00E24CD6"/>
    <w:rsid w:val="00E308CF"/>
    <w:rsid w:val="00E32535"/>
    <w:rsid w:val="00E32C99"/>
    <w:rsid w:val="00E33D80"/>
    <w:rsid w:val="00E353A0"/>
    <w:rsid w:val="00E36801"/>
    <w:rsid w:val="00E4213E"/>
    <w:rsid w:val="00E46355"/>
    <w:rsid w:val="00E4660D"/>
    <w:rsid w:val="00E46681"/>
    <w:rsid w:val="00E4708B"/>
    <w:rsid w:val="00E5178E"/>
    <w:rsid w:val="00E549BE"/>
    <w:rsid w:val="00E55079"/>
    <w:rsid w:val="00E57C06"/>
    <w:rsid w:val="00E622CF"/>
    <w:rsid w:val="00E632AE"/>
    <w:rsid w:val="00E71480"/>
    <w:rsid w:val="00E75233"/>
    <w:rsid w:val="00E7554A"/>
    <w:rsid w:val="00E76212"/>
    <w:rsid w:val="00E803E7"/>
    <w:rsid w:val="00E843D0"/>
    <w:rsid w:val="00E8713F"/>
    <w:rsid w:val="00E922D2"/>
    <w:rsid w:val="00E97E32"/>
    <w:rsid w:val="00EA0854"/>
    <w:rsid w:val="00EA4D2C"/>
    <w:rsid w:val="00EA6044"/>
    <w:rsid w:val="00EA6AF4"/>
    <w:rsid w:val="00EA75BF"/>
    <w:rsid w:val="00EA7657"/>
    <w:rsid w:val="00EB3292"/>
    <w:rsid w:val="00EB7118"/>
    <w:rsid w:val="00EC3A51"/>
    <w:rsid w:val="00EC4E75"/>
    <w:rsid w:val="00EC4E7C"/>
    <w:rsid w:val="00EC57B6"/>
    <w:rsid w:val="00EC5F77"/>
    <w:rsid w:val="00EC7C31"/>
    <w:rsid w:val="00ED3277"/>
    <w:rsid w:val="00EE042F"/>
    <w:rsid w:val="00EE4A5D"/>
    <w:rsid w:val="00EE57BB"/>
    <w:rsid w:val="00EE668C"/>
    <w:rsid w:val="00EF08E8"/>
    <w:rsid w:val="00EF0FF9"/>
    <w:rsid w:val="00EF5046"/>
    <w:rsid w:val="00EF57EA"/>
    <w:rsid w:val="00EF68B0"/>
    <w:rsid w:val="00EF74CF"/>
    <w:rsid w:val="00F004CB"/>
    <w:rsid w:val="00F0115F"/>
    <w:rsid w:val="00F050D1"/>
    <w:rsid w:val="00F100AD"/>
    <w:rsid w:val="00F12581"/>
    <w:rsid w:val="00F14F4D"/>
    <w:rsid w:val="00F158CE"/>
    <w:rsid w:val="00F20F95"/>
    <w:rsid w:val="00F31BE1"/>
    <w:rsid w:val="00F3258F"/>
    <w:rsid w:val="00F32A76"/>
    <w:rsid w:val="00F32CAC"/>
    <w:rsid w:val="00F339F1"/>
    <w:rsid w:val="00F4170F"/>
    <w:rsid w:val="00F437E5"/>
    <w:rsid w:val="00F45AA6"/>
    <w:rsid w:val="00F500A8"/>
    <w:rsid w:val="00F53134"/>
    <w:rsid w:val="00F54D34"/>
    <w:rsid w:val="00F568F0"/>
    <w:rsid w:val="00F56E6B"/>
    <w:rsid w:val="00F622E2"/>
    <w:rsid w:val="00F7074A"/>
    <w:rsid w:val="00F70BB6"/>
    <w:rsid w:val="00F74EA0"/>
    <w:rsid w:val="00F7628E"/>
    <w:rsid w:val="00F76D3B"/>
    <w:rsid w:val="00F775B5"/>
    <w:rsid w:val="00F8084E"/>
    <w:rsid w:val="00F83918"/>
    <w:rsid w:val="00F907B1"/>
    <w:rsid w:val="00F90FCE"/>
    <w:rsid w:val="00FA39A2"/>
    <w:rsid w:val="00FA6635"/>
    <w:rsid w:val="00FA7C6B"/>
    <w:rsid w:val="00FB1076"/>
    <w:rsid w:val="00FB2D5E"/>
    <w:rsid w:val="00FB6F2C"/>
    <w:rsid w:val="00FB711A"/>
    <w:rsid w:val="00FC1932"/>
    <w:rsid w:val="00FC1D06"/>
    <w:rsid w:val="00FC4319"/>
    <w:rsid w:val="00FC6876"/>
    <w:rsid w:val="00FD090D"/>
    <w:rsid w:val="00FD2339"/>
    <w:rsid w:val="00FD2D89"/>
    <w:rsid w:val="00FD4E1A"/>
    <w:rsid w:val="00FD61D9"/>
    <w:rsid w:val="00FD7B00"/>
    <w:rsid w:val="00FE1E7D"/>
    <w:rsid w:val="00FE70AC"/>
    <w:rsid w:val="00FF0B47"/>
    <w:rsid w:val="00FF544B"/>
    <w:rsid w:val="00FF7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E3"/>
    <w:pPr>
      <w:spacing w:line="36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18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5062AB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062AB"/>
    <w:rPr>
      <w:rFonts w:ascii="Times New Roman" w:hAnsi="Times New Roman"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rsid w:val="005062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6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86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2</Pages>
  <Words>192</Words>
  <Characters>1099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permyakova_ov</dc:creator>
  <cp:keywords/>
  <dc:description/>
  <cp:lastModifiedBy>User</cp:lastModifiedBy>
  <cp:revision>27</cp:revision>
  <cp:lastPrinted>2014-06-06T01:30:00Z</cp:lastPrinted>
  <dcterms:created xsi:type="dcterms:W3CDTF">2012-12-13T03:44:00Z</dcterms:created>
  <dcterms:modified xsi:type="dcterms:W3CDTF">2014-10-01T03:54:00Z</dcterms:modified>
</cp:coreProperties>
</file>