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1FA" w:rsidRPr="00F05878" w:rsidRDefault="002671FA" w:rsidP="003949B4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F05878">
        <w:rPr>
          <w:rFonts w:ascii="Times New Roman" w:hAnsi="Times New Roman"/>
          <w:bCs/>
          <w:color w:val="000000"/>
          <w:sz w:val="24"/>
          <w:szCs w:val="24"/>
        </w:rPr>
        <w:t>Приложение № 2</w:t>
      </w:r>
    </w:p>
    <w:p w:rsidR="002671FA" w:rsidRPr="00F05878" w:rsidRDefault="002671FA" w:rsidP="00E00A52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F05878">
        <w:rPr>
          <w:rFonts w:ascii="Times New Roman" w:hAnsi="Times New Roman"/>
          <w:sz w:val="24"/>
          <w:szCs w:val="24"/>
        </w:rPr>
        <w:t>к постановлению администрации Дальнереченского городского округа от ___________________  № ____</w:t>
      </w:r>
    </w:p>
    <w:p w:rsidR="002671FA" w:rsidRPr="00F05878" w:rsidRDefault="002671FA" w:rsidP="00E00A52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bCs/>
          <w:color w:val="000000"/>
        </w:rPr>
      </w:pPr>
    </w:p>
    <w:p w:rsidR="002671FA" w:rsidRPr="00F05878" w:rsidRDefault="002671FA" w:rsidP="00A11C09">
      <w:pPr>
        <w:ind w:left="9781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F05878">
        <w:rPr>
          <w:rFonts w:ascii="Times New Roman" w:hAnsi="Times New Roman"/>
          <w:bCs/>
          <w:color w:val="000000"/>
          <w:sz w:val="20"/>
          <w:szCs w:val="20"/>
        </w:rPr>
        <w:t>«Приложение № 4</w:t>
      </w:r>
    </w:p>
    <w:p w:rsidR="002671FA" w:rsidRPr="00F05878" w:rsidRDefault="002671FA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0"/>
          <w:szCs w:val="20"/>
        </w:rPr>
      </w:pPr>
      <w:r w:rsidRPr="00F05878">
        <w:rPr>
          <w:rFonts w:ascii="Times New Roman" w:hAnsi="Times New Roman"/>
          <w:sz w:val="20"/>
          <w:szCs w:val="20"/>
        </w:rPr>
        <w:t>к муниципальной программе «Развитие образования Дальнереченского городского округа»  на 2014-2017 годы,</w:t>
      </w:r>
    </w:p>
    <w:p w:rsidR="002671FA" w:rsidRPr="00F05878" w:rsidRDefault="002671FA" w:rsidP="003949B4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0"/>
          <w:szCs w:val="20"/>
        </w:rPr>
      </w:pPr>
      <w:r w:rsidRPr="00F05878">
        <w:rPr>
          <w:rFonts w:ascii="Times New Roman" w:hAnsi="Times New Roman"/>
          <w:sz w:val="20"/>
          <w:szCs w:val="20"/>
        </w:rPr>
        <w:t xml:space="preserve">утвержденной постановлением администрации  Дальнереченского городского округа </w:t>
      </w:r>
    </w:p>
    <w:tbl>
      <w:tblPr>
        <w:tblW w:w="0" w:type="auto"/>
        <w:tblInd w:w="9889" w:type="dxa"/>
        <w:tblLook w:val="00A0"/>
      </w:tblPr>
      <w:tblGrid>
        <w:gridCol w:w="5180"/>
      </w:tblGrid>
      <w:tr w:rsidR="002671FA" w:rsidRPr="00F05878" w:rsidTr="00A141EB">
        <w:tc>
          <w:tcPr>
            <w:tcW w:w="5180" w:type="dxa"/>
          </w:tcPr>
          <w:p w:rsidR="002671FA" w:rsidRPr="00F05878" w:rsidRDefault="002671FA" w:rsidP="00A141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5878">
              <w:rPr>
                <w:rFonts w:ascii="Times New Roman" w:hAnsi="Times New Roman"/>
                <w:bCs/>
                <w:sz w:val="20"/>
                <w:szCs w:val="20"/>
              </w:rPr>
              <w:t xml:space="preserve">от 15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05878">
                <w:rPr>
                  <w:rFonts w:ascii="Times New Roman" w:hAnsi="Times New Roman"/>
                  <w:bCs/>
                  <w:sz w:val="20"/>
                  <w:szCs w:val="20"/>
                </w:rPr>
                <w:t>2013 г</w:t>
              </w:r>
            </w:smartTag>
            <w:r w:rsidRPr="00F05878">
              <w:rPr>
                <w:rFonts w:ascii="Times New Roman" w:hAnsi="Times New Roman"/>
                <w:bCs/>
                <w:sz w:val="20"/>
                <w:szCs w:val="20"/>
              </w:rPr>
              <w:t xml:space="preserve"> № 1258</w:t>
            </w:r>
          </w:p>
        </w:tc>
      </w:tr>
    </w:tbl>
    <w:p w:rsidR="002671FA" w:rsidRPr="00F05878" w:rsidRDefault="002671FA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671FA" w:rsidRPr="00F05878" w:rsidRDefault="002671FA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2671FA" w:rsidRPr="00F05878" w:rsidRDefault="002671FA" w:rsidP="00DC5D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05878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2671FA" w:rsidRPr="00F05878" w:rsidRDefault="002671FA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5878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Дальнереченского городского округа </w:t>
      </w:r>
    </w:p>
    <w:p w:rsidR="002671FA" w:rsidRPr="00F05878" w:rsidRDefault="002671FA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5878">
        <w:rPr>
          <w:rFonts w:ascii="Times New Roman" w:hAnsi="Times New Roman"/>
          <w:b/>
          <w:sz w:val="24"/>
          <w:szCs w:val="24"/>
        </w:rPr>
        <w:t>за счет средств местного бюджета, (тыс. руб.)</w:t>
      </w:r>
    </w:p>
    <w:p w:rsidR="002671FA" w:rsidRPr="00F05878" w:rsidRDefault="002671FA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05878">
        <w:rPr>
          <w:rFonts w:ascii="Times New Roman" w:hAnsi="Times New Roman"/>
          <w:b/>
          <w:sz w:val="24"/>
          <w:szCs w:val="24"/>
          <w:u w:val="single"/>
        </w:rPr>
        <w:t>«Развитие образования Дальнереченского городского округа» на 2014-2017годы</w:t>
      </w:r>
    </w:p>
    <w:p w:rsidR="002671FA" w:rsidRPr="00F05878" w:rsidRDefault="002671FA" w:rsidP="00E908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4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4"/>
        <w:gridCol w:w="4840"/>
        <w:gridCol w:w="767"/>
        <w:gridCol w:w="773"/>
        <w:gridCol w:w="770"/>
        <w:gridCol w:w="1434"/>
        <w:gridCol w:w="656"/>
        <w:gridCol w:w="1320"/>
        <w:gridCol w:w="1430"/>
        <w:gridCol w:w="1320"/>
        <w:gridCol w:w="1320"/>
      </w:tblGrid>
      <w:tr w:rsidR="002671FA" w:rsidRPr="00F05878" w:rsidTr="002F039D">
        <w:trPr>
          <w:trHeight w:val="593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67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773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:rsidR="002671FA" w:rsidRPr="00F05878" w:rsidRDefault="002671FA" w:rsidP="002F03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РзПр</w:t>
            </w:r>
          </w:p>
        </w:tc>
        <w:tc>
          <w:tcPr>
            <w:tcW w:w="14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56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671FA" w:rsidRPr="00F05878" w:rsidRDefault="002671FA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:rsidR="002671FA" w:rsidRPr="00F05878" w:rsidRDefault="002671FA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671FA" w:rsidRPr="00F05878" w:rsidRDefault="002671FA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671FA" w:rsidRPr="00F05878" w:rsidRDefault="002671FA" w:rsidP="00E10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2017 год</w:t>
            </w:r>
          </w:p>
        </w:tc>
      </w:tr>
    </w:tbl>
    <w:p w:rsidR="002671FA" w:rsidRPr="00F05878" w:rsidRDefault="002671FA" w:rsidP="0006605A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4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4"/>
        <w:gridCol w:w="4840"/>
        <w:gridCol w:w="770"/>
        <w:gridCol w:w="770"/>
        <w:gridCol w:w="770"/>
        <w:gridCol w:w="1430"/>
        <w:gridCol w:w="654"/>
        <w:gridCol w:w="1326"/>
        <w:gridCol w:w="1452"/>
        <w:gridCol w:w="1298"/>
        <w:gridCol w:w="1298"/>
      </w:tblGrid>
      <w:tr w:rsidR="002671FA" w:rsidRPr="00F05878" w:rsidTr="004D66BE">
        <w:trPr>
          <w:trHeight w:val="20"/>
          <w:tblHeader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:rsidR="002671FA" w:rsidRPr="00F05878" w:rsidRDefault="002671FA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Дальнереченского городского округа»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A54375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A54375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05 0 0000</w:t>
            </w:r>
          </w:p>
          <w:p w:rsidR="002671FA" w:rsidRPr="00F05878" w:rsidRDefault="002671FA" w:rsidP="00A54375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2016-2017 гг.</w:t>
            </w:r>
          </w:p>
          <w:p w:rsidR="002671FA" w:rsidRPr="00F05878" w:rsidRDefault="002671FA" w:rsidP="00A54375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05 0 00 00000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140 998,20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122 671,038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114 696,24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102 184,18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vMerge w:val="restart"/>
            <w:shd w:val="clear" w:color="000000" w:fill="FFFFFF"/>
            <w:textDirection w:val="btLr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5878">
              <w:rPr>
                <w:rFonts w:ascii="Times New Roman" w:hAnsi="Times New Roman"/>
                <w:b/>
                <w:bCs/>
                <w:sz w:val="20"/>
                <w:szCs w:val="20"/>
              </w:rPr>
              <w:t>Соисполни</w:t>
            </w:r>
          </w:p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5878">
              <w:rPr>
                <w:rFonts w:ascii="Times New Roman" w:hAnsi="Times New Roman"/>
                <w:b/>
                <w:bCs/>
                <w:sz w:val="20"/>
                <w:szCs w:val="20"/>
              </w:rPr>
              <w:t>тели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казенное учреждение «Управление образования» Дальнереченского городского округа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05 0 0000</w:t>
            </w:r>
          </w:p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2016-2017гг.</w:t>
            </w:r>
          </w:p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05 0 00 00000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139 836,20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122 552,75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2010B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114 696,24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102 184,18</w:t>
            </w:r>
          </w:p>
        </w:tc>
      </w:tr>
      <w:tr w:rsidR="002671FA" w:rsidRPr="00F05878" w:rsidTr="004D66BE">
        <w:trPr>
          <w:trHeight w:val="503"/>
        </w:trPr>
        <w:tc>
          <w:tcPr>
            <w:tcW w:w="834" w:type="dxa"/>
            <w:vMerge/>
            <w:vAlign w:val="center"/>
          </w:tcPr>
          <w:p w:rsidR="002671FA" w:rsidRPr="00F05878" w:rsidRDefault="002671FA" w:rsidP="00022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Style w:val="a0"/>
                <w:rFonts w:ascii="Times New Roman" w:hAnsi="Times New Roman"/>
                <w:b/>
                <w:color w:val="000000"/>
                <w:sz w:val="24"/>
                <w:szCs w:val="24"/>
              </w:rPr>
              <w:t>Отдел спорта и молодежной политики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05 0 0000</w:t>
            </w:r>
          </w:p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2016-2017гг.</w:t>
            </w:r>
          </w:p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05 0 00 00000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1 162,00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118,288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05 1 0000</w:t>
            </w:r>
          </w:p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2016-2017гг.</w:t>
            </w:r>
          </w:p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05 1 00 00000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58 646,70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53 014,474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47 798,24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05 1 2014</w:t>
            </w:r>
          </w:p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05 1 00 20140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52 494,23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46 805,714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41 798,24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05 1 9307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05 1 00 93070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9C6E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05 1 2013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05 1 00 20130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9C6E3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6 178,76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23020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6 000,00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9C6E3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05 1 2013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05 1 00 20130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1 760,00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6 178,76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6 000,00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C84E32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2014-2015гг.</w:t>
            </w:r>
          </w:p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05 1 2013</w:t>
            </w:r>
          </w:p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05 1 00 20130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1FA" w:rsidRPr="00F05878" w:rsidTr="004D66BE">
        <w:trPr>
          <w:trHeight w:val="798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Изготовление проектно-строительной документации на реконструкцию</w:t>
            </w:r>
          </w:p>
          <w:p w:rsidR="002671FA" w:rsidRPr="00F05878" w:rsidRDefault="002671FA" w:rsidP="00A6311C">
            <w:pPr>
              <w:tabs>
                <w:tab w:val="left" w:pos="2436"/>
              </w:tabs>
              <w:spacing w:after="0"/>
              <w:rPr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F05878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2014-2015гг.</w:t>
            </w:r>
          </w:p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05 1 2013</w:t>
            </w:r>
          </w:p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05 1 00 20130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6C54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05 1 2015</w:t>
            </w:r>
          </w:p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05 1 00 20150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6B63A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Устройство приточно-вытяжной вентиляции на пищеблоке с ПСД 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(МБДОУ «Детский сад № 1»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«Детский сад № 7»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«ЦРР-Детский сад № 10»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«Детский сад № 6»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дошкольные учреждения (из расчета 60 тыс.руб на 1 группу))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и приобретение материалов </w:t>
            </w:r>
          </w:p>
          <w:p w:rsidR="002671FA" w:rsidRPr="00F05878" w:rsidRDefault="002671FA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(подвальное помещение) </w:t>
            </w:r>
          </w:p>
          <w:p w:rsidR="002671FA" w:rsidRPr="00F05878" w:rsidRDefault="002671FA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(МБДОУ «ЦРР-Детский сад № 10»)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299,00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(внутренние работы) </w:t>
            </w:r>
          </w:p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(МБДОУ «Д/с № 7»)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Замена трубопровода отопления</w:t>
            </w:r>
          </w:p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(МБДОУ «ЦРР-Детский сад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Устройство воздушной линии</w:t>
            </w:r>
          </w:p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(МБДОУ «ЦРР-Детский сад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993D2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2671FA" w:rsidRPr="00F05878" w:rsidRDefault="002671FA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(МБДОУ «Детский сад № 1»; </w:t>
            </w:r>
          </w:p>
          <w:p w:rsidR="002671FA" w:rsidRPr="00F05878" w:rsidRDefault="002671FA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5»; </w:t>
            </w:r>
          </w:p>
          <w:p w:rsidR="002671FA" w:rsidRPr="00F05878" w:rsidRDefault="002671FA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Установка теневых навесов 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656,34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Устройство асфальтобетонного покрытия территории, всего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(МБДОУ «ЦРР-Детский сад № 12»;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«Детский сад № 1»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«ЦРР-Детский сад № 10»;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«Детский сад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Ремонт металлического ограждения территории </w:t>
            </w:r>
          </w:p>
          <w:p w:rsidR="002671FA" w:rsidRPr="00F05878" w:rsidRDefault="002671FA" w:rsidP="00636BFA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10»; </w:t>
            </w:r>
          </w:p>
          <w:p w:rsidR="002671FA" w:rsidRPr="00F05878" w:rsidRDefault="002671FA" w:rsidP="00636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«ЦРР-Детский сад № 5»;</w:t>
            </w:r>
          </w:p>
          <w:p w:rsidR="002671FA" w:rsidRPr="00F05878" w:rsidRDefault="002671FA" w:rsidP="00636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786,55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(МБДОУ «ЦРР-Детский сад № 5»;</w:t>
            </w:r>
          </w:p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«Детский сад № 6»;</w:t>
            </w:r>
          </w:p>
          <w:p w:rsidR="002671FA" w:rsidRPr="00F05878" w:rsidRDefault="002671FA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Установка систем внутреннего видеонаблюдения</w:t>
            </w:r>
          </w:p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 (МБДОУ «ЦРР-Детский сад № 10»; </w:t>
            </w:r>
          </w:p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12»; </w:t>
            </w:r>
          </w:p>
          <w:p w:rsidR="002671FA" w:rsidRPr="00F05878" w:rsidRDefault="002671FA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«Детский сад № 1»)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Установка искусственного освещения на территории детских садов 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Замена окон, всего 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(МБДОУ «ЦРР-д/с № 5»;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«ЦРР д/с № 10»)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431,50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252,55</w:t>
            </w:r>
          </w:p>
          <w:p w:rsidR="002671FA" w:rsidRPr="00F05878" w:rsidRDefault="002671FA" w:rsidP="003837F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178,95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Приобретение оконных блоков, всего </w:t>
            </w:r>
          </w:p>
          <w:p w:rsidR="002671FA" w:rsidRPr="00F05878" w:rsidRDefault="002671FA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(МБДОУ «Д/с № 6»;</w:t>
            </w:r>
          </w:p>
          <w:p w:rsidR="002671FA" w:rsidRPr="00F05878" w:rsidRDefault="002671FA" w:rsidP="00736CA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«Д/С № 7»;</w:t>
            </w:r>
          </w:p>
          <w:p w:rsidR="002671FA" w:rsidRPr="00F05878" w:rsidRDefault="002671FA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«ЦРР д/с № 10»;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«ЦРР д/с № 12)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376,00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94,00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82,00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C2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2671FA" w:rsidRPr="00F05878" w:rsidRDefault="002671FA" w:rsidP="00C25C01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МБДОУ «ЦРР д/с № 5»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 на территории д/с № 7.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05 1 2016</w:t>
            </w:r>
          </w:p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05 1 00 20160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600 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Приобретение технологического оборудования </w:t>
            </w:r>
          </w:p>
          <w:p w:rsidR="002671FA" w:rsidRPr="00F05878" w:rsidRDefault="002671FA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Приобретение медицинского оборудования </w:t>
            </w:r>
          </w:p>
          <w:p w:rsidR="002671FA" w:rsidRPr="00F05878" w:rsidRDefault="002671FA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</w:t>
            </w:r>
          </w:p>
          <w:p w:rsidR="002671FA" w:rsidRPr="00F05878" w:rsidRDefault="002671FA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Приобретение детской ростовой мебели </w:t>
            </w:r>
          </w:p>
          <w:p w:rsidR="002671FA" w:rsidRPr="00F05878" w:rsidRDefault="002671FA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A3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Приобретение кухонной утвари </w:t>
            </w:r>
          </w:p>
          <w:p w:rsidR="002671FA" w:rsidRPr="00F05878" w:rsidRDefault="002671FA" w:rsidP="00A3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Приобретение мягкого инвентаря 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1004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05 1 9309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05 1 00 93090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313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1.7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05 1 2046</w:t>
            </w:r>
          </w:p>
          <w:p w:rsidR="002671FA" w:rsidRPr="00F05878" w:rsidRDefault="002671FA" w:rsidP="0016627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1.8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0B67BE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05 1 5059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414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1.9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A80CC3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0"/>
                <w:b/>
                <w:color w:val="000000"/>
                <w:sz w:val="22"/>
                <w:szCs w:val="22"/>
              </w:rPr>
            </w:pPr>
            <w:r w:rsidRPr="00F05878">
              <w:rPr>
                <w:rStyle w:val="a0"/>
                <w:b/>
                <w:color w:val="000000"/>
                <w:sz w:val="22"/>
                <w:szCs w:val="22"/>
              </w:rPr>
              <w:t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дошкольного образования</w:t>
            </w:r>
          </w:p>
          <w:p w:rsidR="002671FA" w:rsidRPr="00F05878" w:rsidRDefault="002671FA" w:rsidP="00A80CC3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9E31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05 1 9202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C5E0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1C5E0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05 2 0000</w:t>
            </w:r>
          </w:p>
          <w:p w:rsidR="002671FA" w:rsidRPr="00F05878" w:rsidRDefault="002671FA" w:rsidP="001C5E0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52 230,14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41 248,908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40 214,21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35 855,84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C5E0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05 2 2014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05 2 00 20140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40 741,766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40 014,21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34 138,84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C5E0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05 2 9306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05 2 00 93060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C5E0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05 2 9305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05 2 00 93050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A27A8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05 2 2015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05 2 00 20150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8E33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690BB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258,24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B5B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1 400,00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</w:t>
            </w: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Приобретение, замена оконных блоков, всего в том числе</w:t>
            </w:r>
          </w:p>
          <w:p w:rsidR="002671FA" w:rsidRPr="00F05878" w:rsidRDefault="002671F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671FA" w:rsidRPr="00F05878" w:rsidRDefault="002671F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МБОУ «СОШ № 2» </w:t>
            </w:r>
          </w:p>
          <w:p w:rsidR="002671FA" w:rsidRPr="00F05878" w:rsidRDefault="002671F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МБОУ «СОШ № 3» </w:t>
            </w:r>
          </w:p>
          <w:p w:rsidR="002671FA" w:rsidRPr="00F05878" w:rsidRDefault="002671F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2671FA" w:rsidRPr="00F05878" w:rsidRDefault="002671F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2671FA" w:rsidRPr="00F05878" w:rsidRDefault="002671FA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2432,40</w:t>
            </w:r>
          </w:p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865,00</w:t>
            </w:r>
          </w:p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240,00</w:t>
            </w:r>
          </w:p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642,30</w:t>
            </w:r>
          </w:p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650,00</w:t>
            </w:r>
          </w:p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35,10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2671FA" w:rsidRPr="00F05878" w:rsidRDefault="002671FA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2671FA" w:rsidRPr="00F05878" w:rsidRDefault="002671FA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Устройство металлического ограждения территории школы </w:t>
            </w:r>
          </w:p>
          <w:p w:rsidR="002671FA" w:rsidRPr="00F05878" w:rsidRDefault="002671FA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375,00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Приобретение материалов для наружного освещения территории школы 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</w:rPr>
              <w:t>МБОУ «СОШ № 2»</w:t>
            </w:r>
          </w:p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</w:rPr>
              <w:t>МБОУ «СОШ № 3»</w:t>
            </w:r>
          </w:p>
          <w:p w:rsidR="002671FA" w:rsidRPr="00F05878" w:rsidRDefault="002671FA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</w:rPr>
              <w:t>МБОУ «СОШ № 2»</w:t>
            </w:r>
          </w:p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</w:rPr>
              <w:t>МБОУ «СОШ № 3»</w:t>
            </w:r>
          </w:p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</w:rPr>
              <w:t>МБОУ «СОШ № 5»</w:t>
            </w:r>
          </w:p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</w:rPr>
              <w:t>МБОУ «СОШ № 6»</w:t>
            </w:r>
          </w:p>
          <w:p w:rsidR="002671FA" w:rsidRPr="00F05878" w:rsidRDefault="002671FA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</w:rPr>
              <w:t>МБОУ «ООШ № 12»</w:t>
            </w:r>
          </w:p>
          <w:p w:rsidR="002671FA" w:rsidRPr="00F05878" w:rsidRDefault="002671FA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здания, всего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8D5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2671FA" w:rsidRPr="00F05878" w:rsidRDefault="002671FA" w:rsidP="008D5F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2671FA" w:rsidRPr="00F05878" w:rsidRDefault="002671FA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камня, всего </w:t>
            </w:r>
          </w:p>
          <w:p w:rsidR="002671FA" w:rsidRPr="00F05878" w:rsidRDefault="002671FA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2671FA" w:rsidRPr="00F05878" w:rsidRDefault="002671FA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</w:t>
            </w: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2671FA" w:rsidRPr="00F05878" w:rsidRDefault="002671FA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2671FA" w:rsidRPr="00F05878" w:rsidRDefault="002671FA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8E490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2671FA" w:rsidRPr="00F05878" w:rsidRDefault="002671FA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2671FA" w:rsidRPr="00F05878" w:rsidRDefault="002671FA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2671FA" w:rsidRPr="00F05878" w:rsidRDefault="002671FA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2671FA" w:rsidRPr="00F05878" w:rsidRDefault="002671FA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2671FA" w:rsidRPr="00F05878" w:rsidRDefault="002671FA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2671FA" w:rsidRPr="00F05878" w:rsidRDefault="002671FA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1 400,00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125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2671FA" w:rsidRPr="00F05878" w:rsidRDefault="002671FA" w:rsidP="0012502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2671FA" w:rsidRPr="00F05878" w:rsidRDefault="002671FA" w:rsidP="0012502F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</w:rPr>
              <w:t>МБОУ «СОШ № 2»</w:t>
            </w:r>
          </w:p>
          <w:p w:rsidR="002671FA" w:rsidRPr="00F05878" w:rsidRDefault="002671FA" w:rsidP="0012502F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</w:rPr>
              <w:t>МБОУ «СОШ № 3»</w:t>
            </w:r>
          </w:p>
          <w:p w:rsidR="002671FA" w:rsidRPr="00F05878" w:rsidRDefault="002671FA" w:rsidP="0012502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</w:rPr>
              <w:t>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258,24</w:t>
            </w:r>
          </w:p>
          <w:p w:rsidR="002671FA" w:rsidRPr="00F05878" w:rsidRDefault="002671FA" w:rsidP="00B620F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30,00</w:t>
            </w: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138,24</w:t>
            </w: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60,00</w:t>
            </w:r>
          </w:p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100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материально-технической базы общеобразовательных учреждений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05 2 2016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для школьных столовых</w:t>
            </w:r>
          </w:p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 постепенно)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Приобретение мебели в обеденный зал </w:t>
            </w:r>
          </w:p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 постепенно)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Приобретение подъемно-поворотных стульев в компьютерный класс </w:t>
            </w:r>
          </w:p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Приобретение учебников </w:t>
            </w:r>
          </w:p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A149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00 0  0000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A149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05 2 2046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2.8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Осуществление поддержки и социальной защиты одаренных детей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6C157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05 2 2017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2.8.2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9059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i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Проведение     городского    конкурса «Ученик года». 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630A0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Участие детей в заочных предметных олимпиадах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9D40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90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2.8.4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2.9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  <w:bCs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7F274E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272D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Трудоустройство несовершеннолетних в период летних каникул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2.10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05878">
              <w:rPr>
                <w:rFonts w:ascii="Times New Roman" w:hAnsi="Times New Roman"/>
                <w:b/>
                <w:bCs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7F274E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05 2 0000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415E1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48,902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9A6EC7">
            <w:pPr>
              <w:pStyle w:val="NormalWeb"/>
              <w:ind w:left="-15" w:right="-84"/>
            </w:pPr>
            <w:r w:rsidRPr="00F05878"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9A6EC7">
            <w:pPr>
              <w:pStyle w:val="NormalWeb"/>
              <w:ind w:left="-15" w:right="-84"/>
            </w:pPr>
            <w:r w:rsidRPr="00F05878"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2.10.3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9A6EC7">
            <w:pPr>
              <w:pStyle w:val="NormalWeb"/>
              <w:ind w:left="-15" w:right="-84"/>
            </w:pPr>
            <w:r w:rsidRPr="00F05878"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9A6EC7">
            <w:pPr>
              <w:pStyle w:val="NormalWeb"/>
              <w:ind w:left="-15" w:right="-84"/>
            </w:pPr>
            <w:r w:rsidRPr="00F05878"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9A6EC7">
            <w:pPr>
              <w:pStyle w:val="NormalWeb"/>
              <w:ind w:left="-15" w:right="-84"/>
            </w:pPr>
            <w:r w:rsidRPr="00F05878"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981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9C5426">
            <w:pPr>
              <w:pStyle w:val="NormalWeb"/>
              <w:ind w:right="-84"/>
            </w:pPr>
            <w:r w:rsidRPr="00F05878"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2.10.7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Мероприятия по противодействию распространения наркотиков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i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i/>
                <w:sz w:val="21"/>
                <w:szCs w:val="21"/>
              </w:rPr>
              <w:t>05 2 2018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100 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550,00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48,902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AE2EA3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F05878"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AE2E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AE2E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AE2EA3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F05878"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</w:rPr>
              <w:t xml:space="preserve"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AE2EA3">
            <w:pPr>
              <w:pStyle w:val="NormalWeb"/>
              <w:ind w:left="-15" w:right="-84"/>
            </w:pPr>
            <w:r w:rsidRPr="00F05878">
              <w:t xml:space="preserve">Поддержка талантливой, творческой и активной молодежи,   поощрение за успехи в реализации молодежной политики на территории Дальнереченского городского округа.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03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661016">
            <w:pPr>
              <w:pStyle w:val="NormalWeb"/>
            </w:pPr>
            <w:r w:rsidRPr="00F05878">
              <w:t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табакокурения, негативных явлений в молодежной среде.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03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6D2620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Погашение кредиторской задолженности прошлых лет.</w:t>
            </w:r>
          </w:p>
          <w:p w:rsidR="002671FA" w:rsidRPr="00F05878" w:rsidRDefault="002671FA" w:rsidP="006D2620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 xml:space="preserve"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CD533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05 2 2018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48,902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2.10.8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785E3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2016-2017гг. 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92,00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Организация рейдов по проверке условий проживания семей, находящихся в социально опасном или трудном положении </w:t>
            </w:r>
          </w:p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(расходы на бензин)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6F3169">
            <w:pPr>
              <w:pStyle w:val="NormalWeb"/>
              <w:ind w:right="-84"/>
            </w:pPr>
            <w:r w:rsidRPr="00F05878"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E03C57">
            <w:pPr>
              <w:pStyle w:val="NormalWeb"/>
              <w:ind w:right="-84"/>
            </w:pPr>
            <w:r w:rsidRPr="00F05878"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3938EE">
            <w:pPr>
              <w:pStyle w:val="NormalWeb"/>
              <w:ind w:right="-84"/>
            </w:pPr>
            <w:r w:rsidRPr="00F05878"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40467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2.10.9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2016-2017гг. 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12,00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25,00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3938EE">
            <w:pPr>
              <w:pStyle w:val="NormalWeb"/>
              <w:ind w:right="-84"/>
            </w:pPr>
            <w:r w:rsidRPr="00F05878"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5C50A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pStyle w:val="NormalWeb"/>
              <w:ind w:left="33" w:right="-84"/>
            </w:pPr>
            <w:r w:rsidRPr="00F05878">
              <w:t>Проведение тематических бесед в коллек</w:t>
            </w:r>
            <w:r w:rsidRPr="00F05878">
              <w:softHyphen/>
              <w:t>тивах учащихся государственных образова</w:t>
            </w:r>
            <w:r w:rsidRPr="00F05878"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ED3684">
            <w:pPr>
              <w:pStyle w:val="NormalWeb"/>
              <w:ind w:right="-84"/>
            </w:pPr>
            <w:r w:rsidRPr="00F05878"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ED3684">
            <w:pPr>
              <w:pStyle w:val="NormalWeb"/>
              <w:ind w:right="-84"/>
              <w:rPr>
                <w:sz w:val="22"/>
                <w:szCs w:val="22"/>
              </w:rPr>
            </w:pPr>
            <w:r w:rsidRPr="00F05878">
              <w:rPr>
                <w:sz w:val="22"/>
                <w:szCs w:val="22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D3684">
            <w:pPr>
              <w:pStyle w:val="NormalWeb"/>
              <w:ind w:right="-84"/>
            </w:pPr>
            <w:r w:rsidRPr="00F05878"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ED3684">
            <w:pPr>
              <w:pStyle w:val="NormalWeb"/>
              <w:ind w:right="-84"/>
            </w:pPr>
            <w:r w:rsidRPr="00F05878"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661016">
            <w:pPr>
              <w:pStyle w:val="NormalWeb"/>
              <w:ind w:right="-84"/>
            </w:pPr>
            <w:r w:rsidRPr="00F05878">
              <w:t>Осуществление еженедельных обходов территории на предмет выявления и ликвида</w:t>
            </w:r>
            <w:r w:rsidRPr="00F05878"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661016">
            <w:pPr>
              <w:pStyle w:val="NormalWeb"/>
              <w:ind w:right="-84"/>
            </w:pPr>
            <w:r w:rsidRPr="00F05878"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661016">
            <w:pPr>
              <w:pStyle w:val="NormalWeb"/>
              <w:ind w:left="-23" w:right="-84"/>
            </w:pPr>
            <w:r w:rsidRPr="00F05878"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C325B3">
            <w:pPr>
              <w:pStyle w:val="NormalWeb"/>
              <w:ind w:left="-76" w:right="-84"/>
            </w:pPr>
            <w:r w:rsidRPr="00F05878"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2671FA" w:rsidRPr="00F05878" w:rsidRDefault="002671FA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2671FA" w:rsidRPr="00F05878" w:rsidRDefault="002671FA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2.11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4F2ECA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Услуги по дополнительному профессиональному образованию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05 2 0000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826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4F2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4F2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855A4B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2014-2015гг.</w:t>
            </w:r>
          </w:p>
          <w:p w:rsidR="002671FA" w:rsidRPr="00F05878" w:rsidRDefault="002671FA" w:rsidP="00855A4B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05 2 0000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826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4F2E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2.12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992C64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0"/>
                <w:b/>
                <w:color w:val="000000"/>
                <w:sz w:val="22"/>
                <w:szCs w:val="22"/>
              </w:rPr>
            </w:pPr>
            <w:r w:rsidRPr="00F05878">
              <w:rPr>
                <w:rStyle w:val="a0"/>
                <w:b/>
                <w:color w:val="000000"/>
                <w:sz w:val="22"/>
                <w:szCs w:val="22"/>
              </w:rPr>
              <w:t xml:space="preserve">Субсидия на капитальный ремонт зданий муниципальных общеобразовательных учреждений </w:t>
            </w:r>
          </w:p>
          <w:p w:rsidR="002671FA" w:rsidRPr="00F05878" w:rsidRDefault="002671FA" w:rsidP="00992C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05 2 9234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1258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D07E03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  <w:b/>
                <w:bCs/>
              </w:rPr>
              <w:t>Подпрограмма "</w:t>
            </w:r>
            <w:r w:rsidRPr="00F05878">
              <w:rPr>
                <w:rFonts w:ascii="Times New Roman" w:hAnsi="Times New Roman"/>
                <w:b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F05878">
              <w:rPr>
                <w:rFonts w:ascii="Times New Roman" w:hAnsi="Times New Roman"/>
                <w:b/>
                <w:bCs/>
              </w:rPr>
              <w:t>"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F76234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05 3 0000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15 147,72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13 702,696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12 631,28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14 179,37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D07E03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F05878">
              <w:rPr>
                <w:rFonts w:ascii="Times New Roman" w:hAnsi="Times New Roman"/>
                <w:b/>
                <w:bCs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05 3 2014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05 3 00 20140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13 630,12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13 253,31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12 631,28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D07E03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F7623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F7623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05 3 2014</w:t>
            </w:r>
          </w:p>
          <w:p w:rsidR="002671FA" w:rsidRPr="00F05878" w:rsidRDefault="002671FA" w:rsidP="00F7623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2671FA" w:rsidRPr="00F05878" w:rsidRDefault="002671FA" w:rsidP="00F7623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05 3 00 20140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13 630,12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13 253,31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12 631,28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402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E402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5B708E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05 3 0000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912,60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380,00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380,00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E4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2671FA" w:rsidRPr="00F05878" w:rsidRDefault="002671FA" w:rsidP="00E4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05 3 9308</w:t>
            </w:r>
          </w:p>
          <w:p w:rsidR="002671FA" w:rsidRPr="00F05878" w:rsidRDefault="002671FA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05 3 00 93080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i/>
                <w:sz w:val="24"/>
                <w:szCs w:val="24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05 3 2020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05 3 00 20200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912,60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380,00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380,00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05 3 2020</w:t>
            </w:r>
          </w:p>
          <w:p w:rsidR="002671FA" w:rsidRPr="00F05878" w:rsidRDefault="002671FA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2671FA" w:rsidRPr="00F05878" w:rsidRDefault="002671FA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05 3 00 20200</w:t>
            </w: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Трудоустройство учащихся (рембригады)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05 3 2020</w:t>
            </w:r>
          </w:p>
          <w:p w:rsidR="002671FA" w:rsidRPr="00F05878" w:rsidRDefault="002671FA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2671FA" w:rsidRPr="00F05878" w:rsidRDefault="002671FA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05 3 00 20200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05 3 2021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05 3 00 20210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i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i/>
                <w:sz w:val="21"/>
                <w:szCs w:val="21"/>
              </w:rPr>
              <w:t>05 3 2021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i/>
                <w:sz w:val="21"/>
                <w:szCs w:val="21"/>
              </w:rPr>
              <w:t>2016-2017гг.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i/>
                <w:sz w:val="21"/>
                <w:szCs w:val="21"/>
              </w:rPr>
              <w:t>05 3 00 20210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05 3 2021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05 3 00 20210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662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740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05 3 2021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05 3 00 20210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05 3 2021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05 3 00 20210</w:t>
            </w: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D07E03">
            <w:pPr>
              <w:spacing w:after="0" w:line="240" w:lineRule="auto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05 3 2021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05 3 2021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2671FA" w:rsidRPr="00F05878" w:rsidRDefault="002671FA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05 3 00 20210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Проведение учебно-полевых сборов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A94FF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Городская игра  «Зарница»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AF505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790D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671FA" w:rsidRPr="00F05878" w:rsidTr="004D66BE">
        <w:trPr>
          <w:trHeight w:val="485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Городские соревнования «Безопасное колесо»</w:t>
            </w: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7E64B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C325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05 3 2022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69,386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69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B1571B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волонтерства и добровольчества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D07E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5878">
              <w:rPr>
                <w:rFonts w:ascii="Times New Roman" w:hAnsi="Times New Roman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790D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Поддержка творческой, талантливой молодежи (участие молодежи в краевых,  всероссийских и международных конкурсах, фестивалях, форумах).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 Мероприятия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C31003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F05878">
              <w:rPr>
                <w:rFonts w:ascii="Times New Roman" w:hAnsi="Times New Roman"/>
                <w:b/>
              </w:rPr>
              <w:t>Погашение кредиторской задолженности прошлых лет.</w:t>
            </w:r>
          </w:p>
          <w:p w:rsidR="002671FA" w:rsidRPr="00F05878" w:rsidRDefault="002671FA" w:rsidP="00C31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05 3 2022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326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69,386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71FA" w:rsidRPr="00F05878" w:rsidTr="004D66BE">
        <w:trPr>
          <w:trHeight w:val="416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D65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Отдельные  мероприятия 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05 9 2024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2016-2017гг.</w:t>
            </w:r>
          </w:p>
          <w:p w:rsidR="002671FA" w:rsidRPr="00F05878" w:rsidRDefault="002671FA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05 9 00 20240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14 973,64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14 704,96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14 052,51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</w:tr>
      <w:tr w:rsidR="002671FA" w:rsidRPr="00F05878" w:rsidTr="004D66BE">
        <w:trPr>
          <w:trHeight w:val="549"/>
        </w:trPr>
        <w:tc>
          <w:tcPr>
            <w:tcW w:w="834" w:type="dxa"/>
            <w:shd w:val="clear" w:color="000000" w:fill="FFFFFF"/>
            <w:vAlign w:val="center"/>
          </w:tcPr>
          <w:p w:rsidR="002671FA" w:rsidRPr="00F05878" w:rsidRDefault="002671FA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4840" w:type="dxa"/>
            <w:shd w:val="clear" w:color="000000" w:fill="FFFFFF"/>
          </w:tcPr>
          <w:p w:rsidR="002671FA" w:rsidRPr="00F05878" w:rsidRDefault="002671FA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0709</w:t>
            </w:r>
          </w:p>
        </w:tc>
        <w:tc>
          <w:tcPr>
            <w:tcW w:w="1430" w:type="dxa"/>
            <w:shd w:val="clear" w:color="000000" w:fill="FFFFFF"/>
            <w:noWrap/>
          </w:tcPr>
          <w:p w:rsidR="002671FA" w:rsidRPr="00F05878" w:rsidRDefault="002671FA" w:rsidP="00EE6CE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2671FA" w:rsidRPr="00F05878" w:rsidRDefault="002671FA" w:rsidP="00EE6CE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05 9 2024</w:t>
            </w:r>
          </w:p>
          <w:p w:rsidR="002671FA" w:rsidRPr="00F05878" w:rsidRDefault="002671FA" w:rsidP="00EE6CE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2016-2017гг.</w:t>
            </w:r>
          </w:p>
          <w:p w:rsidR="002671FA" w:rsidRPr="00F05878" w:rsidRDefault="002671FA" w:rsidP="00EE6CE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05 9 00 20240</w:t>
            </w:r>
          </w:p>
        </w:tc>
        <w:tc>
          <w:tcPr>
            <w:tcW w:w="654" w:type="dxa"/>
            <w:shd w:val="clear" w:color="000000" w:fill="FFFFFF"/>
            <w:noWrap/>
          </w:tcPr>
          <w:p w:rsidR="002671FA" w:rsidRPr="00F05878" w:rsidRDefault="002671FA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14 973,64</w:t>
            </w:r>
          </w:p>
        </w:tc>
        <w:tc>
          <w:tcPr>
            <w:tcW w:w="1452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14 704,96</w:t>
            </w:r>
          </w:p>
        </w:tc>
        <w:tc>
          <w:tcPr>
            <w:tcW w:w="1298" w:type="dxa"/>
            <w:shd w:val="clear" w:color="000000" w:fill="FFFFFF"/>
            <w:noWrap/>
          </w:tcPr>
          <w:p w:rsidR="002671FA" w:rsidRPr="00F05878" w:rsidRDefault="002671FA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14 052,51</w:t>
            </w:r>
          </w:p>
        </w:tc>
        <w:tc>
          <w:tcPr>
            <w:tcW w:w="1298" w:type="dxa"/>
            <w:shd w:val="clear" w:color="000000" w:fill="FFFFFF"/>
          </w:tcPr>
          <w:p w:rsidR="002671FA" w:rsidRPr="00F05878" w:rsidRDefault="002671F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</w:tr>
    </w:tbl>
    <w:p w:rsidR="002671FA" w:rsidRPr="00F05878" w:rsidRDefault="002671FA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71FA" w:rsidRPr="003F224E" w:rsidRDefault="002671FA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5878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2671FA" w:rsidRPr="003F224E" w:rsidSect="001E4E73">
      <w:headerReference w:type="default" r:id="rId6"/>
      <w:pgSz w:w="16838" w:h="11906" w:orient="landscape"/>
      <w:pgMar w:top="1134" w:right="567" w:bottom="510" w:left="87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1FA" w:rsidRDefault="002671FA" w:rsidP="001C325E">
      <w:pPr>
        <w:spacing w:after="0" w:line="240" w:lineRule="auto"/>
      </w:pPr>
      <w:r>
        <w:separator/>
      </w:r>
    </w:p>
  </w:endnote>
  <w:endnote w:type="continuationSeparator" w:id="0">
    <w:p w:rsidR="002671FA" w:rsidRDefault="002671FA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1FA" w:rsidRDefault="002671FA" w:rsidP="001C325E">
      <w:pPr>
        <w:spacing w:after="0" w:line="240" w:lineRule="auto"/>
      </w:pPr>
      <w:r>
        <w:separator/>
      </w:r>
    </w:p>
  </w:footnote>
  <w:footnote w:type="continuationSeparator" w:id="0">
    <w:p w:rsidR="002671FA" w:rsidRDefault="002671FA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FA" w:rsidRPr="001C325E" w:rsidRDefault="002671FA">
    <w:pPr>
      <w:pStyle w:val="Header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1C325E">
      <w:rPr>
        <w:rFonts w:ascii="Times New Roman" w:hAnsi="Times New Roman"/>
      </w:rPr>
      <w:fldChar w:fldCharType="end"/>
    </w:r>
  </w:p>
  <w:p w:rsidR="002671FA" w:rsidRDefault="002671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197"/>
    <w:rsid w:val="00000C9D"/>
    <w:rsid w:val="00000CD2"/>
    <w:rsid w:val="00000F19"/>
    <w:rsid w:val="00013B86"/>
    <w:rsid w:val="0001733D"/>
    <w:rsid w:val="00022E91"/>
    <w:rsid w:val="0002385E"/>
    <w:rsid w:val="000333B2"/>
    <w:rsid w:val="000344A6"/>
    <w:rsid w:val="00035386"/>
    <w:rsid w:val="0003735D"/>
    <w:rsid w:val="000416D6"/>
    <w:rsid w:val="00041B12"/>
    <w:rsid w:val="00045C02"/>
    <w:rsid w:val="000470E0"/>
    <w:rsid w:val="000563D9"/>
    <w:rsid w:val="000610AB"/>
    <w:rsid w:val="0006213F"/>
    <w:rsid w:val="0006605A"/>
    <w:rsid w:val="00080F13"/>
    <w:rsid w:val="00083419"/>
    <w:rsid w:val="00084513"/>
    <w:rsid w:val="00085CCC"/>
    <w:rsid w:val="0009063E"/>
    <w:rsid w:val="000907DA"/>
    <w:rsid w:val="0009550A"/>
    <w:rsid w:val="00097635"/>
    <w:rsid w:val="000A04A7"/>
    <w:rsid w:val="000A2D7C"/>
    <w:rsid w:val="000A393C"/>
    <w:rsid w:val="000A44EF"/>
    <w:rsid w:val="000B21E0"/>
    <w:rsid w:val="000B243C"/>
    <w:rsid w:val="000B3D60"/>
    <w:rsid w:val="000B3F08"/>
    <w:rsid w:val="000B53D9"/>
    <w:rsid w:val="000B67BE"/>
    <w:rsid w:val="000C0008"/>
    <w:rsid w:val="000C363C"/>
    <w:rsid w:val="000C3D6C"/>
    <w:rsid w:val="000C649A"/>
    <w:rsid w:val="000C6860"/>
    <w:rsid w:val="000D37E3"/>
    <w:rsid w:val="000D7113"/>
    <w:rsid w:val="000E0BD8"/>
    <w:rsid w:val="000E0E8D"/>
    <w:rsid w:val="000E6CBD"/>
    <w:rsid w:val="000F1F0E"/>
    <w:rsid w:val="000F2CD5"/>
    <w:rsid w:val="000F44FC"/>
    <w:rsid w:val="000F527D"/>
    <w:rsid w:val="000F5C40"/>
    <w:rsid w:val="000F76BE"/>
    <w:rsid w:val="000F7A25"/>
    <w:rsid w:val="001008C1"/>
    <w:rsid w:val="0010142D"/>
    <w:rsid w:val="001020C9"/>
    <w:rsid w:val="001028FF"/>
    <w:rsid w:val="00102BEC"/>
    <w:rsid w:val="00103EE0"/>
    <w:rsid w:val="00107DB4"/>
    <w:rsid w:val="00115C14"/>
    <w:rsid w:val="00121DD2"/>
    <w:rsid w:val="0012502F"/>
    <w:rsid w:val="00126611"/>
    <w:rsid w:val="00130A31"/>
    <w:rsid w:val="00132928"/>
    <w:rsid w:val="00140499"/>
    <w:rsid w:val="0014066A"/>
    <w:rsid w:val="001457D1"/>
    <w:rsid w:val="00145825"/>
    <w:rsid w:val="0015048C"/>
    <w:rsid w:val="00151F5C"/>
    <w:rsid w:val="0015737A"/>
    <w:rsid w:val="00157998"/>
    <w:rsid w:val="00165A0C"/>
    <w:rsid w:val="00166274"/>
    <w:rsid w:val="00167D04"/>
    <w:rsid w:val="00167DE1"/>
    <w:rsid w:val="00171A06"/>
    <w:rsid w:val="00172E36"/>
    <w:rsid w:val="001754CC"/>
    <w:rsid w:val="0017678A"/>
    <w:rsid w:val="0018373D"/>
    <w:rsid w:val="001842CE"/>
    <w:rsid w:val="001868D2"/>
    <w:rsid w:val="001908BD"/>
    <w:rsid w:val="00191FA2"/>
    <w:rsid w:val="0019563F"/>
    <w:rsid w:val="001A1491"/>
    <w:rsid w:val="001A16B2"/>
    <w:rsid w:val="001A3906"/>
    <w:rsid w:val="001A562B"/>
    <w:rsid w:val="001A72DD"/>
    <w:rsid w:val="001A778A"/>
    <w:rsid w:val="001B233D"/>
    <w:rsid w:val="001B2CB2"/>
    <w:rsid w:val="001B2E5A"/>
    <w:rsid w:val="001B4638"/>
    <w:rsid w:val="001C0A09"/>
    <w:rsid w:val="001C150B"/>
    <w:rsid w:val="001C2DCF"/>
    <w:rsid w:val="001C325E"/>
    <w:rsid w:val="001C3C40"/>
    <w:rsid w:val="001C5E07"/>
    <w:rsid w:val="001C7C23"/>
    <w:rsid w:val="001D13AE"/>
    <w:rsid w:val="001D1529"/>
    <w:rsid w:val="001D63C1"/>
    <w:rsid w:val="001D7728"/>
    <w:rsid w:val="001E1152"/>
    <w:rsid w:val="001E2543"/>
    <w:rsid w:val="001E4A8A"/>
    <w:rsid w:val="001E4E73"/>
    <w:rsid w:val="001E5FD4"/>
    <w:rsid w:val="001F3604"/>
    <w:rsid w:val="001F46F0"/>
    <w:rsid w:val="001F47CC"/>
    <w:rsid w:val="002010B7"/>
    <w:rsid w:val="0020256C"/>
    <w:rsid w:val="00202FC6"/>
    <w:rsid w:val="002062D7"/>
    <w:rsid w:val="00207558"/>
    <w:rsid w:val="00215749"/>
    <w:rsid w:val="002204E6"/>
    <w:rsid w:val="00220F37"/>
    <w:rsid w:val="002226FD"/>
    <w:rsid w:val="00223722"/>
    <w:rsid w:val="002243AC"/>
    <w:rsid w:val="002265E0"/>
    <w:rsid w:val="00226AF2"/>
    <w:rsid w:val="00230207"/>
    <w:rsid w:val="002328A6"/>
    <w:rsid w:val="002353C4"/>
    <w:rsid w:val="0024067B"/>
    <w:rsid w:val="0024148A"/>
    <w:rsid w:val="00241E4D"/>
    <w:rsid w:val="00252142"/>
    <w:rsid w:val="002524EE"/>
    <w:rsid w:val="0025296B"/>
    <w:rsid w:val="00254A66"/>
    <w:rsid w:val="00260C35"/>
    <w:rsid w:val="002671FA"/>
    <w:rsid w:val="00270A40"/>
    <w:rsid w:val="00272D4C"/>
    <w:rsid w:val="00277E91"/>
    <w:rsid w:val="00277ECF"/>
    <w:rsid w:val="002813D5"/>
    <w:rsid w:val="00282181"/>
    <w:rsid w:val="00282BDE"/>
    <w:rsid w:val="00286ECD"/>
    <w:rsid w:val="002922B6"/>
    <w:rsid w:val="00293BBC"/>
    <w:rsid w:val="00295823"/>
    <w:rsid w:val="00296331"/>
    <w:rsid w:val="00296CAB"/>
    <w:rsid w:val="0029744A"/>
    <w:rsid w:val="002A29C3"/>
    <w:rsid w:val="002A2CAE"/>
    <w:rsid w:val="002A419A"/>
    <w:rsid w:val="002A4491"/>
    <w:rsid w:val="002A55E8"/>
    <w:rsid w:val="002B03D1"/>
    <w:rsid w:val="002B2C69"/>
    <w:rsid w:val="002B64EA"/>
    <w:rsid w:val="002B7394"/>
    <w:rsid w:val="002C04A1"/>
    <w:rsid w:val="002C6571"/>
    <w:rsid w:val="002D3839"/>
    <w:rsid w:val="002D6BD5"/>
    <w:rsid w:val="002E2AFC"/>
    <w:rsid w:val="002E4050"/>
    <w:rsid w:val="002F039D"/>
    <w:rsid w:val="002F5A3D"/>
    <w:rsid w:val="002F6339"/>
    <w:rsid w:val="003015B1"/>
    <w:rsid w:val="00302BDB"/>
    <w:rsid w:val="00303E07"/>
    <w:rsid w:val="00305AD0"/>
    <w:rsid w:val="003068C2"/>
    <w:rsid w:val="00311895"/>
    <w:rsid w:val="00312BD1"/>
    <w:rsid w:val="0031327A"/>
    <w:rsid w:val="00320C9B"/>
    <w:rsid w:val="00321BFF"/>
    <w:rsid w:val="00322A8E"/>
    <w:rsid w:val="00322D32"/>
    <w:rsid w:val="00325A8B"/>
    <w:rsid w:val="00326DE0"/>
    <w:rsid w:val="003313F3"/>
    <w:rsid w:val="00331551"/>
    <w:rsid w:val="003364D9"/>
    <w:rsid w:val="003424B4"/>
    <w:rsid w:val="0034557D"/>
    <w:rsid w:val="003515B7"/>
    <w:rsid w:val="003568ED"/>
    <w:rsid w:val="00372601"/>
    <w:rsid w:val="00373161"/>
    <w:rsid w:val="00377819"/>
    <w:rsid w:val="0037799B"/>
    <w:rsid w:val="00380F03"/>
    <w:rsid w:val="003837F5"/>
    <w:rsid w:val="003859D9"/>
    <w:rsid w:val="00391DDC"/>
    <w:rsid w:val="0039278E"/>
    <w:rsid w:val="003938EE"/>
    <w:rsid w:val="003949B4"/>
    <w:rsid w:val="003A7B4D"/>
    <w:rsid w:val="003B0341"/>
    <w:rsid w:val="003B2E46"/>
    <w:rsid w:val="003B5E5F"/>
    <w:rsid w:val="003C16F7"/>
    <w:rsid w:val="003C187B"/>
    <w:rsid w:val="003C1C5B"/>
    <w:rsid w:val="003C66A8"/>
    <w:rsid w:val="003C75CC"/>
    <w:rsid w:val="003D214F"/>
    <w:rsid w:val="003D35F3"/>
    <w:rsid w:val="003D37B4"/>
    <w:rsid w:val="003D5BCC"/>
    <w:rsid w:val="003D653B"/>
    <w:rsid w:val="003D68CD"/>
    <w:rsid w:val="003E3FDB"/>
    <w:rsid w:val="003E4821"/>
    <w:rsid w:val="003E5300"/>
    <w:rsid w:val="003F0887"/>
    <w:rsid w:val="003F09CE"/>
    <w:rsid w:val="003F224E"/>
    <w:rsid w:val="003F2DB5"/>
    <w:rsid w:val="003F3099"/>
    <w:rsid w:val="003F53FB"/>
    <w:rsid w:val="003F729A"/>
    <w:rsid w:val="003F749D"/>
    <w:rsid w:val="00404670"/>
    <w:rsid w:val="00404ADC"/>
    <w:rsid w:val="0041039C"/>
    <w:rsid w:val="0041210F"/>
    <w:rsid w:val="00415E1C"/>
    <w:rsid w:val="004177F7"/>
    <w:rsid w:val="00426663"/>
    <w:rsid w:val="00427755"/>
    <w:rsid w:val="0043032F"/>
    <w:rsid w:val="0043488D"/>
    <w:rsid w:val="00434C20"/>
    <w:rsid w:val="00441A1C"/>
    <w:rsid w:val="0044304B"/>
    <w:rsid w:val="00445BE6"/>
    <w:rsid w:val="00453524"/>
    <w:rsid w:val="004573D3"/>
    <w:rsid w:val="004638BC"/>
    <w:rsid w:val="004659CA"/>
    <w:rsid w:val="00465E06"/>
    <w:rsid w:val="00474533"/>
    <w:rsid w:val="0048118D"/>
    <w:rsid w:val="004830DC"/>
    <w:rsid w:val="00483BC4"/>
    <w:rsid w:val="004915F0"/>
    <w:rsid w:val="00491A1E"/>
    <w:rsid w:val="0049215C"/>
    <w:rsid w:val="004961B7"/>
    <w:rsid w:val="004971BE"/>
    <w:rsid w:val="0049769D"/>
    <w:rsid w:val="004A17CB"/>
    <w:rsid w:val="004A19CD"/>
    <w:rsid w:val="004A3CCB"/>
    <w:rsid w:val="004A7B68"/>
    <w:rsid w:val="004B0C29"/>
    <w:rsid w:val="004B3C66"/>
    <w:rsid w:val="004B5740"/>
    <w:rsid w:val="004B6CBB"/>
    <w:rsid w:val="004C189D"/>
    <w:rsid w:val="004C2BAE"/>
    <w:rsid w:val="004C38E6"/>
    <w:rsid w:val="004C406C"/>
    <w:rsid w:val="004C48FA"/>
    <w:rsid w:val="004C5501"/>
    <w:rsid w:val="004D1CE0"/>
    <w:rsid w:val="004D1E23"/>
    <w:rsid w:val="004D2782"/>
    <w:rsid w:val="004D4B13"/>
    <w:rsid w:val="004D66BE"/>
    <w:rsid w:val="004D6E43"/>
    <w:rsid w:val="004D6EC7"/>
    <w:rsid w:val="004D6EDE"/>
    <w:rsid w:val="004D7AFC"/>
    <w:rsid w:val="004E522D"/>
    <w:rsid w:val="004E5902"/>
    <w:rsid w:val="004F0CF1"/>
    <w:rsid w:val="004F2099"/>
    <w:rsid w:val="004F2ECA"/>
    <w:rsid w:val="004F4849"/>
    <w:rsid w:val="00500E05"/>
    <w:rsid w:val="00502273"/>
    <w:rsid w:val="0050302C"/>
    <w:rsid w:val="0050388B"/>
    <w:rsid w:val="0051062D"/>
    <w:rsid w:val="005128CE"/>
    <w:rsid w:val="005132BE"/>
    <w:rsid w:val="00521A22"/>
    <w:rsid w:val="00522794"/>
    <w:rsid w:val="00533015"/>
    <w:rsid w:val="0053532E"/>
    <w:rsid w:val="005355AD"/>
    <w:rsid w:val="005356FE"/>
    <w:rsid w:val="00536328"/>
    <w:rsid w:val="00542FD5"/>
    <w:rsid w:val="00545DB3"/>
    <w:rsid w:val="005468E0"/>
    <w:rsid w:val="00547478"/>
    <w:rsid w:val="00550605"/>
    <w:rsid w:val="00551C72"/>
    <w:rsid w:val="00551E8A"/>
    <w:rsid w:val="00552FC5"/>
    <w:rsid w:val="00553467"/>
    <w:rsid w:val="00553FEE"/>
    <w:rsid w:val="005579C7"/>
    <w:rsid w:val="005651B0"/>
    <w:rsid w:val="0056581F"/>
    <w:rsid w:val="00566AD1"/>
    <w:rsid w:val="00567C0D"/>
    <w:rsid w:val="00570468"/>
    <w:rsid w:val="00573D03"/>
    <w:rsid w:val="005801D4"/>
    <w:rsid w:val="00584164"/>
    <w:rsid w:val="00584AA1"/>
    <w:rsid w:val="00584BF0"/>
    <w:rsid w:val="005866AB"/>
    <w:rsid w:val="00587AEE"/>
    <w:rsid w:val="00587DA7"/>
    <w:rsid w:val="00587E93"/>
    <w:rsid w:val="005908BE"/>
    <w:rsid w:val="0059176C"/>
    <w:rsid w:val="005921F7"/>
    <w:rsid w:val="00592E8B"/>
    <w:rsid w:val="0059373F"/>
    <w:rsid w:val="00593B50"/>
    <w:rsid w:val="005947DD"/>
    <w:rsid w:val="0059662A"/>
    <w:rsid w:val="005A01AE"/>
    <w:rsid w:val="005A12EC"/>
    <w:rsid w:val="005A136D"/>
    <w:rsid w:val="005A371A"/>
    <w:rsid w:val="005A528B"/>
    <w:rsid w:val="005A5B6E"/>
    <w:rsid w:val="005A60AE"/>
    <w:rsid w:val="005A6359"/>
    <w:rsid w:val="005B0350"/>
    <w:rsid w:val="005B0CAE"/>
    <w:rsid w:val="005B0FAC"/>
    <w:rsid w:val="005B15AB"/>
    <w:rsid w:val="005B332D"/>
    <w:rsid w:val="005B4CA8"/>
    <w:rsid w:val="005B5B62"/>
    <w:rsid w:val="005B708E"/>
    <w:rsid w:val="005C25F0"/>
    <w:rsid w:val="005C50A0"/>
    <w:rsid w:val="005C6A36"/>
    <w:rsid w:val="005C72BE"/>
    <w:rsid w:val="005D130E"/>
    <w:rsid w:val="005D14E2"/>
    <w:rsid w:val="005D304D"/>
    <w:rsid w:val="005D775C"/>
    <w:rsid w:val="005E4502"/>
    <w:rsid w:val="005E7B12"/>
    <w:rsid w:val="005F00B7"/>
    <w:rsid w:val="0060273F"/>
    <w:rsid w:val="00606417"/>
    <w:rsid w:val="00612A39"/>
    <w:rsid w:val="00612E11"/>
    <w:rsid w:val="006229AB"/>
    <w:rsid w:val="00623314"/>
    <w:rsid w:val="0062579F"/>
    <w:rsid w:val="0062661C"/>
    <w:rsid w:val="006302DE"/>
    <w:rsid w:val="00630A0F"/>
    <w:rsid w:val="00636BFA"/>
    <w:rsid w:val="00645151"/>
    <w:rsid w:val="006460CA"/>
    <w:rsid w:val="006463B7"/>
    <w:rsid w:val="00646C6B"/>
    <w:rsid w:val="00647630"/>
    <w:rsid w:val="00650BED"/>
    <w:rsid w:val="00657DF9"/>
    <w:rsid w:val="00661016"/>
    <w:rsid w:val="00661CCE"/>
    <w:rsid w:val="006621E3"/>
    <w:rsid w:val="00665286"/>
    <w:rsid w:val="006653B4"/>
    <w:rsid w:val="0066584E"/>
    <w:rsid w:val="00666C2A"/>
    <w:rsid w:val="00676493"/>
    <w:rsid w:val="00680A62"/>
    <w:rsid w:val="006847D9"/>
    <w:rsid w:val="00686BB4"/>
    <w:rsid w:val="0068746A"/>
    <w:rsid w:val="00690BB5"/>
    <w:rsid w:val="0069241D"/>
    <w:rsid w:val="00695548"/>
    <w:rsid w:val="0069592C"/>
    <w:rsid w:val="006966FE"/>
    <w:rsid w:val="006A7760"/>
    <w:rsid w:val="006B12F9"/>
    <w:rsid w:val="006B4129"/>
    <w:rsid w:val="006B63AF"/>
    <w:rsid w:val="006B64C6"/>
    <w:rsid w:val="006C157D"/>
    <w:rsid w:val="006C2CD7"/>
    <w:rsid w:val="006C357E"/>
    <w:rsid w:val="006C45CE"/>
    <w:rsid w:val="006C4E8D"/>
    <w:rsid w:val="006C540B"/>
    <w:rsid w:val="006D2620"/>
    <w:rsid w:val="006D5C8F"/>
    <w:rsid w:val="006E01C5"/>
    <w:rsid w:val="006E0637"/>
    <w:rsid w:val="006E2358"/>
    <w:rsid w:val="006E6FB9"/>
    <w:rsid w:val="006E7F8D"/>
    <w:rsid w:val="006F07A6"/>
    <w:rsid w:val="006F1EA5"/>
    <w:rsid w:val="006F3169"/>
    <w:rsid w:val="006F3493"/>
    <w:rsid w:val="006F5519"/>
    <w:rsid w:val="006F5583"/>
    <w:rsid w:val="006F6600"/>
    <w:rsid w:val="0071509E"/>
    <w:rsid w:val="00716721"/>
    <w:rsid w:val="007171C7"/>
    <w:rsid w:val="00723F5F"/>
    <w:rsid w:val="00724FB5"/>
    <w:rsid w:val="00726E6F"/>
    <w:rsid w:val="00730D32"/>
    <w:rsid w:val="0073222D"/>
    <w:rsid w:val="00736CA3"/>
    <w:rsid w:val="00740B2B"/>
    <w:rsid w:val="00753F79"/>
    <w:rsid w:val="00754798"/>
    <w:rsid w:val="00754EF3"/>
    <w:rsid w:val="0076654F"/>
    <w:rsid w:val="00767976"/>
    <w:rsid w:val="00771E21"/>
    <w:rsid w:val="00772714"/>
    <w:rsid w:val="00773B65"/>
    <w:rsid w:val="007761F7"/>
    <w:rsid w:val="0078307D"/>
    <w:rsid w:val="00783FAF"/>
    <w:rsid w:val="00785B7A"/>
    <w:rsid w:val="00785E31"/>
    <w:rsid w:val="00787618"/>
    <w:rsid w:val="007878C1"/>
    <w:rsid w:val="00790DF9"/>
    <w:rsid w:val="007A3327"/>
    <w:rsid w:val="007A3523"/>
    <w:rsid w:val="007A6C20"/>
    <w:rsid w:val="007B4C25"/>
    <w:rsid w:val="007B5E9A"/>
    <w:rsid w:val="007B5FDD"/>
    <w:rsid w:val="007C4E81"/>
    <w:rsid w:val="007C6FE0"/>
    <w:rsid w:val="007D04BB"/>
    <w:rsid w:val="007D71A4"/>
    <w:rsid w:val="007E3555"/>
    <w:rsid w:val="007E4619"/>
    <w:rsid w:val="007E5457"/>
    <w:rsid w:val="007E5D07"/>
    <w:rsid w:val="007E64B3"/>
    <w:rsid w:val="007E7EC6"/>
    <w:rsid w:val="007F0DFA"/>
    <w:rsid w:val="007F15E3"/>
    <w:rsid w:val="007F274E"/>
    <w:rsid w:val="00801C93"/>
    <w:rsid w:val="008033EF"/>
    <w:rsid w:val="00805B6F"/>
    <w:rsid w:val="0080692B"/>
    <w:rsid w:val="0080697E"/>
    <w:rsid w:val="00806C48"/>
    <w:rsid w:val="0081264B"/>
    <w:rsid w:val="00813A4B"/>
    <w:rsid w:val="008142A9"/>
    <w:rsid w:val="00817942"/>
    <w:rsid w:val="008228CA"/>
    <w:rsid w:val="00822B33"/>
    <w:rsid w:val="00822B5C"/>
    <w:rsid w:val="008249F8"/>
    <w:rsid w:val="008438B2"/>
    <w:rsid w:val="008450D8"/>
    <w:rsid w:val="008469C2"/>
    <w:rsid w:val="0085477A"/>
    <w:rsid w:val="00855A4B"/>
    <w:rsid w:val="00856094"/>
    <w:rsid w:val="008569E7"/>
    <w:rsid w:val="008578D7"/>
    <w:rsid w:val="00860520"/>
    <w:rsid w:val="008608B3"/>
    <w:rsid w:val="008608C9"/>
    <w:rsid w:val="00861221"/>
    <w:rsid w:val="00862E11"/>
    <w:rsid w:val="0086606D"/>
    <w:rsid w:val="0087171C"/>
    <w:rsid w:val="0088126C"/>
    <w:rsid w:val="00886CEA"/>
    <w:rsid w:val="00893D26"/>
    <w:rsid w:val="00894531"/>
    <w:rsid w:val="00895575"/>
    <w:rsid w:val="008962E5"/>
    <w:rsid w:val="008A21C2"/>
    <w:rsid w:val="008B2D5D"/>
    <w:rsid w:val="008C1C2C"/>
    <w:rsid w:val="008C2B2C"/>
    <w:rsid w:val="008C30AE"/>
    <w:rsid w:val="008C3193"/>
    <w:rsid w:val="008C4ACE"/>
    <w:rsid w:val="008D1CBF"/>
    <w:rsid w:val="008D541B"/>
    <w:rsid w:val="008D5F2C"/>
    <w:rsid w:val="008D705C"/>
    <w:rsid w:val="008D7189"/>
    <w:rsid w:val="008D79EF"/>
    <w:rsid w:val="008E3306"/>
    <w:rsid w:val="008E39FC"/>
    <w:rsid w:val="008E4901"/>
    <w:rsid w:val="008E61E5"/>
    <w:rsid w:val="008F043D"/>
    <w:rsid w:val="008F399C"/>
    <w:rsid w:val="00900B82"/>
    <w:rsid w:val="00904DC9"/>
    <w:rsid w:val="00905986"/>
    <w:rsid w:val="0091355F"/>
    <w:rsid w:val="0092151A"/>
    <w:rsid w:val="0092174F"/>
    <w:rsid w:val="00924861"/>
    <w:rsid w:val="00925838"/>
    <w:rsid w:val="00940165"/>
    <w:rsid w:val="009418F8"/>
    <w:rsid w:val="00943033"/>
    <w:rsid w:val="009433B3"/>
    <w:rsid w:val="009500A7"/>
    <w:rsid w:val="00952153"/>
    <w:rsid w:val="00954B56"/>
    <w:rsid w:val="00965C71"/>
    <w:rsid w:val="00967842"/>
    <w:rsid w:val="009713E1"/>
    <w:rsid w:val="00972593"/>
    <w:rsid w:val="00973A64"/>
    <w:rsid w:val="0097586A"/>
    <w:rsid w:val="00976881"/>
    <w:rsid w:val="00981F05"/>
    <w:rsid w:val="0098344C"/>
    <w:rsid w:val="0098450E"/>
    <w:rsid w:val="009846B9"/>
    <w:rsid w:val="00985D64"/>
    <w:rsid w:val="00987688"/>
    <w:rsid w:val="00992C64"/>
    <w:rsid w:val="00993D2A"/>
    <w:rsid w:val="009958DC"/>
    <w:rsid w:val="009A0060"/>
    <w:rsid w:val="009A1423"/>
    <w:rsid w:val="009A64AA"/>
    <w:rsid w:val="009A6EC7"/>
    <w:rsid w:val="009C0E69"/>
    <w:rsid w:val="009C5426"/>
    <w:rsid w:val="009C6E34"/>
    <w:rsid w:val="009D1255"/>
    <w:rsid w:val="009D4085"/>
    <w:rsid w:val="009D7EAA"/>
    <w:rsid w:val="009E3171"/>
    <w:rsid w:val="009E41CB"/>
    <w:rsid w:val="009E78E3"/>
    <w:rsid w:val="009E7C31"/>
    <w:rsid w:val="009F1D73"/>
    <w:rsid w:val="009F57C9"/>
    <w:rsid w:val="009F6025"/>
    <w:rsid w:val="00A00E89"/>
    <w:rsid w:val="00A011BC"/>
    <w:rsid w:val="00A07C07"/>
    <w:rsid w:val="00A11C09"/>
    <w:rsid w:val="00A141EB"/>
    <w:rsid w:val="00A144E3"/>
    <w:rsid w:val="00A14A26"/>
    <w:rsid w:val="00A15B82"/>
    <w:rsid w:val="00A1601B"/>
    <w:rsid w:val="00A170D8"/>
    <w:rsid w:val="00A2006D"/>
    <w:rsid w:val="00A20310"/>
    <w:rsid w:val="00A210BC"/>
    <w:rsid w:val="00A21E38"/>
    <w:rsid w:val="00A22E26"/>
    <w:rsid w:val="00A23ABE"/>
    <w:rsid w:val="00A25094"/>
    <w:rsid w:val="00A27A81"/>
    <w:rsid w:val="00A27C2C"/>
    <w:rsid w:val="00A30EB8"/>
    <w:rsid w:val="00A30F1A"/>
    <w:rsid w:val="00A31953"/>
    <w:rsid w:val="00A343A1"/>
    <w:rsid w:val="00A378CB"/>
    <w:rsid w:val="00A4316B"/>
    <w:rsid w:val="00A4377D"/>
    <w:rsid w:val="00A44F8B"/>
    <w:rsid w:val="00A52A94"/>
    <w:rsid w:val="00A54225"/>
    <w:rsid w:val="00A54375"/>
    <w:rsid w:val="00A572E5"/>
    <w:rsid w:val="00A576A5"/>
    <w:rsid w:val="00A6311C"/>
    <w:rsid w:val="00A63258"/>
    <w:rsid w:val="00A6540D"/>
    <w:rsid w:val="00A657CE"/>
    <w:rsid w:val="00A66CF0"/>
    <w:rsid w:val="00A72E38"/>
    <w:rsid w:val="00A76E46"/>
    <w:rsid w:val="00A778B9"/>
    <w:rsid w:val="00A80506"/>
    <w:rsid w:val="00A80CC3"/>
    <w:rsid w:val="00A81FC4"/>
    <w:rsid w:val="00A8244F"/>
    <w:rsid w:val="00A90DC0"/>
    <w:rsid w:val="00A91D50"/>
    <w:rsid w:val="00A94FFE"/>
    <w:rsid w:val="00AA762B"/>
    <w:rsid w:val="00AB347D"/>
    <w:rsid w:val="00AB5042"/>
    <w:rsid w:val="00AB6E26"/>
    <w:rsid w:val="00AB706E"/>
    <w:rsid w:val="00AB7C38"/>
    <w:rsid w:val="00AD1954"/>
    <w:rsid w:val="00AD1CAE"/>
    <w:rsid w:val="00AD7104"/>
    <w:rsid w:val="00AE2EA3"/>
    <w:rsid w:val="00AE4476"/>
    <w:rsid w:val="00AE64EA"/>
    <w:rsid w:val="00AF1B9B"/>
    <w:rsid w:val="00AF3060"/>
    <w:rsid w:val="00AF505F"/>
    <w:rsid w:val="00AF79CF"/>
    <w:rsid w:val="00AF7FBC"/>
    <w:rsid w:val="00B02000"/>
    <w:rsid w:val="00B020C1"/>
    <w:rsid w:val="00B0757E"/>
    <w:rsid w:val="00B107BF"/>
    <w:rsid w:val="00B122F8"/>
    <w:rsid w:val="00B1254C"/>
    <w:rsid w:val="00B1571B"/>
    <w:rsid w:val="00B163F5"/>
    <w:rsid w:val="00B16BCA"/>
    <w:rsid w:val="00B20378"/>
    <w:rsid w:val="00B21A27"/>
    <w:rsid w:val="00B2672D"/>
    <w:rsid w:val="00B30500"/>
    <w:rsid w:val="00B41C14"/>
    <w:rsid w:val="00B424AB"/>
    <w:rsid w:val="00B50F79"/>
    <w:rsid w:val="00B51239"/>
    <w:rsid w:val="00B53744"/>
    <w:rsid w:val="00B54C8D"/>
    <w:rsid w:val="00B61A16"/>
    <w:rsid w:val="00B61D45"/>
    <w:rsid w:val="00B620F2"/>
    <w:rsid w:val="00B728F7"/>
    <w:rsid w:val="00B76CC4"/>
    <w:rsid w:val="00B772E2"/>
    <w:rsid w:val="00B77537"/>
    <w:rsid w:val="00B832F1"/>
    <w:rsid w:val="00B84FA6"/>
    <w:rsid w:val="00B8771F"/>
    <w:rsid w:val="00B87841"/>
    <w:rsid w:val="00B930C3"/>
    <w:rsid w:val="00B955ED"/>
    <w:rsid w:val="00B962F0"/>
    <w:rsid w:val="00BA03CC"/>
    <w:rsid w:val="00BA19B1"/>
    <w:rsid w:val="00BA3312"/>
    <w:rsid w:val="00BB13DC"/>
    <w:rsid w:val="00BB2DD8"/>
    <w:rsid w:val="00BB55D9"/>
    <w:rsid w:val="00BB73B4"/>
    <w:rsid w:val="00BB7C0A"/>
    <w:rsid w:val="00BC042C"/>
    <w:rsid w:val="00BC12F1"/>
    <w:rsid w:val="00BC2D71"/>
    <w:rsid w:val="00BC2DE3"/>
    <w:rsid w:val="00BC5348"/>
    <w:rsid w:val="00BD1B9F"/>
    <w:rsid w:val="00BD3080"/>
    <w:rsid w:val="00BD355F"/>
    <w:rsid w:val="00BD4501"/>
    <w:rsid w:val="00BD66F2"/>
    <w:rsid w:val="00BD6D16"/>
    <w:rsid w:val="00BD7E06"/>
    <w:rsid w:val="00BE256E"/>
    <w:rsid w:val="00BE2BC9"/>
    <w:rsid w:val="00BF1C12"/>
    <w:rsid w:val="00BF1E65"/>
    <w:rsid w:val="00BF35C3"/>
    <w:rsid w:val="00BF3732"/>
    <w:rsid w:val="00C01130"/>
    <w:rsid w:val="00C055A1"/>
    <w:rsid w:val="00C10732"/>
    <w:rsid w:val="00C170C7"/>
    <w:rsid w:val="00C20EC0"/>
    <w:rsid w:val="00C2170C"/>
    <w:rsid w:val="00C217DC"/>
    <w:rsid w:val="00C2320E"/>
    <w:rsid w:val="00C23DED"/>
    <w:rsid w:val="00C25C01"/>
    <w:rsid w:val="00C306EC"/>
    <w:rsid w:val="00C31003"/>
    <w:rsid w:val="00C322DA"/>
    <w:rsid w:val="00C325B3"/>
    <w:rsid w:val="00C33592"/>
    <w:rsid w:val="00C35B93"/>
    <w:rsid w:val="00C40E54"/>
    <w:rsid w:val="00C43B49"/>
    <w:rsid w:val="00C50C05"/>
    <w:rsid w:val="00C55C37"/>
    <w:rsid w:val="00C60147"/>
    <w:rsid w:val="00C61047"/>
    <w:rsid w:val="00C6227E"/>
    <w:rsid w:val="00C6272E"/>
    <w:rsid w:val="00C66794"/>
    <w:rsid w:val="00C70D47"/>
    <w:rsid w:val="00C74F6B"/>
    <w:rsid w:val="00C81672"/>
    <w:rsid w:val="00C81E05"/>
    <w:rsid w:val="00C8323A"/>
    <w:rsid w:val="00C8354E"/>
    <w:rsid w:val="00C84E32"/>
    <w:rsid w:val="00C933D7"/>
    <w:rsid w:val="00C972F4"/>
    <w:rsid w:val="00C977EB"/>
    <w:rsid w:val="00CA5275"/>
    <w:rsid w:val="00CB2A0F"/>
    <w:rsid w:val="00CB6A93"/>
    <w:rsid w:val="00CC2000"/>
    <w:rsid w:val="00CC5ABE"/>
    <w:rsid w:val="00CC71A6"/>
    <w:rsid w:val="00CD2C89"/>
    <w:rsid w:val="00CD40CD"/>
    <w:rsid w:val="00CD5337"/>
    <w:rsid w:val="00CE48DB"/>
    <w:rsid w:val="00CF4892"/>
    <w:rsid w:val="00CF7C4D"/>
    <w:rsid w:val="00D0381F"/>
    <w:rsid w:val="00D07E03"/>
    <w:rsid w:val="00D12C4B"/>
    <w:rsid w:val="00D12E61"/>
    <w:rsid w:val="00D15716"/>
    <w:rsid w:val="00D1715A"/>
    <w:rsid w:val="00D22504"/>
    <w:rsid w:val="00D24D03"/>
    <w:rsid w:val="00D30F92"/>
    <w:rsid w:val="00D31311"/>
    <w:rsid w:val="00D40F71"/>
    <w:rsid w:val="00D4134F"/>
    <w:rsid w:val="00D421E9"/>
    <w:rsid w:val="00D422C8"/>
    <w:rsid w:val="00D43268"/>
    <w:rsid w:val="00D45805"/>
    <w:rsid w:val="00D5348B"/>
    <w:rsid w:val="00D53904"/>
    <w:rsid w:val="00D6183B"/>
    <w:rsid w:val="00D66214"/>
    <w:rsid w:val="00D67F84"/>
    <w:rsid w:val="00D72CD3"/>
    <w:rsid w:val="00D74553"/>
    <w:rsid w:val="00D75602"/>
    <w:rsid w:val="00D75911"/>
    <w:rsid w:val="00D810C3"/>
    <w:rsid w:val="00D827B4"/>
    <w:rsid w:val="00D82924"/>
    <w:rsid w:val="00D85E44"/>
    <w:rsid w:val="00D85F32"/>
    <w:rsid w:val="00D86570"/>
    <w:rsid w:val="00D87845"/>
    <w:rsid w:val="00D93D85"/>
    <w:rsid w:val="00D97CF6"/>
    <w:rsid w:val="00DB1356"/>
    <w:rsid w:val="00DB4988"/>
    <w:rsid w:val="00DB7C46"/>
    <w:rsid w:val="00DC0A9D"/>
    <w:rsid w:val="00DC3CCB"/>
    <w:rsid w:val="00DC46F1"/>
    <w:rsid w:val="00DC5D1F"/>
    <w:rsid w:val="00DD0313"/>
    <w:rsid w:val="00DD0D50"/>
    <w:rsid w:val="00DD5667"/>
    <w:rsid w:val="00DD76D1"/>
    <w:rsid w:val="00DE13DC"/>
    <w:rsid w:val="00DE497F"/>
    <w:rsid w:val="00DE7C68"/>
    <w:rsid w:val="00DF14AB"/>
    <w:rsid w:val="00DF272F"/>
    <w:rsid w:val="00DF45D9"/>
    <w:rsid w:val="00DF7BC2"/>
    <w:rsid w:val="00E0044E"/>
    <w:rsid w:val="00E00A52"/>
    <w:rsid w:val="00E03C57"/>
    <w:rsid w:val="00E03DEE"/>
    <w:rsid w:val="00E04794"/>
    <w:rsid w:val="00E04ECB"/>
    <w:rsid w:val="00E07322"/>
    <w:rsid w:val="00E07E6C"/>
    <w:rsid w:val="00E104C6"/>
    <w:rsid w:val="00E10D9E"/>
    <w:rsid w:val="00E15DF5"/>
    <w:rsid w:val="00E173E3"/>
    <w:rsid w:val="00E26AD2"/>
    <w:rsid w:val="00E35B68"/>
    <w:rsid w:val="00E4029C"/>
    <w:rsid w:val="00E405B5"/>
    <w:rsid w:val="00E51FEC"/>
    <w:rsid w:val="00E52473"/>
    <w:rsid w:val="00E53B26"/>
    <w:rsid w:val="00E64170"/>
    <w:rsid w:val="00E66AFA"/>
    <w:rsid w:val="00E72D0D"/>
    <w:rsid w:val="00E746E8"/>
    <w:rsid w:val="00E76A2F"/>
    <w:rsid w:val="00E77C1B"/>
    <w:rsid w:val="00E8043A"/>
    <w:rsid w:val="00E809D5"/>
    <w:rsid w:val="00E81637"/>
    <w:rsid w:val="00E820F8"/>
    <w:rsid w:val="00E90830"/>
    <w:rsid w:val="00E90A1A"/>
    <w:rsid w:val="00E91CE6"/>
    <w:rsid w:val="00E923B1"/>
    <w:rsid w:val="00E92490"/>
    <w:rsid w:val="00E9277B"/>
    <w:rsid w:val="00E92A97"/>
    <w:rsid w:val="00E938D1"/>
    <w:rsid w:val="00E938ED"/>
    <w:rsid w:val="00E93E6E"/>
    <w:rsid w:val="00E971A7"/>
    <w:rsid w:val="00EA2930"/>
    <w:rsid w:val="00EA299F"/>
    <w:rsid w:val="00EA40D0"/>
    <w:rsid w:val="00EA511B"/>
    <w:rsid w:val="00EA52FC"/>
    <w:rsid w:val="00EA628C"/>
    <w:rsid w:val="00EA6F6C"/>
    <w:rsid w:val="00EB0026"/>
    <w:rsid w:val="00EB08E4"/>
    <w:rsid w:val="00EB14EF"/>
    <w:rsid w:val="00EB4145"/>
    <w:rsid w:val="00EC06D2"/>
    <w:rsid w:val="00EC331C"/>
    <w:rsid w:val="00EC3A69"/>
    <w:rsid w:val="00ED3684"/>
    <w:rsid w:val="00EE57EB"/>
    <w:rsid w:val="00EE63F6"/>
    <w:rsid w:val="00EE6CE4"/>
    <w:rsid w:val="00EF107E"/>
    <w:rsid w:val="00EF531F"/>
    <w:rsid w:val="00EF750C"/>
    <w:rsid w:val="00F04FA2"/>
    <w:rsid w:val="00F05878"/>
    <w:rsid w:val="00F119DE"/>
    <w:rsid w:val="00F12A87"/>
    <w:rsid w:val="00F146C3"/>
    <w:rsid w:val="00F15726"/>
    <w:rsid w:val="00F21118"/>
    <w:rsid w:val="00F23C21"/>
    <w:rsid w:val="00F23CE8"/>
    <w:rsid w:val="00F26853"/>
    <w:rsid w:val="00F30CA2"/>
    <w:rsid w:val="00F328E9"/>
    <w:rsid w:val="00F37890"/>
    <w:rsid w:val="00F43939"/>
    <w:rsid w:val="00F450DF"/>
    <w:rsid w:val="00F479FE"/>
    <w:rsid w:val="00F51E08"/>
    <w:rsid w:val="00F55E3B"/>
    <w:rsid w:val="00F57E2A"/>
    <w:rsid w:val="00F6721F"/>
    <w:rsid w:val="00F72189"/>
    <w:rsid w:val="00F72E91"/>
    <w:rsid w:val="00F757DD"/>
    <w:rsid w:val="00F76234"/>
    <w:rsid w:val="00F8067F"/>
    <w:rsid w:val="00F82102"/>
    <w:rsid w:val="00F825A5"/>
    <w:rsid w:val="00F86165"/>
    <w:rsid w:val="00F936BB"/>
    <w:rsid w:val="00F9798F"/>
    <w:rsid w:val="00FA12C0"/>
    <w:rsid w:val="00FA2041"/>
    <w:rsid w:val="00FA29AF"/>
    <w:rsid w:val="00FA3F2C"/>
    <w:rsid w:val="00FA49FC"/>
    <w:rsid w:val="00FA699E"/>
    <w:rsid w:val="00FB252C"/>
    <w:rsid w:val="00FB5583"/>
    <w:rsid w:val="00FC10CA"/>
    <w:rsid w:val="00FC18E5"/>
    <w:rsid w:val="00FC29D6"/>
    <w:rsid w:val="00FC3AF8"/>
    <w:rsid w:val="00FC3F39"/>
    <w:rsid w:val="00FC71AC"/>
    <w:rsid w:val="00FD272E"/>
    <w:rsid w:val="00FD37D0"/>
    <w:rsid w:val="00FE1D72"/>
    <w:rsid w:val="00FE241E"/>
    <w:rsid w:val="00FF1BEF"/>
    <w:rsid w:val="00FF375D"/>
    <w:rsid w:val="00FF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DE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325E"/>
    <w:rPr>
      <w:rFonts w:cs="Times New Roman"/>
    </w:rPr>
  </w:style>
  <w:style w:type="table" w:styleId="TableGrid">
    <w:name w:val="Table Grid"/>
    <w:basedOn w:val="TableNormal"/>
    <w:uiPriority w:val="99"/>
    <w:rsid w:val="00E908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Normal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a0">
    <w:name w:val="Сноска_"/>
    <w:basedOn w:val="DefaultParagraphFont"/>
    <w:link w:val="10"/>
    <w:uiPriority w:val="99"/>
    <w:locked/>
    <w:rsid w:val="008033EF"/>
    <w:rPr>
      <w:rFonts w:cs="Times New Roman"/>
      <w:spacing w:val="3"/>
      <w:sz w:val="25"/>
      <w:szCs w:val="25"/>
      <w:lang w:bidi="ar-SA"/>
    </w:rPr>
  </w:style>
  <w:style w:type="paragraph" w:customStyle="1" w:styleId="10">
    <w:name w:val="Сноска1"/>
    <w:basedOn w:val="Normal"/>
    <w:link w:val="a0"/>
    <w:uiPriority w:val="99"/>
    <w:rsid w:val="008033EF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71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1982</TotalTime>
  <Pages>22</Pages>
  <Words>4997</Words>
  <Characters>28485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511</cp:revision>
  <cp:lastPrinted>2015-03-02T23:36:00Z</cp:lastPrinted>
  <dcterms:created xsi:type="dcterms:W3CDTF">2012-12-13T06:34:00Z</dcterms:created>
  <dcterms:modified xsi:type="dcterms:W3CDTF">2016-01-11T00:15:00Z</dcterms:modified>
</cp:coreProperties>
</file>