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494" w:rsidRPr="007355F6" w:rsidRDefault="006B2494">
      <w:pPr>
        <w:jc w:val="right"/>
        <w:rPr>
          <w:sz w:val="24"/>
          <w:szCs w:val="24"/>
          <w:lang w:val="en-US"/>
        </w:rPr>
      </w:pPr>
      <w:r w:rsidRPr="00387072"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en-US"/>
        </w:rPr>
        <w:t>3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10"/>
        <w:gridCol w:w="4877"/>
        <w:gridCol w:w="597"/>
        <w:gridCol w:w="820"/>
        <w:gridCol w:w="881"/>
        <w:gridCol w:w="536"/>
        <w:gridCol w:w="709"/>
        <w:gridCol w:w="709"/>
        <w:gridCol w:w="773"/>
      </w:tblGrid>
      <w:tr w:rsidR="006B2494">
        <w:trPr>
          <w:trHeight w:val="136"/>
        </w:trPr>
        <w:tc>
          <w:tcPr>
            <w:tcW w:w="10412" w:type="dxa"/>
            <w:gridSpan w:val="9"/>
          </w:tcPr>
          <w:p w:rsidR="006B2494" w:rsidRDefault="006B2494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</w:p>
          <w:p w:rsidR="006B2494" w:rsidRPr="00AC4D45" w:rsidRDefault="006B2494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Показатели развития малого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и среднего</w:t>
            </w:r>
            <w:bookmarkStart w:id="0" w:name="_GoBack"/>
            <w:bookmarkEnd w:id="0"/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предпринимательства</w:t>
            </w:r>
          </w:p>
          <w:p w:rsidR="006B2494" w:rsidRDefault="006B2494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в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муниципальном образовании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2017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.</w:t>
            </w:r>
          </w:p>
          <w:p w:rsidR="006B2494" w:rsidRPr="009821E2" w:rsidRDefault="006B2494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</w:p>
          <w:p w:rsidR="006B2494" w:rsidRPr="009821E2" w:rsidRDefault="006B2494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 xml:space="preserve">Дальнереченский  городской округ </w:t>
            </w:r>
          </w:p>
          <w:p w:rsidR="006B2494" w:rsidRPr="007970AF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970AF">
              <w:rPr>
                <w:snapToGrid w:val="0"/>
                <w:color w:val="000000"/>
                <w:sz w:val="24"/>
                <w:szCs w:val="24"/>
              </w:rPr>
              <w:t>(наименование муниципального образования)</w:t>
            </w:r>
          </w:p>
          <w:p w:rsidR="006B2494" w:rsidRDefault="006B2494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snapToGrid w:val="0"/>
                <w:color w:val="000000"/>
                <w:sz w:val="24"/>
                <w:szCs w:val="24"/>
              </w:rPr>
              <w:t>16 год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 кв. 2017 года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 кв. 2017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 кв. 2017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 кв. 2017 года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итого 2017год</w:t>
            </w:r>
          </w:p>
        </w:tc>
      </w:tr>
      <w:tr w:rsidR="006B2494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F155BA" w:rsidRDefault="006B2494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F155BA" w:rsidRDefault="006B2494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F155BA" w:rsidRDefault="006B2494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F155BA" w:rsidRDefault="006B2494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F155BA" w:rsidRDefault="006B2494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F155BA" w:rsidRDefault="006B2494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F155BA" w:rsidRDefault="006B2494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F155BA" w:rsidRDefault="006B2494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F155BA" w:rsidRDefault="006B2494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организаций всех форм собственности</w:t>
            </w:r>
          </w:p>
          <w:p w:rsidR="006B2494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435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на 10 тысяч человек населения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866,9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889,6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4A7FCC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4A7FCC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Количество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5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4E1CD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cantSplit/>
          <w:trHeight w:val="92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cantSplit/>
          <w:trHeight w:val="92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0510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7426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4A7FCC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4A7FCC" w:rsidRDefault="006B2494" w:rsidP="009B61A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Число хозяйствующих субъектов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МП в числе хозяйствующих субъектов</w:t>
            </w:r>
          </w:p>
          <w:p w:rsidR="006B2494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68,4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2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индивидуальных предпринимателей(ИП)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полного круга организаций и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769F2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млрд.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420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C21A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4A7FCC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4A7FCC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Оборот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441,9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C21AD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239,9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377,3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58693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309,1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58693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98,7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53EF2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4A7FCC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4A7FCC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Выручка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1583,7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F3293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809,2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cantSplit/>
          <w:trHeight w:val="108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малых 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D93B2A" w:rsidRDefault="006B2494" w:rsidP="00C769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2515,2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F3293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863,8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cantSplit/>
          <w:trHeight w:val="104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деятельности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289,4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F3293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100,9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382,4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F3293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F3293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F3293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1435,3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569,4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135,1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261,7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66,4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78,8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145,3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150,8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оборота малых предприятий (МП) в объеме оборота полного круга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54,7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51,9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Среднесписочная численность работников (по полному кругу организаций)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4A7FCC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4A7FCC" w:rsidRDefault="006B2494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средних предприятий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0,062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0,065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0,195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8F7228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4A7FCC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4A7FCC" w:rsidRDefault="006B2494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1,95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2,08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малых предприятий (МП)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766B8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1,07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0E0A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0,016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DC1AE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работников малых предприятий в общей численности занятых в экономике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Среднемесячная зарплата и выплаты социального характера на 1 работника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6B1359">
              <w:rPr>
                <w:snapToGrid w:val="0"/>
                <w:color w:val="000000"/>
                <w:sz w:val="24"/>
                <w:szCs w:val="24"/>
              </w:rPr>
              <w:t xml:space="preserve">Среднемесячная зарплата и выплаты социального характера на 1 работника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среднего предприятия. 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2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предусмотренных на поддержку субъектов малого и среднего предпринимательства (МСП) в бюджете Приморского края на год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cantSplit/>
          <w:trHeight w:val="204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субъектов МСП, получивших поддержку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cantSplit/>
          <w:trHeight w:val="68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из 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6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 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 внебюджетного фонда Особой экономической зоны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Регионального фонда поддержки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Муниципальных фондов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полученных субъектами МСП из: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1917,2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1486,0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181,2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BF0A8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Всего проведено торгов и других способов размещения заказа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1895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6B2494" w:rsidRPr="009C2F2B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6B2494" w:rsidRPr="009C2F2B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14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6B2494" w:rsidRPr="009C2F2B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151311,6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61869,55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6B2494" w:rsidRPr="009C2F2B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87444,9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26269,13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Объем размещения заказов на поставки товаров, выполнение работ, оказание услуг для муниципальных нужд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881,5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Доля заказов, размещенных у субъектов малого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57,8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35,86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9C2F2B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D43A91" w:rsidRDefault="006B2494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Уплачено налогов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субъектами МСП 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>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D43A91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D43A91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D43A91" w:rsidRDefault="006B2494" w:rsidP="00AC4D4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D43A91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D43A91" w:rsidRDefault="006B2494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Другие платежи </w:t>
            </w:r>
            <w:r>
              <w:rPr>
                <w:snapToGrid w:val="0"/>
                <w:color w:val="000000"/>
                <w:sz w:val="24"/>
                <w:szCs w:val="24"/>
              </w:rPr>
              <w:t>субъектов МСП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 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D43A91" w:rsidRDefault="006B2494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B1ED9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D43A91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D43A91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Pr="00D43A91" w:rsidRDefault="006B2494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D43A91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организаций</w:t>
            </w:r>
          </w:p>
          <w:p w:rsidR="006B2494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малых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50,6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малых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48,2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B2494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средних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494" w:rsidRDefault="006B249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6B2494" w:rsidRDefault="006B2494" w:rsidP="007B5B6E">
      <w:r w:rsidRPr="008912B7">
        <w:t xml:space="preserve">- пояснительная записка </w:t>
      </w:r>
      <w:r>
        <w:t>*</w:t>
      </w:r>
    </w:p>
    <w:p w:rsidR="006B2494" w:rsidRPr="001F4955" w:rsidRDefault="006B2494" w:rsidP="007B5B6E">
      <w:r>
        <w:t xml:space="preserve">  * в т.ч. и</w:t>
      </w:r>
      <w:r w:rsidRPr="00127C7B">
        <w:t>нформация о</w:t>
      </w:r>
      <w:r w:rsidRPr="001F4955">
        <w:t>наличи</w:t>
      </w:r>
      <w:r>
        <w:t>и</w:t>
      </w:r>
      <w:r w:rsidRPr="001F4955">
        <w:t xml:space="preserve"> и наименовани</w:t>
      </w:r>
      <w:r>
        <w:t>и</w:t>
      </w:r>
      <w:r w:rsidRPr="001F4955">
        <w:t xml:space="preserve"> программ</w:t>
      </w:r>
      <w:r>
        <w:t>ы</w:t>
      </w:r>
      <w:r w:rsidRPr="001F4955">
        <w:t xml:space="preserve"> поддер</w:t>
      </w:r>
      <w:r>
        <w:t>жки малого предпринимательства</w:t>
      </w:r>
      <w:r w:rsidRPr="001F4955">
        <w:t>; направления</w:t>
      </w:r>
      <w:r>
        <w:t>х</w:t>
      </w:r>
      <w:r w:rsidRPr="001F4955">
        <w:t xml:space="preserve"> и форм</w:t>
      </w:r>
      <w:r>
        <w:t>ах</w:t>
      </w:r>
      <w:r w:rsidRPr="001F4955">
        <w:t xml:space="preserve"> муниципальной поддержки, оказываемой субъектам малого предпринимательства на муниципальн</w:t>
      </w:r>
      <w:r>
        <w:t>ом</w:t>
      </w:r>
      <w:r w:rsidRPr="001F4955">
        <w:t xml:space="preserve"> уровн</w:t>
      </w:r>
      <w:r>
        <w:t>е</w:t>
      </w:r>
      <w:r w:rsidRPr="001F4955">
        <w:t>;</w:t>
      </w:r>
    </w:p>
    <w:p w:rsidR="006B2494" w:rsidRPr="001F4955" w:rsidRDefault="006B2494" w:rsidP="007B5B6E">
      <w:pPr>
        <w:spacing w:before="60"/>
      </w:pPr>
      <w:r>
        <w:t xml:space="preserve">- </w:t>
      </w:r>
      <w:r w:rsidRPr="001F4955">
        <w:t>объем</w:t>
      </w:r>
      <w:r>
        <w:t>ах</w:t>
      </w:r>
      <w:r w:rsidRPr="001F4955">
        <w:t xml:space="preserve"> размещения заказов для </w:t>
      </w:r>
      <w:r>
        <w:t>м</w:t>
      </w:r>
      <w:r w:rsidRPr="001F4955">
        <w:t>униципальных нужд у субъектов малого предпринимательства</w:t>
      </w:r>
      <w:r>
        <w:t>;</w:t>
      </w:r>
    </w:p>
    <w:p w:rsidR="006B2494" w:rsidRDefault="006B2494" w:rsidP="007B5B6E">
      <w:pPr>
        <w:rPr>
          <w:sz w:val="24"/>
          <w:szCs w:val="24"/>
        </w:rPr>
      </w:pPr>
      <w:r>
        <w:t xml:space="preserve">- </w:t>
      </w:r>
      <w:r w:rsidRPr="001F4955">
        <w:t>предложения по развитию малого предпринимательства на муниципальном уровн</w:t>
      </w:r>
      <w:r>
        <w:t>е</w:t>
      </w:r>
      <w:r w:rsidRPr="001F4955">
        <w:t>.</w:t>
      </w:r>
    </w:p>
    <w:sectPr w:rsidR="006B2494" w:rsidSect="007B5B6E">
      <w:headerReference w:type="default" r:id="rId7"/>
      <w:pgSz w:w="11906" w:h="16838"/>
      <w:pgMar w:top="284" w:right="567" w:bottom="567" w:left="85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494" w:rsidRDefault="006B2494">
      <w:r>
        <w:separator/>
      </w:r>
    </w:p>
  </w:endnote>
  <w:endnote w:type="continuationSeparator" w:id="1">
    <w:p w:rsidR="006B2494" w:rsidRDefault="006B2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494" w:rsidRDefault="006B2494">
      <w:r>
        <w:separator/>
      </w:r>
    </w:p>
  </w:footnote>
  <w:footnote w:type="continuationSeparator" w:id="1">
    <w:p w:rsidR="006B2494" w:rsidRDefault="006B24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94" w:rsidRDefault="006B249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6B2494" w:rsidRDefault="006B249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26CD"/>
    <w:multiLevelType w:val="multilevel"/>
    <w:tmpl w:val="584A6C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1">
      <w:start w:val="20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8C3"/>
    <w:rsid w:val="0000500E"/>
    <w:rsid w:val="00053EF2"/>
    <w:rsid w:val="00076D93"/>
    <w:rsid w:val="000918C7"/>
    <w:rsid w:val="00096D65"/>
    <w:rsid w:val="000C6D5E"/>
    <w:rsid w:val="000E0A61"/>
    <w:rsid w:val="000E4200"/>
    <w:rsid w:val="000F71B9"/>
    <w:rsid w:val="00106B64"/>
    <w:rsid w:val="00110CCD"/>
    <w:rsid w:val="00127C7B"/>
    <w:rsid w:val="00171D08"/>
    <w:rsid w:val="001747B0"/>
    <w:rsid w:val="00184226"/>
    <w:rsid w:val="001902B4"/>
    <w:rsid w:val="001A117E"/>
    <w:rsid w:val="001A6DA9"/>
    <w:rsid w:val="001A7F6E"/>
    <w:rsid w:val="001D1459"/>
    <w:rsid w:val="001E506C"/>
    <w:rsid w:val="001F4464"/>
    <w:rsid w:val="001F4955"/>
    <w:rsid w:val="00211A8E"/>
    <w:rsid w:val="00216CDF"/>
    <w:rsid w:val="00233868"/>
    <w:rsid w:val="00250E40"/>
    <w:rsid w:val="00270BE6"/>
    <w:rsid w:val="002807EE"/>
    <w:rsid w:val="002B30B5"/>
    <w:rsid w:val="002D3808"/>
    <w:rsid w:val="00320802"/>
    <w:rsid w:val="0033429D"/>
    <w:rsid w:val="00343B15"/>
    <w:rsid w:val="0037426E"/>
    <w:rsid w:val="003819E9"/>
    <w:rsid w:val="00387072"/>
    <w:rsid w:val="0039530E"/>
    <w:rsid w:val="00395409"/>
    <w:rsid w:val="003E011E"/>
    <w:rsid w:val="003E43BF"/>
    <w:rsid w:val="003F4381"/>
    <w:rsid w:val="00436A8B"/>
    <w:rsid w:val="0044150C"/>
    <w:rsid w:val="0044373C"/>
    <w:rsid w:val="0046734A"/>
    <w:rsid w:val="00476CD5"/>
    <w:rsid w:val="00490AF1"/>
    <w:rsid w:val="004A7FCC"/>
    <w:rsid w:val="004D6845"/>
    <w:rsid w:val="004E1CDC"/>
    <w:rsid w:val="004F0154"/>
    <w:rsid w:val="004F76D4"/>
    <w:rsid w:val="0050384F"/>
    <w:rsid w:val="00527508"/>
    <w:rsid w:val="005310F8"/>
    <w:rsid w:val="0055606A"/>
    <w:rsid w:val="00571522"/>
    <w:rsid w:val="00586938"/>
    <w:rsid w:val="00592F0E"/>
    <w:rsid w:val="005A3D29"/>
    <w:rsid w:val="005C6646"/>
    <w:rsid w:val="005D40E4"/>
    <w:rsid w:val="005E2A9F"/>
    <w:rsid w:val="005E441E"/>
    <w:rsid w:val="005E67A1"/>
    <w:rsid w:val="005E7E61"/>
    <w:rsid w:val="00605108"/>
    <w:rsid w:val="006054D1"/>
    <w:rsid w:val="00620F57"/>
    <w:rsid w:val="0063137E"/>
    <w:rsid w:val="006B1359"/>
    <w:rsid w:val="006B2494"/>
    <w:rsid w:val="006C372E"/>
    <w:rsid w:val="006D2F24"/>
    <w:rsid w:val="006D3AC0"/>
    <w:rsid w:val="006E52B7"/>
    <w:rsid w:val="006F3B4E"/>
    <w:rsid w:val="007355F6"/>
    <w:rsid w:val="007763D5"/>
    <w:rsid w:val="00781C89"/>
    <w:rsid w:val="007833FD"/>
    <w:rsid w:val="00785749"/>
    <w:rsid w:val="00792147"/>
    <w:rsid w:val="007970AF"/>
    <w:rsid w:val="007B5B6E"/>
    <w:rsid w:val="007C05E7"/>
    <w:rsid w:val="007D0E92"/>
    <w:rsid w:val="007E2B5E"/>
    <w:rsid w:val="008174D8"/>
    <w:rsid w:val="00826504"/>
    <w:rsid w:val="00831B9C"/>
    <w:rsid w:val="00833A42"/>
    <w:rsid w:val="00840420"/>
    <w:rsid w:val="0084120D"/>
    <w:rsid w:val="008566D2"/>
    <w:rsid w:val="00863903"/>
    <w:rsid w:val="00872954"/>
    <w:rsid w:val="00873FA6"/>
    <w:rsid w:val="008912B7"/>
    <w:rsid w:val="008B4BED"/>
    <w:rsid w:val="008C698F"/>
    <w:rsid w:val="008D5CC6"/>
    <w:rsid w:val="008F7228"/>
    <w:rsid w:val="009571A1"/>
    <w:rsid w:val="00964D5F"/>
    <w:rsid w:val="00966DB7"/>
    <w:rsid w:val="009821E2"/>
    <w:rsid w:val="009B61A1"/>
    <w:rsid w:val="009C2F2B"/>
    <w:rsid w:val="009D5A8A"/>
    <w:rsid w:val="00A04B9E"/>
    <w:rsid w:val="00A225B8"/>
    <w:rsid w:val="00A22A1E"/>
    <w:rsid w:val="00A40BFB"/>
    <w:rsid w:val="00A6166D"/>
    <w:rsid w:val="00A6243B"/>
    <w:rsid w:val="00A65D53"/>
    <w:rsid w:val="00AA68C3"/>
    <w:rsid w:val="00AA71F8"/>
    <w:rsid w:val="00AB2049"/>
    <w:rsid w:val="00AB5BC7"/>
    <w:rsid w:val="00AC0D50"/>
    <w:rsid w:val="00AC18C2"/>
    <w:rsid w:val="00AC42C7"/>
    <w:rsid w:val="00AC4D45"/>
    <w:rsid w:val="00AC7FAD"/>
    <w:rsid w:val="00AD27B8"/>
    <w:rsid w:val="00B06BDF"/>
    <w:rsid w:val="00B31354"/>
    <w:rsid w:val="00B52F0A"/>
    <w:rsid w:val="00B53A22"/>
    <w:rsid w:val="00BA360E"/>
    <w:rsid w:val="00BF0A82"/>
    <w:rsid w:val="00BF5489"/>
    <w:rsid w:val="00BF58C4"/>
    <w:rsid w:val="00C03AD1"/>
    <w:rsid w:val="00C11745"/>
    <w:rsid w:val="00C324D1"/>
    <w:rsid w:val="00C355AE"/>
    <w:rsid w:val="00C373C9"/>
    <w:rsid w:val="00C74B6B"/>
    <w:rsid w:val="00C769F2"/>
    <w:rsid w:val="00C77047"/>
    <w:rsid w:val="00C96825"/>
    <w:rsid w:val="00CE292C"/>
    <w:rsid w:val="00D0547D"/>
    <w:rsid w:val="00D1734D"/>
    <w:rsid w:val="00D300A3"/>
    <w:rsid w:val="00D40D5F"/>
    <w:rsid w:val="00D43A91"/>
    <w:rsid w:val="00D67836"/>
    <w:rsid w:val="00D82075"/>
    <w:rsid w:val="00D83282"/>
    <w:rsid w:val="00D93B2A"/>
    <w:rsid w:val="00D94170"/>
    <w:rsid w:val="00DA16FC"/>
    <w:rsid w:val="00DB4172"/>
    <w:rsid w:val="00DC1AE6"/>
    <w:rsid w:val="00DC473D"/>
    <w:rsid w:val="00DD3D0D"/>
    <w:rsid w:val="00DF7729"/>
    <w:rsid w:val="00E6703C"/>
    <w:rsid w:val="00E766B8"/>
    <w:rsid w:val="00E844FB"/>
    <w:rsid w:val="00E858FB"/>
    <w:rsid w:val="00EB1ED9"/>
    <w:rsid w:val="00EC21AD"/>
    <w:rsid w:val="00ED4B72"/>
    <w:rsid w:val="00EE69CE"/>
    <w:rsid w:val="00EF38BC"/>
    <w:rsid w:val="00EF6EAC"/>
    <w:rsid w:val="00F102EA"/>
    <w:rsid w:val="00F155BA"/>
    <w:rsid w:val="00F17F93"/>
    <w:rsid w:val="00F32934"/>
    <w:rsid w:val="00F600D3"/>
    <w:rsid w:val="00F6215D"/>
    <w:rsid w:val="00F73E3F"/>
    <w:rsid w:val="00FA33B5"/>
    <w:rsid w:val="00FC3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A8A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D5A8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54D1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9D5A8A"/>
  </w:style>
  <w:style w:type="paragraph" w:styleId="BodyTextIndent">
    <w:name w:val="Body Text Indent"/>
    <w:basedOn w:val="Normal"/>
    <w:link w:val="BodyTextIndentChar"/>
    <w:uiPriority w:val="99"/>
    <w:rsid w:val="009D5A8A"/>
    <w:pPr>
      <w:spacing w:line="360" w:lineRule="auto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054D1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43A91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054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43A9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C770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77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450</TotalTime>
  <Pages>7</Pages>
  <Words>2041</Words>
  <Characters>11636</Characters>
  <Application>Microsoft Office Outlook</Application>
  <DocSecurity>0</DocSecurity>
  <Lines>0</Lines>
  <Paragraphs>0</Paragraphs>
  <ScaleCrop>false</ScaleCrop>
  <Company>APK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ContrUpr</dc:creator>
  <cp:keywords/>
  <dc:description/>
  <cp:lastModifiedBy>adm18</cp:lastModifiedBy>
  <cp:revision>24</cp:revision>
  <cp:lastPrinted>2017-06-05T07:45:00Z</cp:lastPrinted>
  <dcterms:created xsi:type="dcterms:W3CDTF">2017-06-02T05:42:00Z</dcterms:created>
  <dcterms:modified xsi:type="dcterms:W3CDTF">2017-06-06T01:27:00Z</dcterms:modified>
</cp:coreProperties>
</file>