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DD" w:rsidRDefault="007160DD" w:rsidP="00296C2E">
      <w:pPr>
        <w:jc w:val="center"/>
        <w:rPr>
          <w:sz w:val="28"/>
          <w:szCs w:val="28"/>
        </w:rPr>
      </w:pPr>
    </w:p>
    <w:p w:rsidR="007160DD" w:rsidRDefault="007160DD" w:rsidP="0047621E">
      <w:pPr>
        <w:jc w:val="both"/>
        <w:rPr>
          <w:sz w:val="28"/>
          <w:szCs w:val="28"/>
        </w:rPr>
      </w:pPr>
    </w:p>
    <w:p w:rsidR="007160DD" w:rsidRDefault="007160DD" w:rsidP="00944C12">
      <w:pPr>
        <w:jc w:val="both"/>
        <w:rPr>
          <w:sz w:val="28"/>
          <w:szCs w:val="28"/>
        </w:rPr>
      </w:pPr>
    </w:p>
    <w:p w:rsidR="007160DD" w:rsidRDefault="007160DD" w:rsidP="0047621E">
      <w:pPr>
        <w:jc w:val="both"/>
        <w:rPr>
          <w:sz w:val="28"/>
          <w:szCs w:val="28"/>
        </w:rPr>
      </w:pPr>
    </w:p>
    <w:p w:rsidR="007160DD" w:rsidRDefault="007160DD" w:rsidP="00167A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КГБУ «Приморский центр занятости населения» информирует о возможности направления участников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Дальневосточный конкурс молодых инженеров «Я - инженер», который состоится с 7 по 11 августа 2018 года в Республике Саха (Якутия) в рамках Дальневосточного молодежного образовательного форума «Синергия Севера» (информация прилагается). Срок подачи заявок на участие в конкурсе заканчивается 27.07.2018.</w:t>
      </w:r>
    </w:p>
    <w:p w:rsidR="007160DD" w:rsidRPr="00194834" w:rsidRDefault="007160DD" w:rsidP="00167A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Контакты для взаимодействия кандидатов на участие в конкурсе: Костырева Дарья Евгеньевна – специалист эксперт отдела проектов и программ в сфере молодежной политики департамента по делам молодежи Приморского края, тел. (423)202-29-06.</w:t>
      </w:r>
    </w:p>
    <w:p w:rsidR="007160DD" w:rsidRDefault="007160DD" w:rsidP="001156C7">
      <w:pPr>
        <w:ind w:firstLine="708"/>
        <w:jc w:val="both"/>
        <w:rPr>
          <w:sz w:val="28"/>
          <w:szCs w:val="28"/>
        </w:rPr>
      </w:pPr>
    </w:p>
    <w:sectPr w:rsidR="007160DD" w:rsidSect="00296C2E">
      <w:headerReference w:type="default" r:id="rId7"/>
      <w:pgSz w:w="11906" w:h="16838" w:code="9"/>
      <w:pgMar w:top="28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0DD" w:rsidRDefault="007160DD">
      <w:r>
        <w:separator/>
      </w:r>
    </w:p>
  </w:endnote>
  <w:endnote w:type="continuationSeparator" w:id="1">
    <w:p w:rsidR="007160DD" w:rsidRDefault="0071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0DD" w:rsidRDefault="007160DD">
      <w:r>
        <w:separator/>
      </w:r>
    </w:p>
  </w:footnote>
  <w:footnote w:type="continuationSeparator" w:id="1">
    <w:p w:rsidR="007160DD" w:rsidRDefault="00716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0DD" w:rsidRDefault="007160D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160DD" w:rsidRDefault="007160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4D1"/>
    <w:multiLevelType w:val="hybridMultilevel"/>
    <w:tmpl w:val="94365B56"/>
    <w:lvl w:ilvl="0" w:tplc="A0FC80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26FF48DE"/>
    <w:multiLevelType w:val="hybridMultilevel"/>
    <w:tmpl w:val="3CACF020"/>
    <w:lvl w:ilvl="0" w:tplc="1CFC4F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1D4EAC"/>
    <w:multiLevelType w:val="hybridMultilevel"/>
    <w:tmpl w:val="8084B5B0"/>
    <w:lvl w:ilvl="0" w:tplc="0A8C11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CB9"/>
    <w:rsid w:val="00014637"/>
    <w:rsid w:val="00022EF1"/>
    <w:rsid w:val="00023D9D"/>
    <w:rsid w:val="00031E17"/>
    <w:rsid w:val="000326DD"/>
    <w:rsid w:val="00033D75"/>
    <w:rsid w:val="00034517"/>
    <w:rsid w:val="0003485D"/>
    <w:rsid w:val="0003752D"/>
    <w:rsid w:val="00054F2D"/>
    <w:rsid w:val="00062FE2"/>
    <w:rsid w:val="00071CD3"/>
    <w:rsid w:val="00077624"/>
    <w:rsid w:val="00080F8D"/>
    <w:rsid w:val="00081FD5"/>
    <w:rsid w:val="000A3E8F"/>
    <w:rsid w:val="000A5196"/>
    <w:rsid w:val="000B21BF"/>
    <w:rsid w:val="000B4D9A"/>
    <w:rsid w:val="000B54DE"/>
    <w:rsid w:val="000B6A00"/>
    <w:rsid w:val="000C2CCD"/>
    <w:rsid w:val="000C4E02"/>
    <w:rsid w:val="000E367F"/>
    <w:rsid w:val="000F262C"/>
    <w:rsid w:val="000F573A"/>
    <w:rsid w:val="00101DE3"/>
    <w:rsid w:val="0010518B"/>
    <w:rsid w:val="00110A2C"/>
    <w:rsid w:val="001156C7"/>
    <w:rsid w:val="00117821"/>
    <w:rsid w:val="001216C5"/>
    <w:rsid w:val="00133C4F"/>
    <w:rsid w:val="00140F04"/>
    <w:rsid w:val="0014540E"/>
    <w:rsid w:val="00147086"/>
    <w:rsid w:val="00155683"/>
    <w:rsid w:val="00156043"/>
    <w:rsid w:val="00167AC0"/>
    <w:rsid w:val="00173807"/>
    <w:rsid w:val="001809BC"/>
    <w:rsid w:val="001837D4"/>
    <w:rsid w:val="00187537"/>
    <w:rsid w:val="00190C18"/>
    <w:rsid w:val="0019180C"/>
    <w:rsid w:val="00194834"/>
    <w:rsid w:val="00194AEB"/>
    <w:rsid w:val="001A506E"/>
    <w:rsid w:val="001A6CFF"/>
    <w:rsid w:val="001A71F4"/>
    <w:rsid w:val="001B068E"/>
    <w:rsid w:val="001B1351"/>
    <w:rsid w:val="001B59D4"/>
    <w:rsid w:val="001C61E1"/>
    <w:rsid w:val="001E5722"/>
    <w:rsid w:val="001F1079"/>
    <w:rsid w:val="001F5EED"/>
    <w:rsid w:val="002110C1"/>
    <w:rsid w:val="00215DCA"/>
    <w:rsid w:val="00216F09"/>
    <w:rsid w:val="00222D34"/>
    <w:rsid w:val="00225D68"/>
    <w:rsid w:val="0023610B"/>
    <w:rsid w:val="002361E0"/>
    <w:rsid w:val="002370C0"/>
    <w:rsid w:val="00241172"/>
    <w:rsid w:val="00255010"/>
    <w:rsid w:val="00265FCE"/>
    <w:rsid w:val="00266AF4"/>
    <w:rsid w:val="00271E85"/>
    <w:rsid w:val="00274470"/>
    <w:rsid w:val="00296C2E"/>
    <w:rsid w:val="002A2C2F"/>
    <w:rsid w:val="002B2865"/>
    <w:rsid w:val="002E02D0"/>
    <w:rsid w:val="00314A17"/>
    <w:rsid w:val="003241F8"/>
    <w:rsid w:val="0034163D"/>
    <w:rsid w:val="00351581"/>
    <w:rsid w:val="003615B6"/>
    <w:rsid w:val="003A3DFD"/>
    <w:rsid w:val="003A64A5"/>
    <w:rsid w:val="003B0B8F"/>
    <w:rsid w:val="003B436C"/>
    <w:rsid w:val="003B7561"/>
    <w:rsid w:val="003C0CF6"/>
    <w:rsid w:val="003C5953"/>
    <w:rsid w:val="003C5AF6"/>
    <w:rsid w:val="003D4EBA"/>
    <w:rsid w:val="003E6056"/>
    <w:rsid w:val="004117B4"/>
    <w:rsid w:val="004138A1"/>
    <w:rsid w:val="00426F9F"/>
    <w:rsid w:val="004309C3"/>
    <w:rsid w:val="004330DE"/>
    <w:rsid w:val="00440BE0"/>
    <w:rsid w:val="00452925"/>
    <w:rsid w:val="00464C58"/>
    <w:rsid w:val="00466070"/>
    <w:rsid w:val="0046676E"/>
    <w:rsid w:val="004726C9"/>
    <w:rsid w:val="0047621E"/>
    <w:rsid w:val="00477CD5"/>
    <w:rsid w:val="0048159D"/>
    <w:rsid w:val="00482388"/>
    <w:rsid w:val="00485179"/>
    <w:rsid w:val="00487EF4"/>
    <w:rsid w:val="00495448"/>
    <w:rsid w:val="004A44D0"/>
    <w:rsid w:val="004B1FB0"/>
    <w:rsid w:val="004B7D90"/>
    <w:rsid w:val="004C407C"/>
    <w:rsid w:val="004C7DC6"/>
    <w:rsid w:val="004D450D"/>
    <w:rsid w:val="004E3590"/>
    <w:rsid w:val="004E38DE"/>
    <w:rsid w:val="004E4CD0"/>
    <w:rsid w:val="004E516B"/>
    <w:rsid w:val="004F1682"/>
    <w:rsid w:val="004F5ECF"/>
    <w:rsid w:val="00500F64"/>
    <w:rsid w:val="005059DF"/>
    <w:rsid w:val="00510519"/>
    <w:rsid w:val="005107AC"/>
    <w:rsid w:val="005232AA"/>
    <w:rsid w:val="0052595A"/>
    <w:rsid w:val="005268F1"/>
    <w:rsid w:val="00541F11"/>
    <w:rsid w:val="00556227"/>
    <w:rsid w:val="005669BC"/>
    <w:rsid w:val="00582A3E"/>
    <w:rsid w:val="00592B0E"/>
    <w:rsid w:val="005934B4"/>
    <w:rsid w:val="005C5531"/>
    <w:rsid w:val="005C6EFC"/>
    <w:rsid w:val="005C77C8"/>
    <w:rsid w:val="005D07F4"/>
    <w:rsid w:val="005E222F"/>
    <w:rsid w:val="005F039F"/>
    <w:rsid w:val="005F23AB"/>
    <w:rsid w:val="006023C1"/>
    <w:rsid w:val="00603751"/>
    <w:rsid w:val="006058B5"/>
    <w:rsid w:val="00615F9F"/>
    <w:rsid w:val="00620733"/>
    <w:rsid w:val="00620C0B"/>
    <w:rsid w:val="006235F3"/>
    <w:rsid w:val="00626F8D"/>
    <w:rsid w:val="00642A80"/>
    <w:rsid w:val="00653E18"/>
    <w:rsid w:val="006542E5"/>
    <w:rsid w:val="00655BEF"/>
    <w:rsid w:val="006641EB"/>
    <w:rsid w:val="006735F6"/>
    <w:rsid w:val="006762DE"/>
    <w:rsid w:val="00687725"/>
    <w:rsid w:val="00687C75"/>
    <w:rsid w:val="0069299B"/>
    <w:rsid w:val="00695B13"/>
    <w:rsid w:val="006A62DD"/>
    <w:rsid w:val="006B0A8C"/>
    <w:rsid w:val="006B173D"/>
    <w:rsid w:val="006C0500"/>
    <w:rsid w:val="006C13E8"/>
    <w:rsid w:val="006C3032"/>
    <w:rsid w:val="006D19AB"/>
    <w:rsid w:val="006D57AF"/>
    <w:rsid w:val="006E026C"/>
    <w:rsid w:val="006E7456"/>
    <w:rsid w:val="006F10D2"/>
    <w:rsid w:val="006F2888"/>
    <w:rsid w:val="006F737A"/>
    <w:rsid w:val="00710F04"/>
    <w:rsid w:val="007160DD"/>
    <w:rsid w:val="00717F91"/>
    <w:rsid w:val="007200E7"/>
    <w:rsid w:val="00721093"/>
    <w:rsid w:val="00723672"/>
    <w:rsid w:val="00725150"/>
    <w:rsid w:val="00726D60"/>
    <w:rsid w:val="007319B7"/>
    <w:rsid w:val="00735772"/>
    <w:rsid w:val="00744AF9"/>
    <w:rsid w:val="00752992"/>
    <w:rsid w:val="007576CE"/>
    <w:rsid w:val="0076176B"/>
    <w:rsid w:val="00763631"/>
    <w:rsid w:val="00772CB9"/>
    <w:rsid w:val="00797B8F"/>
    <w:rsid w:val="007A4666"/>
    <w:rsid w:val="007D31FA"/>
    <w:rsid w:val="007E2F3F"/>
    <w:rsid w:val="007E736C"/>
    <w:rsid w:val="007E7758"/>
    <w:rsid w:val="007F223A"/>
    <w:rsid w:val="007F2A7D"/>
    <w:rsid w:val="007F7299"/>
    <w:rsid w:val="00802277"/>
    <w:rsid w:val="008053DF"/>
    <w:rsid w:val="00807BB3"/>
    <w:rsid w:val="00826B18"/>
    <w:rsid w:val="00835978"/>
    <w:rsid w:val="00842D3D"/>
    <w:rsid w:val="00871FF8"/>
    <w:rsid w:val="00877ADD"/>
    <w:rsid w:val="00883A57"/>
    <w:rsid w:val="00892578"/>
    <w:rsid w:val="008958A7"/>
    <w:rsid w:val="00895CAE"/>
    <w:rsid w:val="008A6000"/>
    <w:rsid w:val="008B0D49"/>
    <w:rsid w:val="008B4C83"/>
    <w:rsid w:val="008C73AF"/>
    <w:rsid w:val="008C7944"/>
    <w:rsid w:val="008D090B"/>
    <w:rsid w:val="008F0929"/>
    <w:rsid w:val="008F27C6"/>
    <w:rsid w:val="008F7875"/>
    <w:rsid w:val="0091000D"/>
    <w:rsid w:val="0091625B"/>
    <w:rsid w:val="00923E05"/>
    <w:rsid w:val="009428E3"/>
    <w:rsid w:val="00944C12"/>
    <w:rsid w:val="00981808"/>
    <w:rsid w:val="009847BC"/>
    <w:rsid w:val="0099652C"/>
    <w:rsid w:val="009A270B"/>
    <w:rsid w:val="009B1030"/>
    <w:rsid w:val="009B184B"/>
    <w:rsid w:val="009B6BD2"/>
    <w:rsid w:val="009C1E9F"/>
    <w:rsid w:val="009C5584"/>
    <w:rsid w:val="009D50CC"/>
    <w:rsid w:val="009D5A53"/>
    <w:rsid w:val="009D5C83"/>
    <w:rsid w:val="009E1C3B"/>
    <w:rsid w:val="009E704D"/>
    <w:rsid w:val="009F4E70"/>
    <w:rsid w:val="00A1009D"/>
    <w:rsid w:val="00A35601"/>
    <w:rsid w:val="00A4358A"/>
    <w:rsid w:val="00A6292A"/>
    <w:rsid w:val="00A64B85"/>
    <w:rsid w:val="00A7038F"/>
    <w:rsid w:val="00A71867"/>
    <w:rsid w:val="00A8274D"/>
    <w:rsid w:val="00A82DF2"/>
    <w:rsid w:val="00A96828"/>
    <w:rsid w:val="00AA0F01"/>
    <w:rsid w:val="00AB4FD0"/>
    <w:rsid w:val="00AB7FE7"/>
    <w:rsid w:val="00AC210B"/>
    <w:rsid w:val="00AC564E"/>
    <w:rsid w:val="00AE3403"/>
    <w:rsid w:val="00AE598B"/>
    <w:rsid w:val="00AE743C"/>
    <w:rsid w:val="00B02CB9"/>
    <w:rsid w:val="00B05A96"/>
    <w:rsid w:val="00B079CE"/>
    <w:rsid w:val="00B10D19"/>
    <w:rsid w:val="00B13383"/>
    <w:rsid w:val="00B275D1"/>
    <w:rsid w:val="00B27BB6"/>
    <w:rsid w:val="00B304E0"/>
    <w:rsid w:val="00B423AE"/>
    <w:rsid w:val="00B53A27"/>
    <w:rsid w:val="00B541A8"/>
    <w:rsid w:val="00B5547C"/>
    <w:rsid w:val="00B66B64"/>
    <w:rsid w:val="00B7341D"/>
    <w:rsid w:val="00B76CFA"/>
    <w:rsid w:val="00BA21F1"/>
    <w:rsid w:val="00BA25DE"/>
    <w:rsid w:val="00BA5226"/>
    <w:rsid w:val="00BB20D1"/>
    <w:rsid w:val="00BB29D8"/>
    <w:rsid w:val="00BB5755"/>
    <w:rsid w:val="00BD07CC"/>
    <w:rsid w:val="00BF166E"/>
    <w:rsid w:val="00BF4E5A"/>
    <w:rsid w:val="00C042DE"/>
    <w:rsid w:val="00C05E0D"/>
    <w:rsid w:val="00C073BA"/>
    <w:rsid w:val="00C07702"/>
    <w:rsid w:val="00C25DFD"/>
    <w:rsid w:val="00C273B3"/>
    <w:rsid w:val="00C34136"/>
    <w:rsid w:val="00C374C9"/>
    <w:rsid w:val="00C436F0"/>
    <w:rsid w:val="00C43A07"/>
    <w:rsid w:val="00C45511"/>
    <w:rsid w:val="00C47C53"/>
    <w:rsid w:val="00C6683A"/>
    <w:rsid w:val="00C87CBE"/>
    <w:rsid w:val="00C94921"/>
    <w:rsid w:val="00CA0417"/>
    <w:rsid w:val="00CA2CF3"/>
    <w:rsid w:val="00CB10E1"/>
    <w:rsid w:val="00CB601E"/>
    <w:rsid w:val="00CD04CC"/>
    <w:rsid w:val="00CD74CF"/>
    <w:rsid w:val="00CE6319"/>
    <w:rsid w:val="00CF5F85"/>
    <w:rsid w:val="00CF6B5C"/>
    <w:rsid w:val="00D028A5"/>
    <w:rsid w:val="00D06060"/>
    <w:rsid w:val="00D17A7D"/>
    <w:rsid w:val="00D200C9"/>
    <w:rsid w:val="00D2106D"/>
    <w:rsid w:val="00D25987"/>
    <w:rsid w:val="00D36BBC"/>
    <w:rsid w:val="00D41C2A"/>
    <w:rsid w:val="00D55B84"/>
    <w:rsid w:val="00D61853"/>
    <w:rsid w:val="00D6391E"/>
    <w:rsid w:val="00D72578"/>
    <w:rsid w:val="00D83A46"/>
    <w:rsid w:val="00D84A26"/>
    <w:rsid w:val="00D86CBE"/>
    <w:rsid w:val="00D90A61"/>
    <w:rsid w:val="00D9141E"/>
    <w:rsid w:val="00D957CC"/>
    <w:rsid w:val="00D96584"/>
    <w:rsid w:val="00DA2E47"/>
    <w:rsid w:val="00DA56B3"/>
    <w:rsid w:val="00DA7A1E"/>
    <w:rsid w:val="00DB2638"/>
    <w:rsid w:val="00DB4D0D"/>
    <w:rsid w:val="00DC143F"/>
    <w:rsid w:val="00DC4A45"/>
    <w:rsid w:val="00DD6774"/>
    <w:rsid w:val="00DE1F46"/>
    <w:rsid w:val="00DE6B36"/>
    <w:rsid w:val="00DE7068"/>
    <w:rsid w:val="00E05AB8"/>
    <w:rsid w:val="00E05CA6"/>
    <w:rsid w:val="00E1033C"/>
    <w:rsid w:val="00E2053D"/>
    <w:rsid w:val="00E2118E"/>
    <w:rsid w:val="00E22DEE"/>
    <w:rsid w:val="00E27F26"/>
    <w:rsid w:val="00E3236E"/>
    <w:rsid w:val="00E33226"/>
    <w:rsid w:val="00E34D3F"/>
    <w:rsid w:val="00E43B5E"/>
    <w:rsid w:val="00E44E56"/>
    <w:rsid w:val="00E55F5E"/>
    <w:rsid w:val="00E642A9"/>
    <w:rsid w:val="00E73C8D"/>
    <w:rsid w:val="00E777C8"/>
    <w:rsid w:val="00E80489"/>
    <w:rsid w:val="00E806DA"/>
    <w:rsid w:val="00E95F87"/>
    <w:rsid w:val="00EA3BCB"/>
    <w:rsid w:val="00EB2F87"/>
    <w:rsid w:val="00EB5271"/>
    <w:rsid w:val="00EC1229"/>
    <w:rsid w:val="00EC44E9"/>
    <w:rsid w:val="00EC5FEA"/>
    <w:rsid w:val="00EC6AF7"/>
    <w:rsid w:val="00ED72DE"/>
    <w:rsid w:val="00EE0F9A"/>
    <w:rsid w:val="00F067F0"/>
    <w:rsid w:val="00F100EE"/>
    <w:rsid w:val="00F318A2"/>
    <w:rsid w:val="00F4285E"/>
    <w:rsid w:val="00F43D56"/>
    <w:rsid w:val="00F450BD"/>
    <w:rsid w:val="00F5138B"/>
    <w:rsid w:val="00F554E4"/>
    <w:rsid w:val="00F575B2"/>
    <w:rsid w:val="00F63B96"/>
    <w:rsid w:val="00F75656"/>
    <w:rsid w:val="00FA28DE"/>
    <w:rsid w:val="00FB13CC"/>
    <w:rsid w:val="00FB1D7A"/>
    <w:rsid w:val="00FB6F22"/>
    <w:rsid w:val="00FC58E6"/>
    <w:rsid w:val="00FD0865"/>
    <w:rsid w:val="00FD4D6D"/>
    <w:rsid w:val="00FD594C"/>
    <w:rsid w:val="00FD6134"/>
    <w:rsid w:val="00FE03DC"/>
    <w:rsid w:val="00FF5D1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5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56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5656"/>
    <w:pPr>
      <w:keepNext/>
      <w:jc w:val="center"/>
      <w:outlineLvl w:val="1"/>
    </w:pPr>
    <w:rPr>
      <w:b/>
      <w:bCs/>
      <w:spacing w:val="4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56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75656"/>
    <w:rPr>
      <w:rFonts w:ascii="Times New Roman" w:hAnsi="Times New Roman" w:cs="Times New Roman"/>
      <w:b/>
      <w:bCs/>
      <w:spacing w:val="40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756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5656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5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5656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F75656"/>
    <w:rPr>
      <w:color w:val="0000FF"/>
      <w:u w:val="single"/>
    </w:rPr>
  </w:style>
  <w:style w:type="table" w:styleId="TableGrid">
    <w:name w:val="Table Grid"/>
    <w:basedOn w:val="TableNormal"/>
    <w:uiPriority w:val="99"/>
    <w:rsid w:val="00EB527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3D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95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КГБУ «Приморский центр занятости населения» информирует о возможности направления участников на III Дальневосточный конкурс молодых инженеров «Я - инженер», который состоится с 7 по 11 августа 2018 года в Республике Саха (Якутия) в рамках Дальневосточног</dc:title>
  <dc:subject/>
  <dc:creator>Козлова Виктория Николаевна</dc:creator>
  <cp:keywords/>
  <dc:description/>
  <cp:lastModifiedBy>adm18</cp:lastModifiedBy>
  <cp:revision>2</cp:revision>
  <cp:lastPrinted>2017-03-30T05:54:00Z</cp:lastPrinted>
  <dcterms:created xsi:type="dcterms:W3CDTF">2018-07-25T02:44:00Z</dcterms:created>
  <dcterms:modified xsi:type="dcterms:W3CDTF">2018-07-25T02:44:00Z</dcterms:modified>
</cp:coreProperties>
</file>