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63D" w:rsidRPr="0090607E" w:rsidRDefault="00C7163D" w:rsidP="00906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>Уведомление</w:t>
      </w:r>
    </w:p>
    <w:p w:rsidR="00C7163D" w:rsidRDefault="00C7163D" w:rsidP="00906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о проведении публичных консультаций в целях оценки регулирующего воздействия проекта муниципального нормативного правового акта </w:t>
      </w:r>
      <w:r>
        <w:rPr>
          <w:rFonts w:ascii="Times New Roman" w:hAnsi="Times New Roman" w:cs="Times New Roman"/>
          <w:sz w:val="26"/>
          <w:szCs w:val="26"/>
          <w:lang w:eastAsia="ru-RU"/>
        </w:rPr>
        <w:t>Дальнереченского городского округа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>, поправок к проекту муниципально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го нормативного правового акта Дальнереченского городского округа </w:t>
      </w:r>
    </w:p>
    <w:p w:rsidR="00C7163D" w:rsidRPr="0090607E" w:rsidRDefault="00C7163D" w:rsidP="00906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C7163D" w:rsidRPr="0090607E" w:rsidRDefault="00C7163D" w:rsidP="009060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7163D" w:rsidRPr="0090607E" w:rsidRDefault="00C7163D" w:rsidP="0090607E">
      <w:pPr>
        <w:widowControl w:val="0"/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Отдел экономики и прогнозирования администрации Дальнереченского городского округа 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 уведомляет о проведении публичных консультаций в целях оценки регулирующего воздействия проекта муниципального нормативного правового акта: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проекта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правового акта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Дальнереченского городского округа 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sz w:val="26"/>
          <w:szCs w:val="26"/>
          <w:lang w:eastAsia="ru-RU"/>
        </w:rPr>
        <w:t>Правил благоустройства и содержания территории Дальнереченского городского округа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90607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C7163D" w:rsidRPr="00AC3E82" w:rsidRDefault="00C7163D" w:rsidP="00FC2659">
      <w:pPr>
        <w:pStyle w:val="1"/>
        <w:shd w:val="clear" w:color="auto" w:fill="FFFFFF"/>
        <w:autoSpaceDE w:val="0"/>
        <w:autoSpaceDN w:val="0"/>
        <w:adjustRightInd w:val="0"/>
        <w:spacing w:after="0" w:line="240" w:lineRule="auto"/>
        <w:ind w:left="0" w:firstLine="708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  <w:r w:rsidRPr="0090607E">
        <w:rPr>
          <w:rFonts w:ascii="Times New Roman" w:hAnsi="Times New Roman" w:cs="Times New Roman"/>
          <w:sz w:val="26"/>
          <w:szCs w:val="26"/>
        </w:rPr>
        <w:t>Разработчик проекта:</w:t>
      </w:r>
      <w:r>
        <w:rPr>
          <w:rFonts w:ascii="Times New Roman" w:hAnsi="Times New Roman" w:cs="Times New Roman"/>
          <w:sz w:val="26"/>
          <w:szCs w:val="26"/>
        </w:rPr>
        <w:t xml:space="preserve"> МКУ «Управление жилищно-коммунального хозяйства Дальнереченского городского округа».</w:t>
      </w:r>
    </w:p>
    <w:p w:rsidR="00C7163D" w:rsidRPr="0090607E" w:rsidRDefault="00C7163D" w:rsidP="00FC2659">
      <w:pPr>
        <w:widowControl w:val="0"/>
        <w:tabs>
          <w:tab w:val="right" w:pos="9923"/>
        </w:tabs>
        <w:autoSpaceDE w:val="0"/>
        <w:autoSpaceDN w:val="0"/>
        <w:adjustRightInd w:val="0"/>
        <w:spacing w:after="0" w:line="240" w:lineRule="auto"/>
        <w:ind w:left="34" w:firstLine="533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>Предложения принимаются по адресу: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ул. Победы</w:t>
      </w:r>
      <w:r w:rsidRPr="007A42DA">
        <w:rPr>
          <w:rFonts w:ascii="Times New Roman" w:hAnsi="Times New Roman" w:cs="Times New Roman"/>
          <w:sz w:val="26"/>
          <w:szCs w:val="26"/>
          <w:lang w:eastAsia="ru-RU"/>
        </w:rPr>
        <w:t>, д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. 13, город Дальнереченск, 69215 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>а также по адресу электронной почты:</w:t>
      </w:r>
      <w:r w:rsidRPr="00FC2659">
        <w:rPr>
          <w:rFonts w:ascii="Times New Roman" w:hAnsi="Times New Roman" w:cs="Times New Roman"/>
          <w:color w:val="0000FF"/>
          <w:u w:val="single"/>
        </w:rPr>
        <w:t xml:space="preserve"> </w:t>
      </w:r>
      <w:r w:rsidRPr="00E47500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econom</w:t>
      </w:r>
      <w:r w:rsidRPr="00E47500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r w:rsidRPr="00E47500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dalnerokrug</w:t>
      </w:r>
      <w:r w:rsidRPr="00E47500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r w:rsidRPr="00E47500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ru</w:t>
      </w:r>
    </w:p>
    <w:p w:rsidR="00C7163D" w:rsidRDefault="00C7163D" w:rsidP="00FC26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Сроки приема предложений: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15 </w:t>
      </w:r>
      <w:r>
        <w:rPr>
          <w:rFonts w:ascii="Times New Roman" w:hAnsi="Times New Roman" w:cs="Times New Roman"/>
          <w:sz w:val="26"/>
          <w:szCs w:val="26"/>
        </w:rPr>
        <w:t xml:space="preserve">календарных дней со дня размещения уведомления о проведении публичных консультаций 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>в целях оценки регулирующего воздействия проекта муниципального нормативного прав</w:t>
      </w:r>
      <w:r>
        <w:rPr>
          <w:rFonts w:ascii="Times New Roman" w:hAnsi="Times New Roman" w:cs="Times New Roman"/>
          <w:sz w:val="26"/>
          <w:szCs w:val="26"/>
          <w:lang w:eastAsia="ru-RU"/>
        </w:rPr>
        <w:t>ового акта Дальнереченского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города  Дальнереченского городского  округа.</w:t>
      </w:r>
    </w:p>
    <w:p w:rsidR="00C7163D" w:rsidRDefault="00C7163D" w:rsidP="004F62DD">
      <w:pPr>
        <w:widowControl w:val="0"/>
        <w:tabs>
          <w:tab w:val="righ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>Контактное лицо по вопросам заполнения формы запроса и его отправки: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Кузнецова Анна Владимировна, начальник отдела 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экономики и </w:t>
      </w:r>
      <w:r>
        <w:rPr>
          <w:rFonts w:ascii="Times New Roman" w:hAnsi="Times New Roman" w:cs="Times New Roman"/>
          <w:sz w:val="26"/>
          <w:szCs w:val="26"/>
          <w:lang w:eastAsia="ru-RU"/>
        </w:rPr>
        <w:t>прогнозирования администрации Дальнереченского городского округа тел. 8(43256)25-5-55</w:t>
      </w:r>
    </w:p>
    <w:p w:rsidR="00C7163D" w:rsidRPr="0090607E" w:rsidRDefault="00C7163D" w:rsidP="00E47500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1. Описание проблемы, на решение которой направлен проект муниципального нормативного правового акта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Дальнереченского городского округа. </w:t>
      </w:r>
    </w:p>
    <w:p w:rsidR="00C7163D" w:rsidRPr="0090607E" w:rsidRDefault="00C7163D" w:rsidP="001927E5">
      <w:pPr>
        <w:autoSpaceDE w:val="0"/>
        <w:autoSpaceDN w:val="0"/>
        <w:adjustRightInd w:val="0"/>
        <w:spacing w:line="240" w:lineRule="auto"/>
        <w:ind w:right="-3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95066">
        <w:rPr>
          <w:rFonts w:ascii="Times New Roman" w:hAnsi="Times New Roman" w:cs="Times New Roman"/>
          <w:sz w:val="26"/>
          <w:szCs w:val="26"/>
          <w:lang w:eastAsia="ru-RU"/>
        </w:rPr>
        <w:t xml:space="preserve">В связи с Законом Приморского края от 09 июля 2018 г. № 313-КЗ «О порядке определения границ прилегающих территорий и вопросах, регулируемых правилами благоустройства территорий муниципальных образований Приморского края» и «Методические рекомендации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жилищно-коммунального хозяйства Российской Федерации от 13 апреля 2017 г. № 711/пр, </w:t>
      </w:r>
      <w:r>
        <w:rPr>
          <w:rFonts w:ascii="Times New Roman" w:hAnsi="Times New Roman" w:cs="Times New Roman"/>
          <w:sz w:val="26"/>
          <w:szCs w:val="26"/>
          <w:lang w:eastAsia="ru-RU"/>
        </w:rPr>
        <w:t>в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озникла необходимость разработки и принятия </w:t>
      </w:r>
      <w:r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>равил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благоустройства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 содержания 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>
        <w:rPr>
          <w:rFonts w:ascii="Times New Roman" w:hAnsi="Times New Roman" w:cs="Times New Roman"/>
          <w:sz w:val="26"/>
          <w:szCs w:val="26"/>
          <w:lang w:eastAsia="ru-RU"/>
        </w:rPr>
        <w:t>Дальнереченского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(далее – Правила).</w:t>
      </w:r>
    </w:p>
    <w:p w:rsidR="00C7163D" w:rsidRPr="0090607E" w:rsidRDefault="00C7163D" w:rsidP="00FA4020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2. Цели предлагаемого проекта муниципального нормативного правового акта </w:t>
      </w:r>
      <w:r>
        <w:rPr>
          <w:rFonts w:ascii="Times New Roman" w:hAnsi="Times New Roman" w:cs="Times New Roman"/>
          <w:sz w:val="26"/>
          <w:szCs w:val="26"/>
          <w:lang w:eastAsia="ru-RU"/>
        </w:rPr>
        <w:t>Дальнереченского городского округа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C7163D" w:rsidRPr="0090607E" w:rsidRDefault="00C7163D" w:rsidP="004173C2">
      <w:pPr>
        <w:autoSpaceDE w:val="0"/>
        <w:autoSpaceDN w:val="0"/>
        <w:adjustRightInd w:val="0"/>
        <w:spacing w:line="240" w:lineRule="auto"/>
        <w:ind w:right="-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90607E">
        <w:rPr>
          <w:rFonts w:ascii="Times New Roman" w:hAnsi="Times New Roman" w:cs="Times New Roman"/>
          <w:sz w:val="26"/>
          <w:szCs w:val="26"/>
        </w:rPr>
        <w:t xml:space="preserve">ринятие указанного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нормативного </w:t>
      </w:r>
      <w:r w:rsidRPr="0090607E">
        <w:rPr>
          <w:rFonts w:ascii="Times New Roman" w:hAnsi="Times New Roman" w:cs="Times New Roman"/>
          <w:sz w:val="26"/>
          <w:szCs w:val="26"/>
        </w:rPr>
        <w:t>правового акта</w:t>
      </w:r>
      <w:r>
        <w:rPr>
          <w:rFonts w:ascii="Times New Roman" w:hAnsi="Times New Roman" w:cs="Times New Roman"/>
          <w:sz w:val="26"/>
          <w:szCs w:val="26"/>
        </w:rPr>
        <w:t xml:space="preserve"> Дальнереченского городского округа </w:t>
      </w:r>
      <w:r w:rsidRPr="0090607E">
        <w:rPr>
          <w:rFonts w:ascii="Times New Roman" w:hAnsi="Times New Roman" w:cs="Times New Roman"/>
          <w:sz w:val="26"/>
          <w:szCs w:val="26"/>
        </w:rPr>
        <w:t xml:space="preserve">будет способствовать обеспечению и повышению комфортности условий проживания граждан, поддержанию и улучшению санитарного и эстетического состояния территории </w:t>
      </w:r>
      <w:r>
        <w:rPr>
          <w:rFonts w:ascii="Times New Roman" w:hAnsi="Times New Roman" w:cs="Times New Roman"/>
          <w:sz w:val="26"/>
          <w:szCs w:val="26"/>
        </w:rPr>
        <w:t xml:space="preserve">Дальнереченского </w:t>
      </w:r>
      <w:r w:rsidRPr="0090607E">
        <w:rPr>
          <w:rFonts w:ascii="Times New Roman" w:hAnsi="Times New Roman" w:cs="Times New Roman"/>
          <w:sz w:val="26"/>
          <w:szCs w:val="26"/>
        </w:rPr>
        <w:t xml:space="preserve"> городского округа, содержанию территории муниципального образования и расположенных на ней объектов, в том числе территорий общего пользования, земельных участков, зданий, строений, сооружений, прилегающих территорий в нормативном состоянии.</w:t>
      </w:r>
    </w:p>
    <w:p w:rsidR="00C7163D" w:rsidRPr="0090607E" w:rsidRDefault="00C7163D" w:rsidP="00D124D6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3. Действующие нормативные правовые акты, из которых вытекает необходимость разработки предлагаемого проекта муниципального нормативного правового акта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Дальнереченского городского округа. </w:t>
      </w:r>
    </w:p>
    <w:p w:rsidR="00C7163D" w:rsidRPr="00E87FAA" w:rsidRDefault="00C7163D" w:rsidP="00A04F61">
      <w:pPr>
        <w:spacing w:after="0" w:line="240" w:lineRule="auto"/>
        <w:ind w:right="-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7FAA">
        <w:rPr>
          <w:rFonts w:ascii="Times New Roman" w:hAnsi="Times New Roman" w:cs="Times New Roman"/>
          <w:sz w:val="26"/>
          <w:szCs w:val="26"/>
        </w:rPr>
        <w:t xml:space="preserve">Федеральный   закон  от 06.10.2003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E87FAA">
        <w:rPr>
          <w:rFonts w:ascii="Times New Roman" w:hAnsi="Times New Roman" w:cs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Федерации».</w:t>
      </w:r>
    </w:p>
    <w:p w:rsidR="00C7163D" w:rsidRDefault="00C7163D" w:rsidP="009060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7163D" w:rsidRPr="0090607E" w:rsidRDefault="00C7163D" w:rsidP="00D124D6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>4. Планируемый срок вступления в силу предлагаемого проекта муниципального нормативного правового акта:</w:t>
      </w:r>
    </w:p>
    <w:p w:rsidR="00C7163D" w:rsidRPr="0090607E" w:rsidRDefault="00C7163D" w:rsidP="00A04F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>Планируемый срок вступления в силу муниципального нормативного правового акта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Дальнереченского городского округа 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«Правила благоустройства </w:t>
      </w:r>
      <w:r>
        <w:rPr>
          <w:rFonts w:ascii="Times New Roman" w:hAnsi="Times New Roman" w:cs="Times New Roman"/>
          <w:sz w:val="26"/>
          <w:szCs w:val="26"/>
          <w:lang w:eastAsia="ru-RU"/>
        </w:rPr>
        <w:t>и содержания  территории Дальнереченского</w:t>
      </w:r>
      <w:r w:rsidRPr="0090607E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округа»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- апрель  2019 года.</w:t>
      </w:r>
    </w:p>
    <w:p w:rsidR="00C7163D" w:rsidRPr="0090607E" w:rsidRDefault="00C7163D" w:rsidP="009060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7163D" w:rsidRPr="0090607E" w:rsidRDefault="00C7163D" w:rsidP="00760D14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>5. Сведения о необходимости или отсутствии необходимости установления переходного периода: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необходимость установления переходного периода отсутствует.</w:t>
      </w:r>
    </w:p>
    <w:p w:rsidR="00C7163D" w:rsidRPr="0090607E" w:rsidRDefault="00C7163D" w:rsidP="009060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ab/>
      </w:r>
    </w:p>
    <w:p w:rsidR="00C7163D" w:rsidRDefault="00C7163D" w:rsidP="009060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0607E">
        <w:rPr>
          <w:rFonts w:ascii="Times New Roman" w:hAnsi="Times New Roman" w:cs="Times New Roman"/>
          <w:sz w:val="26"/>
          <w:szCs w:val="26"/>
          <w:lang w:eastAsia="ru-RU"/>
        </w:rPr>
        <w:t>К уведомлению прилагаются: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приложения отсутствуют.</w:t>
      </w:r>
    </w:p>
    <w:p w:rsidR="00C7163D" w:rsidRPr="0090607E" w:rsidRDefault="00C7163D" w:rsidP="009060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7163D" w:rsidRPr="00760D14" w:rsidRDefault="00C7163D" w:rsidP="0090607E">
      <w:pPr>
        <w:autoSpaceDE w:val="0"/>
        <w:autoSpaceDN w:val="0"/>
        <w:spacing w:after="0" w:line="240" w:lineRule="auto"/>
        <w:ind w:right="49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7163D" w:rsidRPr="00760D14" w:rsidRDefault="00C7163D" w:rsidP="0090607E">
      <w:pPr>
        <w:autoSpaceDE w:val="0"/>
        <w:autoSpaceDN w:val="0"/>
        <w:spacing w:after="0" w:line="240" w:lineRule="auto"/>
        <w:ind w:right="49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60D14">
        <w:rPr>
          <w:rFonts w:ascii="Times New Roman" w:hAnsi="Times New Roman" w:cs="Times New Roman"/>
          <w:sz w:val="26"/>
          <w:szCs w:val="26"/>
          <w:lang w:eastAsia="ru-RU"/>
        </w:rPr>
        <w:t>Разработчик проекта НПА</w:t>
      </w:r>
    </w:p>
    <w:p w:rsidR="00C7163D" w:rsidRPr="00A04F61" w:rsidRDefault="00C7163D" w:rsidP="0090607E">
      <w:pPr>
        <w:autoSpaceDE w:val="0"/>
        <w:autoSpaceDN w:val="0"/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1304"/>
        <w:gridCol w:w="2238"/>
        <w:gridCol w:w="180"/>
        <w:gridCol w:w="2259"/>
      </w:tblGrid>
      <w:tr w:rsidR="00C7163D" w:rsidRPr="00AE1D45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163D" w:rsidRPr="00A04F61" w:rsidRDefault="00C7163D" w:rsidP="00A04F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0D1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Начальник отдела благоустройства и дорожного хозяйства </w:t>
            </w:r>
            <w:r w:rsidRPr="00760D14">
              <w:rPr>
                <w:rFonts w:ascii="Times New Roman" w:hAnsi="Times New Roman" w:cs="Times New Roman"/>
                <w:sz w:val="26"/>
                <w:szCs w:val="26"/>
              </w:rPr>
              <w:t xml:space="preserve"> МКУ « Управление жилищно-коммунального хозяйства Дальнереченского городского округа»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63D" w:rsidRPr="00A04F61" w:rsidRDefault="00C7163D" w:rsidP="009060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163D" w:rsidRPr="00A04F61" w:rsidRDefault="00C7163D" w:rsidP="009060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63D" w:rsidRPr="00A04F61" w:rsidRDefault="00C7163D" w:rsidP="009060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163D" w:rsidRPr="00A04F61" w:rsidRDefault="00C7163D" w:rsidP="009060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760D1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.Н.Тарасенко </w:t>
            </w:r>
          </w:p>
        </w:tc>
      </w:tr>
      <w:tr w:rsidR="00C7163D" w:rsidRPr="00AE1D4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7163D" w:rsidRPr="00A04F61" w:rsidRDefault="00C7163D" w:rsidP="009060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C7163D" w:rsidRPr="00A04F61" w:rsidRDefault="00C7163D" w:rsidP="009060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C7163D" w:rsidRPr="00760D14" w:rsidRDefault="00C7163D" w:rsidP="009060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D1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подпись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C7163D" w:rsidRPr="00A04F61" w:rsidRDefault="00C7163D" w:rsidP="009060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</w:tcPr>
          <w:p w:rsidR="00C7163D" w:rsidRPr="00A04F61" w:rsidRDefault="00C7163D" w:rsidP="009060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163D" w:rsidRPr="00A04F61" w:rsidRDefault="00C7163D" w:rsidP="0090607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163D" w:rsidRPr="00EA107D" w:rsidRDefault="00C7163D" w:rsidP="009060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107D">
        <w:rPr>
          <w:rFonts w:ascii="Times New Roman" w:hAnsi="Times New Roman" w:cs="Times New Roman"/>
          <w:sz w:val="26"/>
          <w:szCs w:val="26"/>
          <w:lang w:eastAsia="ru-RU"/>
        </w:rPr>
        <w:t>07.03.2019</w:t>
      </w:r>
    </w:p>
    <w:p w:rsidR="00C7163D" w:rsidRDefault="00C7163D" w:rsidP="008D2E32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C7163D" w:rsidRDefault="00C7163D" w:rsidP="008D2E32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sectPr w:rsidR="00C7163D" w:rsidSect="00A04F61">
      <w:headerReference w:type="default" r:id="rId6"/>
      <w:pgSz w:w="11905" w:h="16838"/>
      <w:pgMar w:top="1134" w:right="851" w:bottom="1134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63D" w:rsidRDefault="00C7163D" w:rsidP="00A04F61">
      <w:pPr>
        <w:spacing w:after="0" w:line="240" w:lineRule="auto"/>
      </w:pPr>
      <w:r>
        <w:separator/>
      </w:r>
    </w:p>
  </w:endnote>
  <w:endnote w:type="continuationSeparator" w:id="1">
    <w:p w:rsidR="00C7163D" w:rsidRDefault="00C7163D" w:rsidP="00A04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63D" w:rsidRDefault="00C7163D" w:rsidP="00A04F61">
      <w:pPr>
        <w:spacing w:after="0" w:line="240" w:lineRule="auto"/>
      </w:pPr>
      <w:r>
        <w:separator/>
      </w:r>
    </w:p>
  </w:footnote>
  <w:footnote w:type="continuationSeparator" w:id="1">
    <w:p w:rsidR="00C7163D" w:rsidRDefault="00C7163D" w:rsidP="00A04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63D" w:rsidRDefault="00C7163D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C7163D" w:rsidRDefault="00C716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E32"/>
    <w:rsid w:val="00030077"/>
    <w:rsid w:val="00047956"/>
    <w:rsid w:val="0007250E"/>
    <w:rsid w:val="00077227"/>
    <w:rsid w:val="00095066"/>
    <w:rsid w:val="00120C07"/>
    <w:rsid w:val="001927E5"/>
    <w:rsid w:val="001A55C8"/>
    <w:rsid w:val="001B62B2"/>
    <w:rsid w:val="001F36C5"/>
    <w:rsid w:val="002012B4"/>
    <w:rsid w:val="00270157"/>
    <w:rsid w:val="002C42A6"/>
    <w:rsid w:val="002D31BE"/>
    <w:rsid w:val="00314B13"/>
    <w:rsid w:val="00367495"/>
    <w:rsid w:val="00382415"/>
    <w:rsid w:val="003C292E"/>
    <w:rsid w:val="003F1D6D"/>
    <w:rsid w:val="004173C2"/>
    <w:rsid w:val="00460065"/>
    <w:rsid w:val="004F62DD"/>
    <w:rsid w:val="00552C1B"/>
    <w:rsid w:val="005A75B3"/>
    <w:rsid w:val="0072329F"/>
    <w:rsid w:val="00741295"/>
    <w:rsid w:val="00760D14"/>
    <w:rsid w:val="007A42DA"/>
    <w:rsid w:val="007D61E4"/>
    <w:rsid w:val="008D2E32"/>
    <w:rsid w:val="008D7500"/>
    <w:rsid w:val="0090607E"/>
    <w:rsid w:val="00A04F61"/>
    <w:rsid w:val="00A531D6"/>
    <w:rsid w:val="00AC3E82"/>
    <w:rsid w:val="00AE1D45"/>
    <w:rsid w:val="00B27879"/>
    <w:rsid w:val="00B4326D"/>
    <w:rsid w:val="00B51F04"/>
    <w:rsid w:val="00B830E1"/>
    <w:rsid w:val="00BD21A5"/>
    <w:rsid w:val="00BD2D6B"/>
    <w:rsid w:val="00C7163D"/>
    <w:rsid w:val="00D124D6"/>
    <w:rsid w:val="00DD2928"/>
    <w:rsid w:val="00E47307"/>
    <w:rsid w:val="00E47500"/>
    <w:rsid w:val="00E57200"/>
    <w:rsid w:val="00E87FAA"/>
    <w:rsid w:val="00E967C6"/>
    <w:rsid w:val="00EA06DA"/>
    <w:rsid w:val="00EA107D"/>
    <w:rsid w:val="00EE243B"/>
    <w:rsid w:val="00F040AD"/>
    <w:rsid w:val="00FA4020"/>
    <w:rsid w:val="00FC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50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04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4F61"/>
  </w:style>
  <w:style w:type="paragraph" w:styleId="Footer">
    <w:name w:val="footer"/>
    <w:basedOn w:val="Normal"/>
    <w:link w:val="FooterChar"/>
    <w:uiPriority w:val="99"/>
    <w:rsid w:val="00A04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4F61"/>
  </w:style>
  <w:style w:type="paragraph" w:customStyle="1" w:styleId="1">
    <w:name w:val="Абзац списка1"/>
    <w:basedOn w:val="Normal"/>
    <w:uiPriority w:val="99"/>
    <w:rsid w:val="00FC2659"/>
    <w:pPr>
      <w:ind w:left="720"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600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654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581</Words>
  <Characters>3318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</dc:title>
  <dc:subject/>
  <dc:creator>Елена Николаевна Ващенко</dc:creator>
  <cp:keywords/>
  <dc:description/>
  <cp:lastModifiedBy>adm18</cp:lastModifiedBy>
  <cp:revision>3</cp:revision>
  <cp:lastPrinted>2019-03-29T00:05:00Z</cp:lastPrinted>
  <dcterms:created xsi:type="dcterms:W3CDTF">2019-03-29T00:05:00Z</dcterms:created>
  <dcterms:modified xsi:type="dcterms:W3CDTF">2019-03-29T00:07:00Z</dcterms:modified>
</cp:coreProperties>
</file>